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15.08.2025</w:t>
        <w:tab/>
        <w:tab/>
        <w:tab/>
        <w:tab/>
        <w:tab/>
        <w:t>№ 281</w:t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tabs>
          <w:tab w:val="clear" w:pos="708"/>
          <w:tab w:val="left" w:pos="11280" w:leader="none"/>
        </w:tabs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 внесении изменений в постановление</w:t>
      </w:r>
    </w:p>
    <w:p>
      <w:pPr>
        <w:pStyle w:val="Normal"/>
        <w:suppressAutoHyphens w:val="true"/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Администрации города от 06.08.2009 № 1163</w:t>
      </w:r>
    </w:p>
    <w:p>
      <w:pPr>
        <w:pStyle w:val="Normal"/>
        <w:suppressAutoHyphens w:val="true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</w:p>
    <w:p>
      <w:pPr>
        <w:pStyle w:val="Normal"/>
        <w:suppressAutoHyphens w:val="true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связи со структурными и кадровыми изменениями в Администрации города и организациях, имеющих своих представителей в Совете по малому и среднему предпринимательству при Администрации города</w:t>
      </w:r>
    </w:p>
    <w:p>
      <w:pPr>
        <w:pStyle w:val="Normal"/>
        <w:suppressAutoHyphens w:val="tru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suppressAutoHyphens w:val="true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ПОСТАНОВЛЯЮ:</w:t>
      </w:r>
    </w:p>
    <w:p>
      <w:pPr>
        <w:pStyle w:val="Normal"/>
        <w:suppressAutoHyphens w:val="tru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suppressAutoHyphens w:val="true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Внести изменения в постановление Администрации города                          от 06.08.2009 № 1163 «О создании Совета по малому и среднему предпри-нимательству при Администрации города» согласно приложению.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города Новошахтинска</w:t>
        <w:tab/>
        <w:tab/>
        <w:tab/>
        <w:tab/>
        <w:tab/>
        <w:t xml:space="preserve">             С.А. Бондаренко</w:t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48"/>
          <w:szCs w:val="28"/>
          <w:lang w:eastAsia="ar-SA"/>
        </w:rPr>
      </w:pPr>
      <w:r>
        <w:rPr>
          <w:sz w:val="48"/>
          <w:szCs w:val="28"/>
          <w:lang w:eastAsia="ar-SA"/>
        </w:rPr>
      </w:r>
    </w:p>
    <w:p>
      <w:pPr>
        <w:pStyle w:val="Normal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Постановление вносит</w:t>
      </w:r>
    </w:p>
    <w:p>
      <w:pPr>
        <w:pStyle w:val="Normal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сектор развития предпринимательства </w:t>
      </w:r>
    </w:p>
    <w:p>
      <w:pPr>
        <w:pStyle w:val="Normal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и инвестиций Администрации города</w:t>
      </w:r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от 15.08.2025 № 281</w:t>
      </w:r>
      <w:bookmarkStart w:id="0" w:name="_GoBack"/>
      <w:bookmarkEnd w:id="0"/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города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06.08.2009 № 1163 «О создании Совета по малому и среднему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предпринимательству при Администрации города»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1. В приложении № 1: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1.1. Должность Бондаренко Сергея Алексеевича изложить в редакции                «‒ Глава города Новошахтинска».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1.2. Должность члена Совета по малому и среднему предпринимательству при Администрации города (далее − Совет) Конопляник Людмилы Олеговны изложить в редакции: «− начальник сектора развития предпринимательства и инвестиций Администрации города».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1.3. Исключить из состава Совета Стречень Олега Игоревича и Можину Евгению Владимировну.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1.4. Включить в состав Совета: 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Стукалова Игоря Константиновича – председателя Новошахтинского городского отделения общероссийской общественной организации малого и среднего предпринимательства «ОПОРА РОССИИ» (по согласованию);</w:t>
      </w:r>
    </w:p>
    <w:p>
      <w:pPr>
        <w:pStyle w:val="Normal"/>
        <w:ind w:firstLine="708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Говзич Ирину Ильиничну – главного специалиста сектора развития предпринимательства и инвестиций Администрации города, секретарь комиссии.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Управляющий делами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</w:t>
        <w:tab/>
        <w:tab/>
        <w:tab/>
        <w:tab/>
        <w:tab/>
        <w:tab/>
        <w:tab/>
        <w:t xml:space="preserve">        Ю.А. Лубенцов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851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Application>LibreOffice/24.8.3.2$Linux_X86_64 LibreOffice_project/48a6bac9e7e268aeb4c3483fcf825c94556d9f92</Application>
  <AppVersion>15.0000</AppVersion>
  <Pages>3</Pages>
  <Words>249</Words>
  <Characters>1816</Characters>
  <CharactersWithSpaces>2121</CharactersWithSpaces>
  <Paragraphs>31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2025-08-18T08:34:00Z</dcterms:created>
  <dc:creator>1</dc:creator>
  <dc:description/>
  <dc:language>ru-RU</dc:language>
  <cp:lastModifiedBy/>
  <cp:lastPrinted>2025-08-18T08:33:00Z</cp:lastPrinted>
  <dcterms:modified xsi:type="dcterms:W3CDTF">2025-08-18T15:20:30Z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