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45" w:rsidRDefault="005E0245" w:rsidP="00C87F2B">
      <w:pPr>
        <w:jc w:val="center"/>
        <w:rPr>
          <w:b/>
          <w:sz w:val="24"/>
        </w:rPr>
      </w:pPr>
      <w:bookmarkStart w:id="0" w:name="_GoBack"/>
      <w:bookmarkEnd w:id="0"/>
    </w:p>
    <w:p w:rsidR="005E0245" w:rsidRPr="005659AB" w:rsidRDefault="005E0245" w:rsidP="005E0245">
      <w:pPr>
        <w:jc w:val="center"/>
        <w:rPr>
          <w:b/>
          <w:sz w:val="32"/>
          <w:szCs w:val="32"/>
        </w:rPr>
      </w:pPr>
      <w:r w:rsidRPr="005659AB">
        <w:rPr>
          <w:b/>
          <w:sz w:val="32"/>
          <w:szCs w:val="32"/>
        </w:rPr>
        <w:t>АДМИНИСТРАЦИЯ ГОРОДА НОВОШАХТИНСКА</w:t>
      </w:r>
    </w:p>
    <w:p w:rsidR="005E0245" w:rsidRPr="005659AB" w:rsidRDefault="005E0245" w:rsidP="005E0245">
      <w:pPr>
        <w:jc w:val="center"/>
        <w:rPr>
          <w:sz w:val="24"/>
        </w:rPr>
      </w:pPr>
    </w:p>
    <w:p w:rsidR="005E0245" w:rsidRPr="005659AB" w:rsidRDefault="005E0245" w:rsidP="005E0245">
      <w:pPr>
        <w:jc w:val="center"/>
        <w:rPr>
          <w:b/>
          <w:sz w:val="36"/>
        </w:rPr>
      </w:pPr>
      <w:r w:rsidRPr="005659AB">
        <w:rPr>
          <w:b/>
          <w:sz w:val="36"/>
        </w:rPr>
        <w:t>РАСПОРЯЖЕНИЕ</w:t>
      </w:r>
    </w:p>
    <w:p w:rsidR="005E0245" w:rsidRPr="005659AB" w:rsidRDefault="005E0245" w:rsidP="005E0245">
      <w:pPr>
        <w:rPr>
          <w:b/>
          <w:sz w:val="36"/>
        </w:rPr>
      </w:pPr>
    </w:p>
    <w:p w:rsidR="005E0245" w:rsidRPr="00DA63B1" w:rsidRDefault="00116637" w:rsidP="00415949">
      <w:pPr>
        <w:pBdr>
          <w:bottom w:val="single" w:sz="12" w:space="1" w:color="auto"/>
        </w:pBd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16.11.2023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415949" w:rsidRPr="00DA63B1">
        <w:rPr>
          <w:sz w:val="28"/>
          <w:szCs w:val="28"/>
        </w:rPr>
        <w:t xml:space="preserve">   </w:t>
      </w:r>
      <w:r w:rsidR="005E0245" w:rsidRPr="00DA63B1">
        <w:rPr>
          <w:sz w:val="28"/>
          <w:szCs w:val="28"/>
        </w:rPr>
        <w:t>№</w:t>
      </w:r>
      <w:r>
        <w:rPr>
          <w:sz w:val="28"/>
          <w:szCs w:val="28"/>
        </w:rPr>
        <w:t xml:space="preserve"> 260 </w:t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800429">
        <w:rPr>
          <w:sz w:val="28"/>
          <w:szCs w:val="28"/>
        </w:rPr>
        <w:tab/>
      </w:r>
      <w:r w:rsidR="005E0245" w:rsidRPr="0080042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5E0245" w:rsidRPr="00DA63B1">
        <w:rPr>
          <w:sz w:val="28"/>
          <w:szCs w:val="28"/>
        </w:rPr>
        <w:t>г.</w:t>
      </w:r>
      <w:r w:rsidR="00DA63B1">
        <w:rPr>
          <w:sz w:val="28"/>
          <w:szCs w:val="28"/>
        </w:rPr>
        <w:t xml:space="preserve"> </w:t>
      </w:r>
      <w:r w:rsidR="005E0245" w:rsidRPr="00DA63B1">
        <w:rPr>
          <w:sz w:val="28"/>
          <w:szCs w:val="28"/>
        </w:rPr>
        <w:t>Новошахтинск</w:t>
      </w:r>
    </w:p>
    <w:p w:rsidR="005E0245" w:rsidRDefault="005E0245" w:rsidP="005E0245">
      <w:pPr>
        <w:rPr>
          <w:b/>
          <w:sz w:val="16"/>
          <w:u w:val="single"/>
        </w:rPr>
      </w:pPr>
    </w:p>
    <w:p w:rsidR="000009BD" w:rsidRDefault="000009BD" w:rsidP="00000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распоряжение </w:t>
      </w:r>
    </w:p>
    <w:p w:rsidR="000009BD" w:rsidRPr="00B54682" w:rsidRDefault="000009BD" w:rsidP="000009BD">
      <w:pPr>
        <w:jc w:val="center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Администрации города от 31.08.2017 № 180 </w:t>
      </w:r>
    </w:p>
    <w:p w:rsidR="000009BD" w:rsidRPr="000009BD" w:rsidRDefault="000009BD" w:rsidP="000009BD">
      <w:pPr>
        <w:rPr>
          <w:rFonts w:ascii="Arial" w:hAnsi="Arial" w:cs="Arial"/>
          <w:sz w:val="36"/>
          <w:szCs w:val="24"/>
        </w:rPr>
      </w:pPr>
    </w:p>
    <w:p w:rsidR="000009BD" w:rsidRPr="00C67D0F" w:rsidRDefault="000009BD" w:rsidP="000009BD">
      <w:pPr>
        <w:ind w:firstLine="708"/>
        <w:jc w:val="both"/>
        <w:rPr>
          <w:kern w:val="2"/>
          <w:sz w:val="28"/>
          <w:szCs w:val="28"/>
        </w:rPr>
      </w:pPr>
      <w:r w:rsidRPr="00C67D0F">
        <w:rPr>
          <w:sz w:val="28"/>
          <w:szCs w:val="28"/>
        </w:rPr>
        <w:t>В целях актуализации информации, необходимой для осуществления пл</w:t>
      </w:r>
      <w:r w:rsidRPr="00C67D0F">
        <w:rPr>
          <w:sz w:val="28"/>
          <w:szCs w:val="28"/>
        </w:rPr>
        <w:t>а</w:t>
      </w:r>
      <w:r w:rsidRPr="00C67D0F">
        <w:rPr>
          <w:sz w:val="28"/>
          <w:szCs w:val="28"/>
        </w:rPr>
        <w:t>нирования затрат:</w:t>
      </w:r>
      <w:r w:rsidRPr="00C67D0F">
        <w:rPr>
          <w:kern w:val="2"/>
          <w:sz w:val="28"/>
          <w:szCs w:val="28"/>
        </w:rPr>
        <w:t xml:space="preserve"> </w:t>
      </w:r>
    </w:p>
    <w:p w:rsidR="000009BD" w:rsidRPr="000009BD" w:rsidRDefault="000009BD" w:rsidP="000009BD">
      <w:pPr>
        <w:overflowPunct/>
        <w:jc w:val="center"/>
        <w:textAlignment w:val="auto"/>
        <w:rPr>
          <w:kern w:val="2"/>
          <w:sz w:val="44"/>
          <w:szCs w:val="28"/>
        </w:rPr>
      </w:pPr>
    </w:p>
    <w:p w:rsidR="000009BD" w:rsidRDefault="000009BD" w:rsidP="000009BD">
      <w:pPr>
        <w:overflowPunct/>
        <w:spacing w:line="276" w:lineRule="auto"/>
        <w:ind w:firstLine="708"/>
        <w:jc w:val="both"/>
        <w:textAlignment w:val="auto"/>
        <w:rPr>
          <w:kern w:val="2"/>
          <w:sz w:val="28"/>
          <w:szCs w:val="28"/>
        </w:rPr>
      </w:pPr>
      <w:r w:rsidRPr="00C67D0F">
        <w:rPr>
          <w:kern w:val="2"/>
          <w:sz w:val="28"/>
          <w:szCs w:val="28"/>
        </w:rPr>
        <w:t xml:space="preserve">1. Внести </w:t>
      </w:r>
      <w:r>
        <w:rPr>
          <w:kern w:val="2"/>
          <w:sz w:val="28"/>
          <w:szCs w:val="28"/>
        </w:rPr>
        <w:t xml:space="preserve">изменения </w:t>
      </w:r>
      <w:r w:rsidRPr="00C67D0F">
        <w:rPr>
          <w:kern w:val="2"/>
          <w:sz w:val="28"/>
          <w:szCs w:val="28"/>
        </w:rPr>
        <w:t>в</w:t>
      </w:r>
      <w:r>
        <w:rPr>
          <w:kern w:val="2"/>
          <w:sz w:val="28"/>
          <w:szCs w:val="28"/>
        </w:rPr>
        <w:t xml:space="preserve"> приложение к </w:t>
      </w:r>
      <w:r w:rsidRPr="00C67D0F">
        <w:rPr>
          <w:kern w:val="2"/>
          <w:sz w:val="28"/>
          <w:szCs w:val="28"/>
        </w:rPr>
        <w:t>распоряжени</w:t>
      </w:r>
      <w:r>
        <w:rPr>
          <w:kern w:val="2"/>
          <w:sz w:val="28"/>
          <w:szCs w:val="28"/>
        </w:rPr>
        <w:t>ю</w:t>
      </w:r>
      <w:r w:rsidRPr="00C67D0F">
        <w:rPr>
          <w:kern w:val="2"/>
          <w:sz w:val="28"/>
          <w:szCs w:val="28"/>
        </w:rPr>
        <w:t xml:space="preserve"> Администрации гор</w:t>
      </w:r>
      <w:r w:rsidRPr="00C67D0F">
        <w:rPr>
          <w:kern w:val="2"/>
          <w:sz w:val="28"/>
          <w:szCs w:val="28"/>
        </w:rPr>
        <w:t>о</w:t>
      </w:r>
      <w:r w:rsidRPr="00C67D0F">
        <w:rPr>
          <w:kern w:val="2"/>
          <w:sz w:val="28"/>
          <w:szCs w:val="28"/>
        </w:rPr>
        <w:t>да от 31.08.2017 № 180 «Об утверждении нормативных затрат на обеспечение функций Администрации города, в том числе подведомственных муниципальных казенных учреждений города Новошахтинска»</w:t>
      </w:r>
      <w:r w:rsidRPr="00200EAC">
        <w:rPr>
          <w:kern w:val="2"/>
          <w:sz w:val="28"/>
          <w:szCs w:val="28"/>
        </w:rPr>
        <w:t xml:space="preserve"> согласно приложению к насто</w:t>
      </w:r>
      <w:r w:rsidRPr="00200EAC">
        <w:rPr>
          <w:kern w:val="2"/>
          <w:sz w:val="28"/>
          <w:szCs w:val="28"/>
        </w:rPr>
        <w:t>я</w:t>
      </w:r>
      <w:r w:rsidRPr="00200EAC">
        <w:rPr>
          <w:kern w:val="2"/>
          <w:sz w:val="28"/>
          <w:szCs w:val="28"/>
        </w:rPr>
        <w:t xml:space="preserve">щему </w:t>
      </w:r>
      <w:r>
        <w:rPr>
          <w:kern w:val="2"/>
          <w:sz w:val="28"/>
          <w:szCs w:val="28"/>
        </w:rPr>
        <w:t>распоряжению</w:t>
      </w:r>
      <w:r w:rsidRPr="00200EAC">
        <w:rPr>
          <w:kern w:val="2"/>
          <w:sz w:val="28"/>
          <w:szCs w:val="28"/>
        </w:rPr>
        <w:t>.</w:t>
      </w:r>
    </w:p>
    <w:p w:rsidR="000009BD" w:rsidRDefault="000009BD" w:rsidP="000009BD">
      <w:pPr>
        <w:overflowPunct/>
        <w:spacing w:line="276" w:lineRule="auto"/>
        <w:ind w:firstLine="708"/>
        <w:jc w:val="both"/>
        <w:textAlignment w:val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</w:t>
      </w:r>
      <w:r w:rsidRPr="00C67D0F">
        <w:rPr>
          <w:kern w:val="2"/>
          <w:sz w:val="28"/>
          <w:szCs w:val="28"/>
        </w:rPr>
        <w:t>. Контрактной службе Администрации города (Карасева М.А.) обеспечить размещение настоящего распоряжения в Единой информационной системе в сфере закупок.</w:t>
      </w:r>
    </w:p>
    <w:p w:rsidR="000009BD" w:rsidRPr="00C67D0F" w:rsidRDefault="000009BD" w:rsidP="000009BD">
      <w:pPr>
        <w:overflowPunct/>
        <w:spacing w:line="276" w:lineRule="auto"/>
        <w:ind w:firstLine="708"/>
        <w:jc w:val="both"/>
        <w:textAlignment w:val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</w:t>
      </w:r>
      <w:r w:rsidRPr="009102D4">
        <w:rPr>
          <w:kern w:val="2"/>
          <w:sz w:val="28"/>
          <w:szCs w:val="28"/>
        </w:rPr>
        <w:t>. Признать утратившим силу распоряжение Администрации города от 14.04.2023 № 65 «О внесении изменений в распоряжение Администрации города от 31.08.2017 № 180».</w:t>
      </w:r>
    </w:p>
    <w:p w:rsidR="000009BD" w:rsidRPr="00C67D0F" w:rsidRDefault="000009BD" w:rsidP="000009BD">
      <w:pPr>
        <w:overflowPunct/>
        <w:spacing w:line="276" w:lineRule="auto"/>
        <w:ind w:firstLine="708"/>
        <w:jc w:val="both"/>
        <w:textAlignment w:val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4</w:t>
      </w:r>
      <w:r w:rsidRPr="00C67D0F">
        <w:rPr>
          <w:kern w:val="2"/>
          <w:sz w:val="28"/>
          <w:szCs w:val="28"/>
        </w:rPr>
        <w:t>. Настоящее распоряжение вступает в силу с момента подписания и по</w:t>
      </w:r>
      <w:r w:rsidRPr="00C67D0F">
        <w:rPr>
          <w:kern w:val="2"/>
          <w:sz w:val="28"/>
          <w:szCs w:val="28"/>
        </w:rPr>
        <w:t>д</w:t>
      </w:r>
      <w:r w:rsidRPr="00C67D0F">
        <w:rPr>
          <w:kern w:val="2"/>
          <w:sz w:val="28"/>
          <w:szCs w:val="28"/>
        </w:rPr>
        <w:t>лежит размещению на официальном сайте Администрации города Новошахти</w:t>
      </w:r>
      <w:r w:rsidRPr="00C67D0F">
        <w:rPr>
          <w:kern w:val="2"/>
          <w:sz w:val="28"/>
          <w:szCs w:val="28"/>
        </w:rPr>
        <w:t>н</w:t>
      </w:r>
      <w:r w:rsidRPr="00C67D0F">
        <w:rPr>
          <w:kern w:val="2"/>
          <w:sz w:val="28"/>
          <w:szCs w:val="28"/>
        </w:rPr>
        <w:t>ска в сети Интернет.</w:t>
      </w:r>
    </w:p>
    <w:p w:rsidR="000009BD" w:rsidRPr="00C67D0F" w:rsidRDefault="000009BD" w:rsidP="000009BD">
      <w:pPr>
        <w:overflowPunct/>
        <w:spacing w:line="276" w:lineRule="auto"/>
        <w:ind w:firstLine="708"/>
        <w:jc w:val="both"/>
        <w:textAlignment w:val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5</w:t>
      </w:r>
      <w:r w:rsidRPr="00C67D0F">
        <w:rPr>
          <w:kern w:val="2"/>
          <w:sz w:val="28"/>
          <w:szCs w:val="28"/>
        </w:rPr>
        <w:t xml:space="preserve">. </w:t>
      </w:r>
      <w:r w:rsidRPr="00C67D0F">
        <w:rPr>
          <w:sz w:val="28"/>
          <w:szCs w:val="28"/>
        </w:rPr>
        <w:t>Контроль за исполнением распоряжения возложить на заместителя Гл</w:t>
      </w:r>
      <w:r w:rsidRPr="00C67D0F">
        <w:rPr>
          <w:sz w:val="28"/>
          <w:szCs w:val="28"/>
        </w:rPr>
        <w:t>а</w:t>
      </w:r>
      <w:r w:rsidRPr="00C67D0F">
        <w:rPr>
          <w:sz w:val="28"/>
          <w:szCs w:val="28"/>
        </w:rPr>
        <w:t>вы Администрации города по вопросам экономики Ермаченко М.В.</w:t>
      </w:r>
    </w:p>
    <w:p w:rsidR="000009BD" w:rsidRPr="00C67D0F" w:rsidRDefault="000009BD" w:rsidP="000009BD">
      <w:pPr>
        <w:overflowPunct/>
        <w:autoSpaceDE/>
        <w:autoSpaceDN/>
        <w:adjustRightInd/>
        <w:spacing w:line="276" w:lineRule="auto"/>
        <w:jc w:val="both"/>
        <w:textAlignment w:val="auto"/>
        <w:rPr>
          <w:kern w:val="2"/>
          <w:sz w:val="28"/>
          <w:szCs w:val="28"/>
        </w:rPr>
      </w:pPr>
    </w:p>
    <w:p w:rsidR="000009BD" w:rsidRPr="00C67D0F" w:rsidRDefault="000009BD" w:rsidP="000009BD">
      <w:pPr>
        <w:overflowPunct/>
        <w:autoSpaceDE/>
        <w:autoSpaceDN/>
        <w:adjustRightInd/>
        <w:spacing w:line="216" w:lineRule="auto"/>
        <w:textAlignment w:val="auto"/>
        <w:rPr>
          <w:sz w:val="28"/>
          <w:szCs w:val="28"/>
        </w:rPr>
      </w:pPr>
    </w:p>
    <w:p w:rsidR="000009BD" w:rsidRPr="00C67D0F" w:rsidRDefault="000009BD" w:rsidP="000009BD">
      <w:pPr>
        <w:overflowPunct/>
        <w:autoSpaceDE/>
        <w:autoSpaceDN/>
        <w:adjustRightInd/>
        <w:spacing w:line="216" w:lineRule="auto"/>
        <w:textAlignment w:val="auto"/>
        <w:rPr>
          <w:kern w:val="2"/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C67D0F">
        <w:rPr>
          <w:sz w:val="28"/>
          <w:szCs w:val="28"/>
        </w:rPr>
        <w:t>С.А. Бондаренко</w:t>
      </w:r>
    </w:p>
    <w:p w:rsidR="000009BD" w:rsidRDefault="000009BD" w:rsidP="000009B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0009BD" w:rsidRDefault="000009BD" w:rsidP="000009B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0009BD" w:rsidRDefault="000009BD" w:rsidP="000009BD">
      <w:pPr>
        <w:overflowPunct/>
        <w:autoSpaceDE/>
        <w:autoSpaceDN/>
        <w:adjustRightInd/>
        <w:jc w:val="both"/>
        <w:textAlignment w:val="auto"/>
        <w:rPr>
          <w:sz w:val="48"/>
          <w:szCs w:val="28"/>
        </w:rPr>
      </w:pPr>
    </w:p>
    <w:p w:rsidR="00664313" w:rsidRPr="008E6624" w:rsidRDefault="00664313" w:rsidP="000009BD">
      <w:pPr>
        <w:overflowPunct/>
        <w:autoSpaceDE/>
        <w:autoSpaceDN/>
        <w:adjustRightInd/>
        <w:jc w:val="both"/>
        <w:textAlignment w:val="auto"/>
        <w:rPr>
          <w:sz w:val="48"/>
          <w:szCs w:val="28"/>
        </w:rPr>
      </w:pPr>
    </w:p>
    <w:p w:rsidR="000009BD" w:rsidRPr="00C67D0F" w:rsidRDefault="000009BD" w:rsidP="000009B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C67D0F">
        <w:rPr>
          <w:sz w:val="28"/>
          <w:szCs w:val="28"/>
        </w:rPr>
        <w:t>Распоряжение вносит</w:t>
      </w:r>
    </w:p>
    <w:p w:rsidR="000009BD" w:rsidRPr="00C67D0F" w:rsidRDefault="000009BD" w:rsidP="000009BD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C67D0F">
        <w:rPr>
          <w:sz w:val="28"/>
          <w:szCs w:val="28"/>
        </w:rPr>
        <w:t>контрактная служба</w:t>
      </w:r>
    </w:p>
    <w:p w:rsidR="000009BD" w:rsidRDefault="000009BD" w:rsidP="000009BD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C67D0F">
        <w:rPr>
          <w:sz w:val="28"/>
          <w:szCs w:val="28"/>
        </w:rPr>
        <w:t>Администрации города</w:t>
      </w:r>
    </w:p>
    <w:p w:rsidR="000009BD" w:rsidRPr="00A42600" w:rsidRDefault="000009BD" w:rsidP="000009BD">
      <w:pPr>
        <w:pageBreakBefore/>
        <w:ind w:left="5664" w:firstLine="708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lastRenderedPageBreak/>
        <w:t>Приложение</w:t>
      </w:r>
    </w:p>
    <w:p w:rsidR="000009BD" w:rsidRPr="00A42600" w:rsidRDefault="000009BD" w:rsidP="000009BD">
      <w:pPr>
        <w:ind w:left="6521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t>к распоряжению</w:t>
      </w:r>
    </w:p>
    <w:p w:rsidR="000009BD" w:rsidRPr="00A42600" w:rsidRDefault="000009BD" w:rsidP="000009BD">
      <w:pPr>
        <w:ind w:left="6521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t>Администрации города</w:t>
      </w:r>
    </w:p>
    <w:p w:rsidR="000009BD" w:rsidRPr="00A42600" w:rsidRDefault="000009BD" w:rsidP="000009BD">
      <w:pPr>
        <w:ind w:left="6521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t>от</w:t>
      </w:r>
      <w:r w:rsidR="00116637">
        <w:rPr>
          <w:sz w:val="28"/>
          <w:szCs w:val="28"/>
        </w:rPr>
        <w:t xml:space="preserve"> 16.11.2023 </w:t>
      </w:r>
      <w:r w:rsidRPr="00A42600">
        <w:rPr>
          <w:sz w:val="28"/>
          <w:szCs w:val="28"/>
        </w:rPr>
        <w:t>№</w:t>
      </w:r>
      <w:r w:rsidR="00116637">
        <w:rPr>
          <w:sz w:val="28"/>
          <w:szCs w:val="28"/>
        </w:rPr>
        <w:t xml:space="preserve"> 260</w:t>
      </w:r>
      <w:r>
        <w:rPr>
          <w:sz w:val="28"/>
          <w:szCs w:val="28"/>
        </w:rPr>
        <w:t xml:space="preserve"> </w:t>
      </w:r>
    </w:p>
    <w:p w:rsidR="00A64FA1" w:rsidRDefault="00A64FA1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приложение к распоряжению Администрации города 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31.08.2017 № 180 «Об утверждении нормативных затрат 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обеспечение функций Администрации города, в том числе 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подведомственных муниципальных казенных учреждений </w:t>
      </w:r>
    </w:p>
    <w:p w:rsidR="000009BD" w:rsidRDefault="000009BD" w:rsidP="000009BD">
      <w:pPr>
        <w:pStyle w:val="af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города Новошахтинска»</w:t>
      </w:r>
    </w:p>
    <w:p w:rsidR="000009BD" w:rsidRPr="00A64FA1" w:rsidRDefault="000009BD" w:rsidP="00E45D21">
      <w:pPr>
        <w:pStyle w:val="af"/>
        <w:widowControl w:val="0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0009BD" w:rsidRDefault="000009BD" w:rsidP="000009BD">
      <w:pPr>
        <w:pStyle w:val="af"/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Приложение изложить в редакции: </w:t>
      </w:r>
    </w:p>
    <w:p w:rsidR="000009BD" w:rsidRPr="00A42600" w:rsidRDefault="000009BD" w:rsidP="000009BD">
      <w:pPr>
        <w:widowControl w:val="0"/>
        <w:ind w:left="6096"/>
        <w:jc w:val="center"/>
        <w:rPr>
          <w:rFonts w:eastAsia="Calibri"/>
          <w:sz w:val="28"/>
          <w:szCs w:val="28"/>
          <w:lang w:eastAsia="en-US"/>
        </w:rPr>
      </w:pPr>
      <w:r w:rsidRPr="00A42600">
        <w:rPr>
          <w:rFonts w:eastAsia="Calibri"/>
          <w:sz w:val="28"/>
          <w:szCs w:val="28"/>
          <w:lang w:eastAsia="en-US"/>
        </w:rPr>
        <w:t xml:space="preserve">«Приложение </w:t>
      </w:r>
    </w:p>
    <w:p w:rsidR="000009BD" w:rsidRDefault="000009BD" w:rsidP="000009BD">
      <w:pPr>
        <w:widowControl w:val="0"/>
        <w:ind w:left="6096"/>
        <w:jc w:val="center"/>
        <w:rPr>
          <w:kern w:val="2"/>
          <w:sz w:val="28"/>
          <w:szCs w:val="28"/>
        </w:rPr>
      </w:pPr>
      <w:r w:rsidRPr="00A42600">
        <w:rPr>
          <w:rFonts w:eastAsia="Calibri"/>
          <w:sz w:val="28"/>
          <w:szCs w:val="28"/>
          <w:lang w:eastAsia="en-US"/>
        </w:rPr>
        <w:t xml:space="preserve">к </w:t>
      </w:r>
      <w:r>
        <w:rPr>
          <w:kern w:val="2"/>
          <w:sz w:val="28"/>
          <w:szCs w:val="28"/>
        </w:rPr>
        <w:t>распоряжению</w:t>
      </w:r>
      <w:r w:rsidRPr="00A42600">
        <w:rPr>
          <w:kern w:val="2"/>
          <w:sz w:val="28"/>
          <w:szCs w:val="28"/>
        </w:rPr>
        <w:t xml:space="preserve"> </w:t>
      </w:r>
    </w:p>
    <w:p w:rsidR="000009BD" w:rsidRDefault="000009BD" w:rsidP="000009BD">
      <w:pPr>
        <w:widowControl w:val="0"/>
        <w:ind w:left="6096"/>
        <w:jc w:val="center"/>
        <w:rPr>
          <w:kern w:val="2"/>
          <w:sz w:val="28"/>
          <w:szCs w:val="28"/>
        </w:rPr>
      </w:pPr>
      <w:r w:rsidRPr="00A42600">
        <w:rPr>
          <w:kern w:val="2"/>
          <w:sz w:val="28"/>
          <w:szCs w:val="28"/>
        </w:rPr>
        <w:t xml:space="preserve">Администрации города </w:t>
      </w:r>
    </w:p>
    <w:p w:rsidR="000009BD" w:rsidRDefault="000009BD" w:rsidP="000009BD">
      <w:pPr>
        <w:widowControl w:val="0"/>
        <w:ind w:left="6096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 31.08.2017 № 180</w:t>
      </w:r>
    </w:p>
    <w:p w:rsidR="000009BD" w:rsidRDefault="000009BD" w:rsidP="000009BD">
      <w:pPr>
        <w:widowControl w:val="0"/>
        <w:ind w:left="4253"/>
        <w:jc w:val="center"/>
        <w:rPr>
          <w:kern w:val="2"/>
          <w:sz w:val="28"/>
          <w:szCs w:val="28"/>
        </w:rPr>
      </w:pPr>
    </w:p>
    <w:p w:rsidR="00A64FA1" w:rsidRDefault="00A64FA1" w:rsidP="000009BD">
      <w:pPr>
        <w:widowControl w:val="0"/>
        <w:ind w:left="4253"/>
        <w:jc w:val="center"/>
        <w:rPr>
          <w:kern w:val="2"/>
          <w:sz w:val="28"/>
          <w:szCs w:val="28"/>
        </w:rPr>
      </w:pPr>
    </w:p>
    <w:p w:rsidR="000009BD" w:rsidRPr="00063645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>НОРМАТИВНЫЕ ЗАТРАТЫ</w:t>
      </w:r>
    </w:p>
    <w:p w:rsidR="000009BD" w:rsidRPr="00063645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>на обеспечение функций Администрации города, в том числе</w:t>
      </w:r>
    </w:p>
    <w:p w:rsidR="000009BD" w:rsidRPr="00063645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 xml:space="preserve">подведомственных муниципальных казенных учреждений города </w:t>
      </w:r>
      <w:r>
        <w:rPr>
          <w:sz w:val="28"/>
          <w:szCs w:val="28"/>
        </w:rPr>
        <w:t xml:space="preserve">                                                           </w:t>
      </w:r>
      <w:r w:rsidRPr="00063645">
        <w:rPr>
          <w:sz w:val="28"/>
          <w:szCs w:val="28"/>
        </w:rPr>
        <w:t>Новошахтинска (далее – нормативные затраты)</w:t>
      </w:r>
    </w:p>
    <w:p w:rsidR="000009BD" w:rsidRPr="00A64FA1" w:rsidRDefault="000009BD" w:rsidP="000009BD">
      <w:pPr>
        <w:jc w:val="center"/>
        <w:rPr>
          <w:sz w:val="28"/>
          <w:szCs w:val="28"/>
        </w:rPr>
      </w:pPr>
    </w:p>
    <w:p w:rsidR="000009BD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>1. Общие положения</w:t>
      </w:r>
    </w:p>
    <w:p w:rsidR="00A64FA1" w:rsidRPr="00063645" w:rsidRDefault="00A64FA1" w:rsidP="000009BD">
      <w:pPr>
        <w:jc w:val="center"/>
        <w:rPr>
          <w:sz w:val="28"/>
          <w:szCs w:val="28"/>
        </w:rPr>
      </w:pPr>
    </w:p>
    <w:p w:rsidR="000009BD" w:rsidRPr="00781544" w:rsidRDefault="000009BD" w:rsidP="000009BD">
      <w:pPr>
        <w:jc w:val="both"/>
        <w:rPr>
          <w:sz w:val="28"/>
          <w:szCs w:val="28"/>
        </w:rPr>
      </w:pPr>
      <w:r w:rsidRPr="00781544">
        <w:rPr>
          <w:sz w:val="28"/>
          <w:szCs w:val="28"/>
        </w:rPr>
        <w:tab/>
      </w:r>
      <w:r>
        <w:rPr>
          <w:sz w:val="28"/>
          <w:szCs w:val="28"/>
        </w:rPr>
        <w:t xml:space="preserve">1.1. </w:t>
      </w:r>
      <w:r w:rsidRPr="00781544">
        <w:rPr>
          <w:sz w:val="28"/>
          <w:szCs w:val="28"/>
        </w:rPr>
        <w:t>Настоящий документ устанавливает нормативны</w:t>
      </w:r>
      <w:r>
        <w:rPr>
          <w:sz w:val="28"/>
          <w:szCs w:val="28"/>
        </w:rPr>
        <w:t>е</w:t>
      </w:r>
      <w:r w:rsidRPr="00781544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ы</w:t>
      </w:r>
      <w:r w:rsidRPr="00781544">
        <w:rPr>
          <w:sz w:val="28"/>
          <w:szCs w:val="28"/>
        </w:rPr>
        <w:t xml:space="preserve"> на обесп</w:t>
      </w:r>
      <w:r w:rsidRPr="00781544">
        <w:rPr>
          <w:sz w:val="28"/>
          <w:szCs w:val="28"/>
        </w:rPr>
        <w:t>е</w:t>
      </w:r>
      <w:r w:rsidRPr="00781544">
        <w:rPr>
          <w:sz w:val="28"/>
          <w:szCs w:val="28"/>
        </w:rPr>
        <w:t>чение функций Администрации города, в том числе подведомственных муниц</w:t>
      </w:r>
      <w:r w:rsidRPr="00781544">
        <w:rPr>
          <w:sz w:val="28"/>
          <w:szCs w:val="28"/>
        </w:rPr>
        <w:t>и</w:t>
      </w:r>
      <w:r w:rsidRPr="00781544">
        <w:rPr>
          <w:sz w:val="28"/>
          <w:szCs w:val="28"/>
        </w:rPr>
        <w:t>пальных казённых учреждений города Новошахтинска в части закупок товаров, работ, услуг</w:t>
      </w:r>
      <w:r>
        <w:rPr>
          <w:sz w:val="28"/>
          <w:szCs w:val="28"/>
        </w:rPr>
        <w:t xml:space="preserve"> (далее – затраты)</w:t>
      </w:r>
      <w:r w:rsidRPr="00781544">
        <w:rPr>
          <w:sz w:val="28"/>
          <w:szCs w:val="28"/>
        </w:rPr>
        <w:t>.</w:t>
      </w:r>
    </w:p>
    <w:p w:rsidR="000009BD" w:rsidRDefault="000009BD" w:rsidP="000009BD">
      <w:pPr>
        <w:jc w:val="both"/>
        <w:rPr>
          <w:sz w:val="28"/>
          <w:szCs w:val="28"/>
        </w:rPr>
      </w:pPr>
      <w:r w:rsidRPr="00781544">
        <w:rPr>
          <w:sz w:val="28"/>
          <w:szCs w:val="28"/>
        </w:rPr>
        <w:tab/>
      </w:r>
      <w:r>
        <w:rPr>
          <w:sz w:val="28"/>
          <w:szCs w:val="28"/>
        </w:rPr>
        <w:t>1.2. За</w:t>
      </w:r>
      <w:r w:rsidRPr="00CE6486">
        <w:rPr>
          <w:sz w:val="28"/>
          <w:szCs w:val="28"/>
        </w:rPr>
        <w:t>траты применяются для обоснования объекта и (или) объектов з</w:t>
      </w:r>
      <w:r w:rsidRPr="00CE6486">
        <w:rPr>
          <w:sz w:val="28"/>
          <w:szCs w:val="28"/>
        </w:rPr>
        <w:t>а</w:t>
      </w:r>
      <w:r w:rsidRPr="00CE6486">
        <w:rPr>
          <w:sz w:val="28"/>
          <w:szCs w:val="28"/>
        </w:rPr>
        <w:t>купки Администрации города, в</w:t>
      </w:r>
      <w:r w:rsidRPr="00781544">
        <w:rPr>
          <w:sz w:val="28"/>
          <w:szCs w:val="28"/>
        </w:rPr>
        <w:t xml:space="preserve"> том числе подведомственных муниципальных казённых учреждений города Новошахтинска.</w:t>
      </w:r>
    </w:p>
    <w:p w:rsidR="000009BD" w:rsidRPr="00781544" w:rsidRDefault="000009BD" w:rsidP="000009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Затраты определяются в порядке, установленном Правилами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нормативных затрат на обеспечение функций главных распорядителей бюджетных средств, в том числе подведомственных им муниципальных казе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учреждений, утвержденными постановлением Администрации города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вошахтинска от 29.12.2015 № 1375 (далее – Правила).</w:t>
      </w:r>
    </w:p>
    <w:p w:rsidR="000009BD" w:rsidRPr="00CC015C" w:rsidRDefault="000009BD" w:rsidP="000009BD">
      <w:pPr>
        <w:jc w:val="both"/>
        <w:rPr>
          <w:sz w:val="28"/>
          <w:szCs w:val="28"/>
        </w:rPr>
      </w:pPr>
      <w:r w:rsidRPr="00BE1EAC">
        <w:rPr>
          <w:color w:val="FF0000"/>
          <w:sz w:val="28"/>
          <w:szCs w:val="28"/>
        </w:rPr>
        <w:tab/>
      </w:r>
      <w:r w:rsidRPr="00CC015C">
        <w:rPr>
          <w:sz w:val="28"/>
          <w:szCs w:val="28"/>
        </w:rPr>
        <w:t>Общий объем затрат, связанных с закупкой товаров, работ, услуг, рассч</w:t>
      </w:r>
      <w:r w:rsidRPr="00CC015C">
        <w:rPr>
          <w:sz w:val="28"/>
          <w:szCs w:val="28"/>
        </w:rPr>
        <w:t>и</w:t>
      </w:r>
      <w:r w:rsidRPr="00CC015C">
        <w:rPr>
          <w:sz w:val="28"/>
          <w:szCs w:val="28"/>
        </w:rPr>
        <w:t>танный на основе нормативных затрат, не может превышать объем лимитов бюджетных обязательств, предусмотренных для Администрации города, в том числе подведомственных муниципальных казённых учреждений города Нов</w:t>
      </w:r>
      <w:r w:rsidRPr="00CC015C">
        <w:rPr>
          <w:sz w:val="28"/>
          <w:szCs w:val="28"/>
        </w:rPr>
        <w:t>о</w:t>
      </w:r>
      <w:r w:rsidRPr="00CC015C">
        <w:rPr>
          <w:sz w:val="28"/>
          <w:szCs w:val="28"/>
        </w:rPr>
        <w:t>шахтинска как получателю бюджетных средств лимитов бюджетных обяз</w:t>
      </w:r>
      <w:r w:rsidRPr="00CC015C">
        <w:rPr>
          <w:sz w:val="28"/>
          <w:szCs w:val="28"/>
        </w:rPr>
        <w:t>а</w:t>
      </w:r>
      <w:r w:rsidRPr="00CC015C">
        <w:rPr>
          <w:sz w:val="28"/>
          <w:szCs w:val="28"/>
        </w:rPr>
        <w:t>тельств на закупку товаров, работ, услуг в рамках исполнения  бюджета города.</w:t>
      </w:r>
    </w:p>
    <w:p w:rsidR="000009BD" w:rsidRPr="000A24B0" w:rsidRDefault="000009BD" w:rsidP="000009BD">
      <w:pPr>
        <w:jc w:val="both"/>
        <w:rPr>
          <w:sz w:val="28"/>
          <w:szCs w:val="28"/>
        </w:rPr>
      </w:pPr>
      <w:r w:rsidRPr="00BE1EAC">
        <w:rPr>
          <w:color w:val="FF0000"/>
          <w:sz w:val="28"/>
          <w:szCs w:val="28"/>
        </w:rPr>
        <w:tab/>
      </w:r>
      <w:r w:rsidRPr="000A24B0">
        <w:rPr>
          <w:sz w:val="28"/>
          <w:szCs w:val="28"/>
        </w:rPr>
        <w:t>1.4. Количество планируемых к приобретению товаров (основных средств и материальных запасов) определяется с учетом фактического наличия колич</w:t>
      </w:r>
      <w:r w:rsidRPr="000A24B0">
        <w:rPr>
          <w:sz w:val="28"/>
          <w:szCs w:val="28"/>
        </w:rPr>
        <w:t>е</w:t>
      </w:r>
      <w:r w:rsidRPr="000A24B0">
        <w:rPr>
          <w:sz w:val="28"/>
          <w:szCs w:val="28"/>
        </w:rPr>
        <w:t xml:space="preserve">ства товаров, учитываемых на балансе в Администрации города, в том числе </w:t>
      </w:r>
      <w:r w:rsidRPr="000A24B0">
        <w:rPr>
          <w:sz w:val="28"/>
          <w:szCs w:val="28"/>
        </w:rPr>
        <w:lastRenderedPageBreak/>
        <w:t>подведомственных муниципальных казённых учреждений города Новошахти</w:t>
      </w:r>
      <w:r w:rsidRPr="000A24B0">
        <w:rPr>
          <w:sz w:val="28"/>
          <w:szCs w:val="28"/>
        </w:rPr>
        <w:t>н</w:t>
      </w:r>
      <w:r w:rsidRPr="000A24B0">
        <w:rPr>
          <w:sz w:val="28"/>
          <w:szCs w:val="28"/>
        </w:rPr>
        <w:t>ска.</w:t>
      </w:r>
    </w:p>
    <w:p w:rsidR="000009BD" w:rsidRDefault="000009BD" w:rsidP="000009BD">
      <w:pPr>
        <w:jc w:val="both"/>
        <w:rPr>
          <w:sz w:val="28"/>
          <w:szCs w:val="28"/>
        </w:rPr>
      </w:pPr>
      <w:r w:rsidRPr="00BE1EAC">
        <w:rPr>
          <w:color w:val="FF0000"/>
          <w:sz w:val="28"/>
          <w:szCs w:val="28"/>
        </w:rPr>
        <w:tab/>
      </w:r>
      <w:r w:rsidRPr="005E57C5">
        <w:rPr>
          <w:sz w:val="28"/>
          <w:szCs w:val="28"/>
        </w:rPr>
        <w:t>В отношении товаров, относящихся к основным средствам, устанавлив</w:t>
      </w:r>
      <w:r w:rsidRPr="005E57C5">
        <w:rPr>
          <w:sz w:val="28"/>
          <w:szCs w:val="28"/>
        </w:rPr>
        <w:t>а</w:t>
      </w:r>
      <w:r w:rsidRPr="005E57C5">
        <w:rPr>
          <w:sz w:val="28"/>
          <w:szCs w:val="28"/>
        </w:rPr>
        <w:t>ются сроки их полезного использования в соответствии с требованиями закон</w:t>
      </w:r>
      <w:r w:rsidRPr="005E57C5">
        <w:rPr>
          <w:sz w:val="28"/>
          <w:szCs w:val="28"/>
        </w:rPr>
        <w:t>о</w:t>
      </w:r>
      <w:r w:rsidRPr="005E57C5">
        <w:rPr>
          <w:sz w:val="28"/>
          <w:szCs w:val="28"/>
        </w:rPr>
        <w:t>дательства Российской Федерации о бухгалтерском учете или исходя из предп</w:t>
      </w:r>
      <w:r w:rsidRPr="005E57C5">
        <w:rPr>
          <w:sz w:val="28"/>
          <w:szCs w:val="28"/>
        </w:rPr>
        <w:t>о</w:t>
      </w:r>
      <w:r w:rsidRPr="005E57C5">
        <w:rPr>
          <w:sz w:val="28"/>
          <w:szCs w:val="28"/>
        </w:rPr>
        <w:t>лагаемого срока фактического использования. При этом предполагаемый срок фактического использования не может быть меньше срока полезного использ</w:t>
      </w:r>
      <w:r w:rsidRPr="005E57C5">
        <w:rPr>
          <w:sz w:val="28"/>
          <w:szCs w:val="28"/>
        </w:rPr>
        <w:t>о</w:t>
      </w:r>
      <w:r w:rsidRPr="005E57C5">
        <w:rPr>
          <w:sz w:val="28"/>
          <w:szCs w:val="28"/>
        </w:rPr>
        <w:t>вания, определяемого в соответствии с требованиями законодательства Росси</w:t>
      </w:r>
      <w:r w:rsidRPr="005E57C5">
        <w:rPr>
          <w:sz w:val="28"/>
          <w:szCs w:val="28"/>
        </w:rPr>
        <w:t>й</w:t>
      </w:r>
      <w:r w:rsidRPr="005E57C5">
        <w:rPr>
          <w:sz w:val="28"/>
          <w:szCs w:val="28"/>
        </w:rPr>
        <w:t>ской Федерации о бухгалтерском учете.</w:t>
      </w:r>
    </w:p>
    <w:p w:rsidR="000009BD" w:rsidRPr="00A64FA1" w:rsidRDefault="000009BD" w:rsidP="000009BD">
      <w:pPr>
        <w:jc w:val="both"/>
        <w:rPr>
          <w:sz w:val="28"/>
          <w:szCs w:val="28"/>
        </w:rPr>
      </w:pPr>
    </w:p>
    <w:p w:rsidR="000009BD" w:rsidRDefault="000009BD" w:rsidP="000009BD">
      <w:pPr>
        <w:jc w:val="center"/>
        <w:rPr>
          <w:sz w:val="28"/>
          <w:szCs w:val="28"/>
        </w:rPr>
      </w:pPr>
      <w:r>
        <w:rPr>
          <w:sz w:val="28"/>
          <w:szCs w:val="28"/>
        </w:rPr>
        <w:t>2. Затраты на информационно-коммуникационные технологии</w:t>
      </w:r>
    </w:p>
    <w:p w:rsidR="000E3D24" w:rsidRDefault="000E3D24" w:rsidP="000009BD">
      <w:pPr>
        <w:jc w:val="center"/>
        <w:rPr>
          <w:sz w:val="28"/>
          <w:szCs w:val="28"/>
        </w:rPr>
      </w:pPr>
    </w:p>
    <w:p w:rsidR="000009BD" w:rsidRDefault="000009BD" w:rsidP="000009B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2.1. Затраты на услуги связи.</w:t>
      </w:r>
    </w:p>
    <w:p w:rsidR="000009BD" w:rsidRDefault="000009BD" w:rsidP="000009B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2.1.1. Затраты на абонентскую плату в месяц:</w:t>
      </w:r>
    </w:p>
    <w:p w:rsidR="00A64FA1" w:rsidRPr="00AB70E9" w:rsidRDefault="00A64FA1" w:rsidP="000009BD">
      <w:pPr>
        <w:ind w:firstLine="709"/>
        <w:rPr>
          <w:sz w:val="1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4754"/>
        <w:gridCol w:w="1697"/>
        <w:gridCol w:w="3095"/>
      </w:tblGrid>
      <w:tr w:rsidR="000009BD" w:rsidRPr="006A4904" w:rsidTr="00664313">
        <w:tc>
          <w:tcPr>
            <w:tcW w:w="519" w:type="dxa"/>
            <w:shd w:val="clear" w:color="auto" w:fill="auto"/>
          </w:tcPr>
          <w:p w:rsidR="000009BD" w:rsidRPr="006A4904" w:rsidRDefault="000009BD" w:rsidP="00664313">
            <w:pPr>
              <w:ind w:left="-21"/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№ п/п</w:t>
            </w:r>
          </w:p>
        </w:tc>
        <w:tc>
          <w:tcPr>
            <w:tcW w:w="4754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25116D">
              <w:rPr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Количество абонентских номеров</w:t>
            </w:r>
            <w:r>
              <w:rPr>
                <w:sz w:val="24"/>
                <w:szCs w:val="24"/>
              </w:rPr>
              <w:t>,</w:t>
            </w:r>
            <w:r w:rsidRPr="006A490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3095" w:type="dxa"/>
            <w:shd w:val="clear" w:color="auto" w:fill="auto"/>
          </w:tcPr>
          <w:p w:rsidR="000009BD" w:rsidRPr="006A4904" w:rsidRDefault="000009BD" w:rsidP="00664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абонентская плата в расчете на один абонентский</w:t>
            </w:r>
            <w:r w:rsidR="006643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номер, руб. (не более)</w:t>
            </w:r>
          </w:p>
        </w:tc>
      </w:tr>
      <w:tr w:rsidR="000009BD" w:rsidRPr="006A4904" w:rsidTr="00664313">
        <w:tc>
          <w:tcPr>
            <w:tcW w:w="519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1</w:t>
            </w:r>
          </w:p>
        </w:tc>
        <w:tc>
          <w:tcPr>
            <w:tcW w:w="4754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3</w:t>
            </w:r>
          </w:p>
        </w:tc>
        <w:tc>
          <w:tcPr>
            <w:tcW w:w="3095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4</w:t>
            </w:r>
          </w:p>
        </w:tc>
      </w:tr>
      <w:tr w:rsidR="000009BD" w:rsidRPr="006A4904" w:rsidTr="00664313">
        <w:tc>
          <w:tcPr>
            <w:tcW w:w="10065" w:type="dxa"/>
            <w:gridSpan w:val="4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F3438" w:rsidTr="00664313">
        <w:tc>
          <w:tcPr>
            <w:tcW w:w="51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1.</w:t>
            </w:r>
          </w:p>
        </w:tc>
        <w:tc>
          <w:tcPr>
            <w:tcW w:w="4754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60</w:t>
            </w:r>
          </w:p>
        </w:tc>
        <w:tc>
          <w:tcPr>
            <w:tcW w:w="3095" w:type="dxa"/>
            <w:shd w:val="clear" w:color="auto" w:fill="auto"/>
          </w:tcPr>
          <w:p w:rsidR="000009BD" w:rsidRPr="008F3438" w:rsidRDefault="000009BD" w:rsidP="00664313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Цена определяется тариф</w:t>
            </w:r>
            <w:r w:rsidRPr="008F3438">
              <w:rPr>
                <w:sz w:val="24"/>
                <w:szCs w:val="24"/>
              </w:rPr>
              <w:t>а</w:t>
            </w:r>
            <w:r w:rsidRPr="008F3438">
              <w:rPr>
                <w:sz w:val="24"/>
                <w:szCs w:val="24"/>
              </w:rPr>
              <w:t>ми оператора телефонной связи</w:t>
            </w:r>
          </w:p>
        </w:tc>
      </w:tr>
      <w:tr w:rsidR="000009BD" w:rsidRPr="002C467F" w:rsidTr="00664313">
        <w:tc>
          <w:tcPr>
            <w:tcW w:w="10065" w:type="dxa"/>
            <w:gridSpan w:val="4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2C467F" w:rsidTr="00664313">
        <w:tc>
          <w:tcPr>
            <w:tcW w:w="519" w:type="dxa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67F">
              <w:rPr>
                <w:sz w:val="24"/>
                <w:szCs w:val="24"/>
              </w:rPr>
              <w:t>.</w:t>
            </w:r>
          </w:p>
        </w:tc>
        <w:tc>
          <w:tcPr>
            <w:tcW w:w="4754" w:type="dxa"/>
            <w:shd w:val="clear" w:color="auto" w:fill="auto"/>
          </w:tcPr>
          <w:p w:rsidR="000009BD" w:rsidRPr="002C467F" w:rsidRDefault="000009BD" w:rsidP="008E6624">
            <w:pPr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3</w:t>
            </w:r>
          </w:p>
        </w:tc>
        <w:tc>
          <w:tcPr>
            <w:tcW w:w="3095" w:type="dxa"/>
            <w:shd w:val="clear" w:color="auto" w:fill="auto"/>
          </w:tcPr>
          <w:p w:rsidR="000009BD" w:rsidRPr="002C467F" w:rsidRDefault="000009BD" w:rsidP="00664313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Цена определяется тариф</w:t>
            </w:r>
            <w:r w:rsidRPr="002C467F">
              <w:rPr>
                <w:sz w:val="24"/>
                <w:szCs w:val="24"/>
              </w:rPr>
              <w:t>а</w:t>
            </w:r>
            <w:r w:rsidRPr="002C467F">
              <w:rPr>
                <w:sz w:val="24"/>
                <w:szCs w:val="24"/>
              </w:rPr>
              <w:t>ми оператора телефонной связи</w:t>
            </w:r>
          </w:p>
        </w:tc>
      </w:tr>
      <w:tr w:rsidR="000009BD" w:rsidRPr="004B5B80" w:rsidTr="00664313">
        <w:tc>
          <w:tcPr>
            <w:tcW w:w="10065" w:type="dxa"/>
            <w:gridSpan w:val="4"/>
            <w:shd w:val="clear" w:color="auto" w:fill="auto"/>
          </w:tcPr>
          <w:p w:rsidR="000009BD" w:rsidRPr="004B5B80" w:rsidRDefault="000009BD" w:rsidP="008E6624">
            <w:pPr>
              <w:jc w:val="center"/>
              <w:rPr>
                <w:sz w:val="24"/>
                <w:szCs w:val="24"/>
              </w:rPr>
            </w:pPr>
            <w:r w:rsidRPr="004B5B80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6A4904" w:rsidTr="00664313">
        <w:tc>
          <w:tcPr>
            <w:tcW w:w="519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A4904">
              <w:rPr>
                <w:sz w:val="24"/>
                <w:szCs w:val="24"/>
              </w:rPr>
              <w:t>.</w:t>
            </w:r>
          </w:p>
        </w:tc>
        <w:tc>
          <w:tcPr>
            <w:tcW w:w="4754" w:type="dxa"/>
            <w:shd w:val="clear" w:color="auto" w:fill="auto"/>
          </w:tcPr>
          <w:p w:rsidR="000009BD" w:rsidRPr="002C467F" w:rsidRDefault="000009BD" w:rsidP="008E6624">
            <w:pPr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95" w:type="dxa"/>
            <w:shd w:val="clear" w:color="auto" w:fill="auto"/>
          </w:tcPr>
          <w:p w:rsidR="000009BD" w:rsidRPr="002C467F" w:rsidRDefault="000009BD" w:rsidP="00664313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Цена определяется тариф</w:t>
            </w:r>
            <w:r w:rsidRPr="002C467F">
              <w:rPr>
                <w:sz w:val="24"/>
                <w:szCs w:val="24"/>
              </w:rPr>
              <w:t>а</w:t>
            </w:r>
            <w:r w:rsidRPr="002C467F">
              <w:rPr>
                <w:sz w:val="24"/>
                <w:szCs w:val="24"/>
              </w:rPr>
              <w:t>ми оператора телефонной связи</w:t>
            </w:r>
          </w:p>
        </w:tc>
      </w:tr>
    </w:tbl>
    <w:p w:rsidR="000009BD" w:rsidRPr="00AB70E9" w:rsidRDefault="000009BD" w:rsidP="000009BD">
      <w:pPr>
        <w:rPr>
          <w:sz w:val="16"/>
          <w:highlight w:val="yellow"/>
        </w:rPr>
      </w:pPr>
    </w:p>
    <w:p w:rsidR="000009BD" w:rsidRDefault="000009BD" w:rsidP="000009BD">
      <w:pPr>
        <w:widowControl w:val="0"/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AB29FC">
        <w:rPr>
          <w:rFonts w:eastAsia="Calibri"/>
          <w:sz w:val="28"/>
          <w:szCs w:val="28"/>
          <w:lang w:eastAsia="en-US"/>
        </w:rPr>
        <w:t>2.1.2. Затраты на повременную оплату местных, междугородних и межд</w:t>
      </w:r>
      <w:r w:rsidRPr="00AB29FC">
        <w:rPr>
          <w:rFonts w:eastAsia="Calibri"/>
          <w:sz w:val="28"/>
          <w:szCs w:val="28"/>
          <w:lang w:eastAsia="en-US"/>
        </w:rPr>
        <w:t>у</w:t>
      </w:r>
      <w:r w:rsidRPr="00AB29FC">
        <w:rPr>
          <w:rFonts w:eastAsia="Calibri"/>
          <w:sz w:val="28"/>
          <w:szCs w:val="28"/>
          <w:lang w:eastAsia="en-US"/>
        </w:rPr>
        <w:t>народных телефонных соединений (для всех категорий и групп должностей):</w:t>
      </w:r>
    </w:p>
    <w:p w:rsidR="00A64FA1" w:rsidRPr="00AB70E9" w:rsidRDefault="00A64FA1" w:rsidP="000009BD">
      <w:pPr>
        <w:widowControl w:val="0"/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63"/>
        <w:gridCol w:w="1559"/>
        <w:gridCol w:w="1559"/>
        <w:gridCol w:w="2417"/>
      </w:tblGrid>
      <w:tr w:rsidR="000009BD" w:rsidRPr="00AB29FC" w:rsidTr="00664313">
        <w:trPr>
          <w:trHeight w:val="866"/>
        </w:trPr>
        <w:tc>
          <w:tcPr>
            <w:tcW w:w="567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№ п/п</w:t>
            </w:r>
          </w:p>
        </w:tc>
        <w:tc>
          <w:tcPr>
            <w:tcW w:w="3963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Наименование норматива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                    </w:t>
            </w:r>
            <w:r w:rsidRPr="00AB29FC">
              <w:rPr>
                <w:sz w:val="24"/>
                <w:szCs w:val="24"/>
              </w:rPr>
              <w:t xml:space="preserve"> абонентских </w:t>
            </w:r>
            <w:r>
              <w:rPr>
                <w:sz w:val="24"/>
                <w:szCs w:val="24"/>
              </w:rPr>
              <w:t xml:space="preserve">                   </w:t>
            </w:r>
            <w:r w:rsidRPr="00AB29FC">
              <w:rPr>
                <w:sz w:val="24"/>
                <w:szCs w:val="24"/>
              </w:rPr>
              <w:t>номеров, шт.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Продолж</w:t>
            </w:r>
            <w:r w:rsidRPr="00AB29FC">
              <w:rPr>
                <w:sz w:val="24"/>
                <w:szCs w:val="24"/>
              </w:rPr>
              <w:t>и</w:t>
            </w:r>
            <w:r w:rsidRPr="00AB29FC">
              <w:rPr>
                <w:sz w:val="24"/>
                <w:szCs w:val="24"/>
              </w:rPr>
              <w:t>тельность, мин. *</w:t>
            </w:r>
          </w:p>
        </w:tc>
        <w:tc>
          <w:tcPr>
            <w:tcW w:w="2417" w:type="dxa"/>
            <w:shd w:val="clear" w:color="auto" w:fill="auto"/>
          </w:tcPr>
          <w:p w:rsidR="000009BD" w:rsidRPr="00AB29FC" w:rsidRDefault="000009BD" w:rsidP="00A64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</w:t>
            </w:r>
            <w:r w:rsidRPr="00AB29FC">
              <w:rPr>
                <w:sz w:val="24"/>
                <w:szCs w:val="24"/>
              </w:rPr>
              <w:t>ена мин</w:t>
            </w:r>
            <w:r w:rsidRPr="00AB29FC">
              <w:rPr>
                <w:sz w:val="24"/>
                <w:szCs w:val="24"/>
              </w:rPr>
              <w:t>у</w:t>
            </w:r>
            <w:r w:rsidRPr="00AB29FC">
              <w:rPr>
                <w:sz w:val="24"/>
                <w:szCs w:val="24"/>
              </w:rPr>
              <w:t>ты разговора, руб. (не более)</w:t>
            </w:r>
          </w:p>
        </w:tc>
      </w:tr>
      <w:tr w:rsidR="000009BD" w:rsidRPr="00AB29FC" w:rsidTr="00664313">
        <w:tc>
          <w:tcPr>
            <w:tcW w:w="567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4</w:t>
            </w:r>
          </w:p>
        </w:tc>
        <w:tc>
          <w:tcPr>
            <w:tcW w:w="2417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5</w:t>
            </w:r>
          </w:p>
        </w:tc>
      </w:tr>
      <w:tr w:rsidR="000009BD" w:rsidRPr="008F3438" w:rsidTr="00664313">
        <w:tc>
          <w:tcPr>
            <w:tcW w:w="10065" w:type="dxa"/>
            <w:gridSpan w:val="5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F3438" w:rsidTr="00664313">
        <w:tc>
          <w:tcPr>
            <w:tcW w:w="56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1.</w:t>
            </w:r>
          </w:p>
        </w:tc>
        <w:tc>
          <w:tcPr>
            <w:tcW w:w="3963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Повременная оплата местных (внутризоновых) телефонных с</w:t>
            </w:r>
            <w:r w:rsidRPr="008F3438">
              <w:rPr>
                <w:sz w:val="24"/>
                <w:szCs w:val="24"/>
              </w:rPr>
              <w:t>о</w:t>
            </w:r>
            <w:r w:rsidRPr="008F3438">
              <w:rPr>
                <w:sz w:val="24"/>
                <w:szCs w:val="24"/>
              </w:rPr>
              <w:t xml:space="preserve">единений 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2 000</w:t>
            </w:r>
          </w:p>
        </w:tc>
        <w:tc>
          <w:tcPr>
            <w:tcW w:w="2417" w:type="dxa"/>
            <w:shd w:val="clear" w:color="auto" w:fill="auto"/>
          </w:tcPr>
          <w:p w:rsidR="000009BD" w:rsidRPr="00B13210" w:rsidRDefault="000009BD" w:rsidP="008E6624">
            <w:pPr>
              <w:jc w:val="center"/>
              <w:rPr>
                <w:sz w:val="24"/>
                <w:szCs w:val="24"/>
              </w:rPr>
            </w:pPr>
            <w:r w:rsidRPr="00B13210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8F3438" w:rsidTr="00664313">
        <w:tc>
          <w:tcPr>
            <w:tcW w:w="56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2.</w:t>
            </w:r>
          </w:p>
        </w:tc>
        <w:tc>
          <w:tcPr>
            <w:tcW w:w="3963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Повременная оплата междугоро</w:t>
            </w:r>
            <w:r w:rsidRPr="008F3438">
              <w:rPr>
                <w:sz w:val="24"/>
                <w:szCs w:val="24"/>
              </w:rPr>
              <w:t>д</w:t>
            </w:r>
            <w:r w:rsidRPr="008F3438">
              <w:rPr>
                <w:sz w:val="24"/>
                <w:szCs w:val="24"/>
              </w:rPr>
              <w:t>них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57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2 000</w:t>
            </w:r>
          </w:p>
        </w:tc>
        <w:tc>
          <w:tcPr>
            <w:tcW w:w="2417" w:type="dxa"/>
            <w:shd w:val="clear" w:color="auto" w:fill="auto"/>
          </w:tcPr>
          <w:p w:rsidR="000009BD" w:rsidRPr="00B13210" w:rsidRDefault="000009BD" w:rsidP="008E6624">
            <w:pPr>
              <w:jc w:val="center"/>
              <w:rPr>
                <w:sz w:val="24"/>
                <w:szCs w:val="24"/>
              </w:rPr>
            </w:pPr>
            <w:r w:rsidRPr="00B13210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8F3438" w:rsidTr="00664313">
        <w:tc>
          <w:tcPr>
            <w:tcW w:w="56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3.</w:t>
            </w:r>
          </w:p>
        </w:tc>
        <w:tc>
          <w:tcPr>
            <w:tcW w:w="3963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Повременная оплата междунаро</w:t>
            </w:r>
            <w:r w:rsidRPr="008F3438">
              <w:rPr>
                <w:sz w:val="24"/>
                <w:szCs w:val="24"/>
              </w:rPr>
              <w:t>д</w:t>
            </w:r>
            <w:r w:rsidRPr="008F3438">
              <w:rPr>
                <w:sz w:val="24"/>
                <w:szCs w:val="24"/>
              </w:rPr>
              <w:t>ных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57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2 000</w:t>
            </w:r>
          </w:p>
        </w:tc>
        <w:tc>
          <w:tcPr>
            <w:tcW w:w="2417" w:type="dxa"/>
            <w:shd w:val="clear" w:color="auto" w:fill="auto"/>
          </w:tcPr>
          <w:p w:rsidR="000009BD" w:rsidRPr="00B13210" w:rsidRDefault="000009BD" w:rsidP="008E6624">
            <w:pPr>
              <w:jc w:val="center"/>
              <w:rPr>
                <w:sz w:val="24"/>
                <w:szCs w:val="24"/>
              </w:rPr>
            </w:pPr>
            <w:r w:rsidRPr="00B13210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AB70E9" w:rsidRPr="00AB29FC" w:rsidTr="0099176F">
        <w:tc>
          <w:tcPr>
            <w:tcW w:w="567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4</w:t>
            </w:r>
          </w:p>
        </w:tc>
        <w:tc>
          <w:tcPr>
            <w:tcW w:w="2417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5</w:t>
            </w:r>
          </w:p>
        </w:tc>
      </w:tr>
      <w:tr w:rsidR="000009BD" w:rsidRPr="001E0E37" w:rsidTr="00664313">
        <w:tc>
          <w:tcPr>
            <w:tcW w:w="10065" w:type="dxa"/>
            <w:gridSpan w:val="5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lastRenderedPageBreak/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1E0E37" w:rsidTr="00664313">
        <w:tc>
          <w:tcPr>
            <w:tcW w:w="567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1.</w:t>
            </w:r>
          </w:p>
        </w:tc>
        <w:tc>
          <w:tcPr>
            <w:tcW w:w="3963" w:type="dxa"/>
            <w:shd w:val="clear" w:color="auto" w:fill="auto"/>
          </w:tcPr>
          <w:p w:rsidR="000009BD" w:rsidRPr="001E0E37" w:rsidRDefault="000009BD" w:rsidP="00664313">
            <w:pPr>
              <w:ind w:right="-115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Повременная оплата местных (вну</w:t>
            </w:r>
            <w:r w:rsidRPr="001E0E37">
              <w:rPr>
                <w:sz w:val="24"/>
                <w:szCs w:val="24"/>
              </w:rPr>
              <w:t>т</w:t>
            </w:r>
            <w:r w:rsidRPr="001E0E37">
              <w:rPr>
                <w:sz w:val="24"/>
                <w:szCs w:val="24"/>
              </w:rPr>
              <w:t xml:space="preserve">ризоновых) телефонных соединений 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E0E37">
              <w:rPr>
                <w:sz w:val="24"/>
                <w:szCs w:val="24"/>
              </w:rPr>
              <w:t>50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1E0E37" w:rsidTr="00664313">
        <w:tc>
          <w:tcPr>
            <w:tcW w:w="567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2.</w:t>
            </w:r>
          </w:p>
        </w:tc>
        <w:tc>
          <w:tcPr>
            <w:tcW w:w="3963" w:type="dxa"/>
            <w:shd w:val="clear" w:color="auto" w:fill="auto"/>
          </w:tcPr>
          <w:p w:rsidR="000009BD" w:rsidRPr="001E0E37" w:rsidRDefault="000009BD" w:rsidP="008E6624">
            <w:pPr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Повременная оплата междугоро</w:t>
            </w:r>
            <w:r w:rsidRPr="001E0E37">
              <w:rPr>
                <w:sz w:val="24"/>
                <w:szCs w:val="24"/>
              </w:rPr>
              <w:t>д</w:t>
            </w:r>
            <w:r w:rsidRPr="001E0E37">
              <w:rPr>
                <w:sz w:val="24"/>
                <w:szCs w:val="24"/>
              </w:rPr>
              <w:t>них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100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1E0E37" w:rsidTr="00664313">
        <w:tc>
          <w:tcPr>
            <w:tcW w:w="567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3.</w:t>
            </w:r>
          </w:p>
        </w:tc>
        <w:tc>
          <w:tcPr>
            <w:tcW w:w="3963" w:type="dxa"/>
            <w:shd w:val="clear" w:color="auto" w:fill="auto"/>
          </w:tcPr>
          <w:p w:rsidR="000009BD" w:rsidRPr="001E0E37" w:rsidRDefault="000009BD" w:rsidP="008E6624">
            <w:pPr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Повременная оплата междунаро</w:t>
            </w:r>
            <w:r w:rsidRPr="001E0E37">
              <w:rPr>
                <w:sz w:val="24"/>
                <w:szCs w:val="24"/>
              </w:rPr>
              <w:t>д</w:t>
            </w:r>
            <w:r w:rsidRPr="001E0E37">
              <w:rPr>
                <w:sz w:val="24"/>
                <w:szCs w:val="24"/>
              </w:rPr>
              <w:t>ных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525FE8" w:rsidTr="00664313">
        <w:tc>
          <w:tcPr>
            <w:tcW w:w="10065" w:type="dxa"/>
            <w:gridSpan w:val="5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525FE8" w:rsidTr="00664313">
        <w:tc>
          <w:tcPr>
            <w:tcW w:w="567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1.</w:t>
            </w:r>
          </w:p>
        </w:tc>
        <w:tc>
          <w:tcPr>
            <w:tcW w:w="3963" w:type="dxa"/>
            <w:shd w:val="clear" w:color="auto" w:fill="auto"/>
          </w:tcPr>
          <w:p w:rsidR="000009BD" w:rsidRPr="00525FE8" w:rsidRDefault="000009BD" w:rsidP="008E6624">
            <w:pPr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Повременная оплата местных (внутризоновых) телефонных с</w:t>
            </w:r>
            <w:r w:rsidRPr="00525FE8">
              <w:rPr>
                <w:sz w:val="24"/>
                <w:szCs w:val="24"/>
              </w:rPr>
              <w:t>о</w:t>
            </w:r>
            <w:r w:rsidRPr="00525FE8">
              <w:rPr>
                <w:sz w:val="24"/>
                <w:szCs w:val="24"/>
              </w:rPr>
              <w:t>единений (после превышения баз</w:t>
            </w:r>
            <w:r w:rsidRPr="00525FE8">
              <w:rPr>
                <w:sz w:val="24"/>
                <w:szCs w:val="24"/>
              </w:rPr>
              <w:t>о</w:t>
            </w:r>
            <w:r w:rsidRPr="00525FE8">
              <w:rPr>
                <w:sz w:val="24"/>
                <w:szCs w:val="24"/>
              </w:rPr>
              <w:t>вого объема исходящих местных телефонных соединений)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525FE8" w:rsidTr="00664313">
        <w:tc>
          <w:tcPr>
            <w:tcW w:w="567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2.</w:t>
            </w:r>
          </w:p>
        </w:tc>
        <w:tc>
          <w:tcPr>
            <w:tcW w:w="3963" w:type="dxa"/>
            <w:shd w:val="clear" w:color="auto" w:fill="auto"/>
          </w:tcPr>
          <w:p w:rsidR="000009BD" w:rsidRPr="00525FE8" w:rsidRDefault="000009BD" w:rsidP="008E6624">
            <w:pPr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Повременная оплата междугоро</w:t>
            </w:r>
            <w:r w:rsidRPr="00525FE8">
              <w:rPr>
                <w:sz w:val="24"/>
                <w:szCs w:val="24"/>
              </w:rPr>
              <w:t>д</w:t>
            </w:r>
            <w:r w:rsidRPr="00525FE8">
              <w:rPr>
                <w:sz w:val="24"/>
                <w:szCs w:val="24"/>
              </w:rPr>
              <w:t>них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525FE8" w:rsidTr="00664313">
        <w:tc>
          <w:tcPr>
            <w:tcW w:w="567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3.</w:t>
            </w:r>
          </w:p>
        </w:tc>
        <w:tc>
          <w:tcPr>
            <w:tcW w:w="3963" w:type="dxa"/>
            <w:shd w:val="clear" w:color="auto" w:fill="auto"/>
          </w:tcPr>
          <w:p w:rsidR="000009BD" w:rsidRPr="00525FE8" w:rsidRDefault="000009BD" w:rsidP="008E6624">
            <w:pPr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Повременная оплата междунаро</w:t>
            </w:r>
            <w:r w:rsidRPr="00525FE8">
              <w:rPr>
                <w:sz w:val="24"/>
                <w:szCs w:val="24"/>
              </w:rPr>
              <w:t>д</w:t>
            </w:r>
            <w:r w:rsidRPr="00525FE8">
              <w:rPr>
                <w:sz w:val="24"/>
                <w:szCs w:val="24"/>
              </w:rPr>
              <w:t>ных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10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</w:tbl>
    <w:p w:rsidR="000009BD" w:rsidRPr="00525FE8" w:rsidRDefault="000009BD" w:rsidP="000009BD">
      <w:pPr>
        <w:widowControl w:val="0"/>
        <w:overflowPunct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525FE8">
        <w:rPr>
          <w:rFonts w:eastAsia="Calibri"/>
          <w:sz w:val="24"/>
          <w:szCs w:val="24"/>
          <w:lang w:eastAsia="en-US"/>
        </w:rPr>
        <w:t>* продолжительность телефонных соединений может превышать установленный норматив в зависимости от характера и сложности поставленных перед работниками Администрации з</w:t>
      </w:r>
      <w:r w:rsidRPr="00525FE8">
        <w:rPr>
          <w:rFonts w:eastAsia="Calibri"/>
          <w:sz w:val="24"/>
          <w:szCs w:val="24"/>
          <w:lang w:eastAsia="en-US"/>
        </w:rPr>
        <w:t>а</w:t>
      </w:r>
      <w:r w:rsidRPr="00525FE8">
        <w:rPr>
          <w:rFonts w:eastAsia="Calibri"/>
          <w:sz w:val="24"/>
          <w:szCs w:val="24"/>
          <w:lang w:eastAsia="en-US"/>
        </w:rPr>
        <w:t>дач.</w:t>
      </w:r>
    </w:p>
    <w:p w:rsidR="000009BD" w:rsidRDefault="000009BD" w:rsidP="000009BD">
      <w:pPr>
        <w:widowControl w:val="0"/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9C040B">
        <w:rPr>
          <w:rFonts w:eastAsia="Calibri"/>
          <w:sz w:val="28"/>
          <w:szCs w:val="28"/>
          <w:lang w:eastAsia="en-US"/>
        </w:rPr>
        <w:t>2.1.3. Затраты на оплату услуг подвижной связи:</w:t>
      </w:r>
    </w:p>
    <w:p w:rsidR="000009BD" w:rsidRPr="009C040B" w:rsidRDefault="000009BD" w:rsidP="000009BD">
      <w:pPr>
        <w:widowControl w:val="0"/>
        <w:overflowPunct/>
        <w:jc w:val="center"/>
        <w:textAlignment w:val="auto"/>
        <w:rPr>
          <w:rFonts w:eastAsia="Calibri"/>
          <w:sz w:val="10"/>
          <w:szCs w:val="10"/>
        </w:rPr>
      </w:pPr>
      <w:r w:rsidRPr="009C040B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68"/>
        <w:gridCol w:w="5103"/>
        <w:gridCol w:w="2551"/>
        <w:gridCol w:w="1843"/>
      </w:tblGrid>
      <w:tr w:rsidR="000009BD" w:rsidRPr="009C040B" w:rsidTr="00664313">
        <w:trPr>
          <w:trHeight w:val="1074"/>
        </w:trPr>
        <w:tc>
          <w:tcPr>
            <w:tcW w:w="568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2551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Количество абонен</w:t>
            </w:r>
            <w:r w:rsidRPr="009C040B">
              <w:rPr>
                <w:sz w:val="24"/>
                <w:szCs w:val="24"/>
              </w:rPr>
              <w:t>т</w:t>
            </w:r>
            <w:r w:rsidRPr="009C040B">
              <w:rPr>
                <w:sz w:val="24"/>
                <w:szCs w:val="24"/>
              </w:rPr>
              <w:t>ских номеров, шт.</w:t>
            </w:r>
          </w:p>
        </w:tc>
        <w:tc>
          <w:tcPr>
            <w:tcW w:w="1843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Ежемесячные расходы, руб. (не более)</w:t>
            </w:r>
          </w:p>
        </w:tc>
      </w:tr>
    </w:tbl>
    <w:p w:rsidR="000009BD" w:rsidRPr="009C040B" w:rsidRDefault="000009BD" w:rsidP="000009BD">
      <w:pPr>
        <w:rPr>
          <w:color w:val="FF0000"/>
          <w:sz w:val="2"/>
          <w:szCs w:val="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68"/>
        <w:gridCol w:w="5103"/>
        <w:gridCol w:w="2552"/>
        <w:gridCol w:w="1842"/>
      </w:tblGrid>
      <w:tr w:rsidR="000009BD" w:rsidRPr="009C040B" w:rsidTr="00664313">
        <w:trPr>
          <w:trHeight w:val="245"/>
          <w:tblHeader/>
        </w:trPr>
        <w:tc>
          <w:tcPr>
            <w:tcW w:w="568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4</w:t>
            </w:r>
          </w:p>
        </w:tc>
      </w:tr>
      <w:tr w:rsidR="000009BD" w:rsidRPr="009C040B" w:rsidTr="00664313">
        <w:trPr>
          <w:trHeight w:val="271"/>
        </w:trPr>
        <w:tc>
          <w:tcPr>
            <w:tcW w:w="10065" w:type="dxa"/>
            <w:gridSpan w:val="4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6C6384" w:rsidTr="00664313">
        <w:trPr>
          <w:trHeight w:val="326"/>
        </w:trPr>
        <w:tc>
          <w:tcPr>
            <w:tcW w:w="568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2552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55</w:t>
            </w:r>
          </w:p>
        </w:tc>
        <w:tc>
          <w:tcPr>
            <w:tcW w:w="1842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1 000,00</w:t>
            </w:r>
          </w:p>
        </w:tc>
      </w:tr>
      <w:tr w:rsidR="000009BD" w:rsidRPr="009C040B" w:rsidTr="00664313">
        <w:tc>
          <w:tcPr>
            <w:tcW w:w="10065" w:type="dxa"/>
            <w:gridSpan w:val="4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приобретение средств подвижной связи и услуг не предусмотрено; приобретение средств подвижной связи для работников Администрации города Новошахти</w:t>
            </w:r>
            <w:r w:rsidRPr="009C040B">
              <w:rPr>
                <w:sz w:val="24"/>
                <w:szCs w:val="24"/>
              </w:rPr>
              <w:t>н</w:t>
            </w:r>
            <w:r w:rsidRPr="009C040B">
              <w:rPr>
                <w:sz w:val="24"/>
                <w:szCs w:val="24"/>
              </w:rPr>
              <w:t>ска не предусмотрено</w:t>
            </w:r>
          </w:p>
        </w:tc>
      </w:tr>
    </w:tbl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62EF2">
        <w:rPr>
          <w:sz w:val="28"/>
          <w:szCs w:val="28"/>
        </w:rPr>
        <w:t>2.1.4. Затраты на передачу данных с использованием информационно-телекоммуникационной сети «Интернет» (далее – сеть «Интернет») и услуги и</w:t>
      </w:r>
      <w:r w:rsidRPr="00C62EF2">
        <w:rPr>
          <w:sz w:val="28"/>
          <w:szCs w:val="28"/>
        </w:rPr>
        <w:t>н</w:t>
      </w:r>
      <w:r w:rsidRPr="00C62EF2">
        <w:rPr>
          <w:sz w:val="28"/>
          <w:szCs w:val="28"/>
        </w:rPr>
        <w:t>тернет-провайдеров для планшетных компьютеров:</w:t>
      </w:r>
    </w:p>
    <w:p w:rsidR="00A64FA1" w:rsidRPr="000E3D24" w:rsidRDefault="00A64FA1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944"/>
        <w:gridCol w:w="1701"/>
        <w:gridCol w:w="1880"/>
      </w:tblGrid>
      <w:tr w:rsidR="000009BD" w:rsidRPr="004A3FAD" w:rsidTr="00664313">
        <w:tc>
          <w:tcPr>
            <w:tcW w:w="54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№ п/п</w:t>
            </w:r>
          </w:p>
        </w:tc>
        <w:tc>
          <w:tcPr>
            <w:tcW w:w="5944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1701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Количество (шт.)</w:t>
            </w:r>
          </w:p>
        </w:tc>
        <w:tc>
          <w:tcPr>
            <w:tcW w:w="188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Норматив цены за месяц, руб. (не более)</w:t>
            </w:r>
          </w:p>
        </w:tc>
      </w:tr>
      <w:tr w:rsidR="000009BD" w:rsidRPr="004A3FAD" w:rsidTr="00664313">
        <w:tc>
          <w:tcPr>
            <w:tcW w:w="54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1</w:t>
            </w:r>
          </w:p>
        </w:tc>
        <w:tc>
          <w:tcPr>
            <w:tcW w:w="5944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4</w:t>
            </w:r>
          </w:p>
        </w:tc>
      </w:tr>
      <w:tr w:rsidR="000009BD" w:rsidRPr="004A3FAD" w:rsidTr="00664313">
        <w:tc>
          <w:tcPr>
            <w:tcW w:w="10065" w:type="dxa"/>
            <w:gridSpan w:val="4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6C6384" w:rsidTr="00664313">
        <w:tc>
          <w:tcPr>
            <w:tcW w:w="540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1.</w:t>
            </w:r>
          </w:p>
        </w:tc>
        <w:tc>
          <w:tcPr>
            <w:tcW w:w="5944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23C9F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701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C6384">
              <w:rPr>
                <w:sz w:val="24"/>
                <w:szCs w:val="24"/>
              </w:rPr>
              <w:t>8</w:t>
            </w:r>
          </w:p>
        </w:tc>
        <w:tc>
          <w:tcPr>
            <w:tcW w:w="1880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1000,00</w:t>
            </w:r>
          </w:p>
        </w:tc>
      </w:tr>
      <w:tr w:rsidR="000009BD" w:rsidRPr="004A3FAD" w:rsidTr="00664313">
        <w:tc>
          <w:tcPr>
            <w:tcW w:w="10065" w:type="dxa"/>
            <w:gridSpan w:val="4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на передачу данных с использованием сети «Интернет» и усл</w:t>
            </w:r>
            <w:r w:rsidRPr="004A3FAD">
              <w:rPr>
                <w:sz w:val="24"/>
                <w:szCs w:val="24"/>
              </w:rPr>
              <w:t>у</w:t>
            </w:r>
            <w:r w:rsidRPr="004A3FAD">
              <w:rPr>
                <w:sz w:val="24"/>
                <w:szCs w:val="24"/>
              </w:rPr>
              <w:t>ги интернет-провайдеров для планшетных компьютеров не предусмотрено</w:t>
            </w:r>
          </w:p>
        </w:tc>
      </w:tr>
    </w:tbl>
    <w:p w:rsidR="000009BD" w:rsidRPr="008E6624" w:rsidRDefault="000009BD" w:rsidP="000009BD">
      <w:pPr>
        <w:overflowPunct/>
        <w:autoSpaceDE/>
        <w:autoSpaceDN/>
        <w:adjustRightInd/>
        <w:jc w:val="both"/>
        <w:textAlignment w:val="auto"/>
        <w:rPr>
          <w:sz w:val="6"/>
          <w:szCs w:val="16"/>
        </w:rPr>
      </w:pPr>
      <w:r w:rsidRPr="00831C7A">
        <w:rPr>
          <w:sz w:val="24"/>
          <w:szCs w:val="16"/>
        </w:rPr>
        <w:lastRenderedPageBreak/>
        <w:t xml:space="preserve">  </w:t>
      </w:r>
    </w:p>
    <w:p w:rsidR="00A64FA1" w:rsidRPr="000E3D24" w:rsidRDefault="00A64FA1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8"/>
          <w:szCs w:val="28"/>
        </w:rPr>
      </w:pPr>
    </w:p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62EF2">
        <w:rPr>
          <w:sz w:val="28"/>
          <w:szCs w:val="28"/>
        </w:rPr>
        <w:t>2.1.5.  Затраты на сеть «Интернет» и  услуги интернет-провайдеров:</w:t>
      </w:r>
    </w:p>
    <w:p w:rsidR="00664313" w:rsidRPr="000E3D24" w:rsidRDefault="00664313" w:rsidP="000009B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</w:p>
    <w:tbl>
      <w:tblPr>
        <w:tblW w:w="98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065"/>
        <w:gridCol w:w="2677"/>
        <w:gridCol w:w="1604"/>
      </w:tblGrid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№ п/п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Количество каналов передачи данных </w:t>
            </w:r>
            <w:r w:rsidR="008E6624" w:rsidRPr="00831C7A">
              <w:rPr>
                <w:sz w:val="24"/>
                <w:szCs w:val="24"/>
              </w:rPr>
              <w:t>сети</w:t>
            </w:r>
          </w:p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 «Интернет» </w:t>
            </w:r>
            <w:r w:rsidR="00E45D21">
              <w:rPr>
                <w:sz w:val="24"/>
                <w:szCs w:val="24"/>
              </w:rPr>
              <w:t xml:space="preserve">                       </w:t>
            </w:r>
            <w:r w:rsidRPr="00831C7A">
              <w:rPr>
                <w:sz w:val="24"/>
                <w:szCs w:val="24"/>
              </w:rPr>
              <w:t>с пропускной</w:t>
            </w:r>
          </w:p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способностью, шт.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Норматив цены за ед</w:t>
            </w:r>
            <w:r w:rsidRPr="00831C7A">
              <w:rPr>
                <w:sz w:val="24"/>
                <w:szCs w:val="24"/>
              </w:rPr>
              <w:t>и</w:t>
            </w:r>
            <w:r w:rsidRPr="00831C7A">
              <w:rPr>
                <w:sz w:val="24"/>
                <w:szCs w:val="24"/>
              </w:rPr>
              <w:t>ницу, руб. (не более)</w:t>
            </w:r>
          </w:p>
        </w:tc>
      </w:tr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3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4</w:t>
            </w:r>
          </w:p>
        </w:tc>
      </w:tr>
      <w:tr w:rsidR="000009BD" w:rsidRPr="00831C7A" w:rsidTr="008E6624">
        <w:tc>
          <w:tcPr>
            <w:tcW w:w="9886" w:type="dxa"/>
            <w:gridSpan w:val="4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31C7A" w:rsidTr="008E6624">
        <w:tc>
          <w:tcPr>
            <w:tcW w:w="540" w:type="dxa"/>
            <w:vMerge w:val="restart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1.</w:t>
            </w:r>
          </w:p>
        </w:tc>
        <w:tc>
          <w:tcPr>
            <w:tcW w:w="5065" w:type="dxa"/>
            <w:vMerge w:val="restart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Услуги доступа в сеть </w:t>
            </w:r>
            <w:r w:rsidRPr="00EE199F">
              <w:rPr>
                <w:sz w:val="24"/>
                <w:szCs w:val="24"/>
              </w:rPr>
              <w:t>«Интернет»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7 каналов 10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3 550,00</w:t>
            </w:r>
          </w:p>
        </w:tc>
      </w:tr>
      <w:tr w:rsidR="000009BD" w:rsidRPr="00831C7A" w:rsidTr="008E6624">
        <w:tc>
          <w:tcPr>
            <w:tcW w:w="540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065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2 канала 30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5 500,00</w:t>
            </w:r>
          </w:p>
        </w:tc>
      </w:tr>
      <w:tr w:rsidR="000009BD" w:rsidRPr="00831C7A" w:rsidTr="008E6624">
        <w:tc>
          <w:tcPr>
            <w:tcW w:w="540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065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 канал 100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12 500,00</w:t>
            </w:r>
          </w:p>
        </w:tc>
      </w:tr>
      <w:tr w:rsidR="000009BD" w:rsidRPr="00831C7A" w:rsidTr="008E6624">
        <w:tc>
          <w:tcPr>
            <w:tcW w:w="9886" w:type="dxa"/>
            <w:gridSpan w:val="4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Услуги доступа в сеть </w:t>
            </w:r>
            <w:r w:rsidRPr="00EE199F">
              <w:rPr>
                <w:sz w:val="24"/>
                <w:szCs w:val="24"/>
              </w:rPr>
              <w:t>«Интернет»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 канал 10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3 550,00</w:t>
            </w:r>
          </w:p>
        </w:tc>
      </w:tr>
      <w:tr w:rsidR="000009BD" w:rsidRPr="00831C7A" w:rsidTr="008E6624">
        <w:tc>
          <w:tcPr>
            <w:tcW w:w="9886" w:type="dxa"/>
            <w:gridSpan w:val="4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Услуги доступа в сеть </w:t>
            </w:r>
            <w:r w:rsidRPr="00EE199F">
              <w:rPr>
                <w:sz w:val="24"/>
                <w:szCs w:val="24"/>
              </w:rPr>
              <w:t>«Интернет»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 канал 100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12 500,00</w:t>
            </w:r>
          </w:p>
        </w:tc>
      </w:tr>
    </w:tbl>
    <w:p w:rsidR="000009BD" w:rsidRPr="000E3D24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0"/>
          <w:szCs w:val="28"/>
        </w:rPr>
      </w:pPr>
    </w:p>
    <w:p w:rsidR="000009BD" w:rsidRPr="00831C7A" w:rsidRDefault="000009BD" w:rsidP="000009BD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sz w:val="28"/>
          <w:szCs w:val="28"/>
        </w:rPr>
      </w:pPr>
      <w:r w:rsidRPr="00831C7A">
        <w:rPr>
          <w:sz w:val="28"/>
          <w:szCs w:val="28"/>
        </w:rPr>
        <w:t>2.2. Затраты на содержание имущества.</w:t>
      </w:r>
    </w:p>
    <w:p w:rsidR="000009BD" w:rsidRPr="00831C7A" w:rsidRDefault="000009BD" w:rsidP="008E662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31C7A">
        <w:rPr>
          <w:sz w:val="28"/>
          <w:szCs w:val="28"/>
        </w:rPr>
        <w:t>При определении нормативных затрат на техническое обслуживание и              регламентно-профилактический ремонт, указанный в подпунктах 2.2.1 – 2.2.3 настоящего пункта, применяется перечень работ по техническому обслужив</w:t>
      </w:r>
      <w:r w:rsidRPr="00831C7A">
        <w:rPr>
          <w:sz w:val="28"/>
          <w:szCs w:val="28"/>
        </w:rPr>
        <w:t>а</w:t>
      </w:r>
      <w:r w:rsidRPr="00831C7A">
        <w:rPr>
          <w:sz w:val="28"/>
          <w:szCs w:val="28"/>
        </w:rPr>
        <w:t>нию и регламентно-профилактическому ремонту и нормативным трудозатратам на их выполнение, установленный в эксплуатационной документации или у</w:t>
      </w:r>
      <w:r w:rsidRPr="00831C7A">
        <w:rPr>
          <w:sz w:val="28"/>
          <w:szCs w:val="28"/>
        </w:rPr>
        <w:t>т</w:t>
      </w:r>
      <w:r w:rsidRPr="00831C7A">
        <w:rPr>
          <w:sz w:val="28"/>
          <w:szCs w:val="28"/>
        </w:rPr>
        <w:t>вержденном регламенте выполнения таких работ.</w:t>
      </w:r>
    </w:p>
    <w:p w:rsidR="000009BD" w:rsidRDefault="000009BD" w:rsidP="008E662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31C7A">
        <w:rPr>
          <w:sz w:val="28"/>
          <w:szCs w:val="28"/>
        </w:rPr>
        <w:t>2.2.1. Затраты на техническое обслуживание и регламентно-профилак</w:t>
      </w:r>
      <w:r>
        <w:rPr>
          <w:sz w:val="28"/>
          <w:szCs w:val="28"/>
        </w:rPr>
        <w:t>-</w:t>
      </w:r>
      <w:r w:rsidRPr="00831C7A">
        <w:rPr>
          <w:sz w:val="28"/>
          <w:szCs w:val="28"/>
        </w:rPr>
        <w:t>тический ремонт средств вычислительной техники:</w:t>
      </w:r>
    </w:p>
    <w:p w:rsidR="000E3D24" w:rsidRPr="000E3D24" w:rsidRDefault="000E3D24" w:rsidP="008E6624">
      <w:pPr>
        <w:overflowPunct/>
        <w:autoSpaceDE/>
        <w:autoSpaceDN/>
        <w:adjustRightInd/>
        <w:ind w:firstLine="709"/>
        <w:jc w:val="both"/>
        <w:textAlignment w:val="auto"/>
        <w:rPr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40"/>
        <w:gridCol w:w="7407"/>
        <w:gridCol w:w="1798"/>
      </w:tblGrid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6F7030">
              <w:rPr>
                <w:sz w:val="24"/>
                <w:szCs w:val="24"/>
              </w:rPr>
              <w:t>№ п/п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6F7030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6F7030">
              <w:rPr>
                <w:sz w:val="24"/>
                <w:szCs w:val="24"/>
              </w:rPr>
              <w:t>Норматив ц</w:t>
            </w:r>
            <w:r w:rsidRPr="006F7030">
              <w:rPr>
                <w:sz w:val="24"/>
                <w:szCs w:val="24"/>
              </w:rPr>
              <w:t>е</w:t>
            </w:r>
            <w:r w:rsidRPr="006F7030">
              <w:rPr>
                <w:sz w:val="24"/>
                <w:szCs w:val="24"/>
              </w:rPr>
              <w:t>ны за единицу, руб. (не более)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50 000,00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6F7030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10 000,00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6F7030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40 000,00</w:t>
            </w:r>
          </w:p>
        </w:tc>
      </w:tr>
    </w:tbl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848AB">
        <w:rPr>
          <w:sz w:val="28"/>
          <w:szCs w:val="28"/>
        </w:rPr>
        <w:t>2.2.2. Затраты на техническое обслуживание и регламентно-профилакти</w:t>
      </w:r>
      <w:r w:rsidR="008E6624">
        <w:rPr>
          <w:sz w:val="28"/>
          <w:szCs w:val="28"/>
        </w:rPr>
        <w:t>-</w:t>
      </w:r>
      <w:r w:rsidRPr="001848AB">
        <w:rPr>
          <w:sz w:val="28"/>
          <w:szCs w:val="28"/>
        </w:rPr>
        <w:t>ческий ремонт системы телефонной связи:</w:t>
      </w:r>
    </w:p>
    <w:p w:rsidR="000E3D24" w:rsidRPr="000E3D24" w:rsidRDefault="000E3D24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40"/>
        <w:gridCol w:w="7407"/>
        <w:gridCol w:w="1942"/>
      </w:tblGrid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1848AB">
              <w:rPr>
                <w:sz w:val="24"/>
                <w:szCs w:val="24"/>
              </w:rPr>
              <w:t>№ п/п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1848AB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1848AB">
              <w:rPr>
                <w:sz w:val="24"/>
                <w:szCs w:val="24"/>
              </w:rPr>
              <w:t>Норматив цены за единицу, руб. (не более)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50 000,00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848AB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10 000,00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848AB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40 000,00</w:t>
            </w:r>
          </w:p>
        </w:tc>
      </w:tr>
    </w:tbl>
    <w:p w:rsidR="000009BD" w:rsidRPr="000E3D24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8"/>
          <w:szCs w:val="28"/>
          <w:highlight w:val="yellow"/>
        </w:rPr>
      </w:pPr>
    </w:p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DB54A1">
        <w:rPr>
          <w:sz w:val="28"/>
          <w:szCs w:val="28"/>
        </w:rPr>
        <w:t>2.2.3. Затраты на техническое обслуживание и регламентно-профилакти</w:t>
      </w:r>
      <w:r w:rsidR="008E6624">
        <w:rPr>
          <w:sz w:val="28"/>
          <w:szCs w:val="28"/>
        </w:rPr>
        <w:t>-</w:t>
      </w:r>
      <w:r w:rsidRPr="00DB54A1">
        <w:rPr>
          <w:sz w:val="28"/>
          <w:szCs w:val="28"/>
        </w:rPr>
        <w:t>ческий ремонт принтеров, многофункциональных устройств (</w:t>
      </w:r>
      <w:r>
        <w:rPr>
          <w:sz w:val="28"/>
          <w:szCs w:val="28"/>
        </w:rPr>
        <w:t xml:space="preserve">далее </w:t>
      </w:r>
      <w:r w:rsidRPr="007A7781">
        <w:rPr>
          <w:sz w:val="28"/>
          <w:szCs w:val="28"/>
        </w:rPr>
        <w:t xml:space="preserve">– </w:t>
      </w:r>
      <w:r w:rsidRPr="00DB54A1">
        <w:rPr>
          <w:sz w:val="28"/>
          <w:szCs w:val="28"/>
        </w:rPr>
        <w:t>МФУ), к</w:t>
      </w:r>
      <w:r w:rsidRPr="00DB54A1">
        <w:rPr>
          <w:sz w:val="28"/>
          <w:szCs w:val="28"/>
        </w:rPr>
        <w:t>о</w:t>
      </w:r>
      <w:r w:rsidRPr="00DB54A1">
        <w:rPr>
          <w:sz w:val="28"/>
          <w:szCs w:val="28"/>
        </w:rPr>
        <w:lastRenderedPageBreak/>
        <w:t>пировальных аппаратов, факсов, сканеров, источников бесперебойного питания (</w:t>
      </w:r>
      <w:r>
        <w:rPr>
          <w:sz w:val="28"/>
          <w:szCs w:val="28"/>
        </w:rPr>
        <w:t xml:space="preserve">далее </w:t>
      </w:r>
      <w:r w:rsidRPr="007A7781">
        <w:rPr>
          <w:sz w:val="28"/>
          <w:szCs w:val="28"/>
        </w:rPr>
        <w:t xml:space="preserve">– </w:t>
      </w:r>
      <w:r w:rsidRPr="00DB54A1">
        <w:rPr>
          <w:sz w:val="28"/>
          <w:szCs w:val="28"/>
        </w:rPr>
        <w:t>ИБП) (для всех категорий и групп должностей):</w:t>
      </w:r>
    </w:p>
    <w:p w:rsidR="00A64FA1" w:rsidRPr="000E3D24" w:rsidRDefault="00A64FA1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4"/>
          <w:szCs w:val="28"/>
        </w:rPr>
      </w:pPr>
    </w:p>
    <w:tbl>
      <w:tblPr>
        <w:tblpPr w:leftFromText="180" w:rightFromText="180" w:vertAnchor="text" w:horzAnchor="margin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40"/>
        <w:gridCol w:w="7507"/>
        <w:gridCol w:w="1808"/>
      </w:tblGrid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DB54A1">
              <w:rPr>
                <w:sz w:val="24"/>
                <w:szCs w:val="24"/>
              </w:rPr>
              <w:t>№ п/п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DB54A1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DB54A1">
              <w:rPr>
                <w:sz w:val="24"/>
                <w:szCs w:val="24"/>
              </w:rPr>
              <w:t>Норматив ц</w:t>
            </w:r>
            <w:r w:rsidRPr="00DB54A1">
              <w:rPr>
                <w:sz w:val="24"/>
                <w:szCs w:val="24"/>
              </w:rPr>
              <w:t>е</w:t>
            </w:r>
            <w:r w:rsidRPr="00DB54A1">
              <w:rPr>
                <w:sz w:val="24"/>
                <w:szCs w:val="24"/>
              </w:rPr>
              <w:t>ны за единицу, руб. (не более)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3</w:t>
            </w:r>
          </w:p>
        </w:tc>
      </w:tr>
      <w:tr w:rsidR="00A64FA1" w:rsidRPr="00DB54A1" w:rsidTr="00A64FA1">
        <w:tc>
          <w:tcPr>
            <w:tcW w:w="9855" w:type="dxa"/>
            <w:gridSpan w:val="3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sz w:val="24"/>
                <w:szCs w:val="24"/>
              </w:rPr>
              <w:t>Диагностика  принтеров, МФУ, копировальных аппаратов,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10 000,00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>Техническое обслуживание принтеров, МФУ, копировальных аппар</w:t>
            </w:r>
            <w:r w:rsidRPr="00DB54A1">
              <w:rPr>
                <w:sz w:val="24"/>
                <w:szCs w:val="24"/>
              </w:rPr>
              <w:t>а</w:t>
            </w:r>
            <w:r w:rsidRPr="00DB54A1">
              <w:rPr>
                <w:sz w:val="24"/>
                <w:szCs w:val="24"/>
              </w:rPr>
              <w:t>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20 000,00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>Ремонт принтеров, МФУ, копировальных аппаратов, факсов, скан</w:t>
            </w:r>
            <w:r w:rsidRPr="00DB54A1">
              <w:rPr>
                <w:sz w:val="24"/>
                <w:szCs w:val="24"/>
              </w:rPr>
              <w:t>е</w:t>
            </w:r>
            <w:r w:rsidRPr="00DB54A1">
              <w:rPr>
                <w:sz w:val="24"/>
                <w:szCs w:val="24"/>
              </w:rPr>
              <w:t>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60 000,00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 xml:space="preserve">Настройка </w:t>
            </w:r>
            <w:r>
              <w:rPr>
                <w:sz w:val="24"/>
                <w:szCs w:val="24"/>
              </w:rPr>
              <w:t>принтера,</w:t>
            </w:r>
            <w:r w:rsidRPr="00DB54A1">
              <w:rPr>
                <w:sz w:val="24"/>
                <w:szCs w:val="24"/>
              </w:rPr>
              <w:t xml:space="preserve"> МФУ, сканера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>Устранение неисправностей МФУ, принтера или сканера без ремонта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9855" w:type="dxa"/>
            <w:gridSpan w:val="3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Диагностика  принтеров, МФУ, копировальных аппаратов,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Техническое обслуживание принтеров, МФУ, копировальных аппар</w:t>
            </w:r>
            <w:r w:rsidRPr="00495C1F">
              <w:rPr>
                <w:sz w:val="24"/>
                <w:szCs w:val="24"/>
              </w:rPr>
              <w:t>а</w:t>
            </w:r>
            <w:r w:rsidRPr="00495C1F">
              <w:rPr>
                <w:sz w:val="24"/>
                <w:szCs w:val="24"/>
              </w:rPr>
              <w:t>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Ремонт принтеров, МФУ, копировальных аппаратов, факсов, скан</w:t>
            </w:r>
            <w:r w:rsidRPr="00495C1F">
              <w:rPr>
                <w:sz w:val="24"/>
                <w:szCs w:val="24"/>
              </w:rPr>
              <w:t>е</w:t>
            </w:r>
            <w:r w:rsidRPr="00495C1F">
              <w:rPr>
                <w:sz w:val="24"/>
                <w:szCs w:val="24"/>
              </w:rPr>
              <w:t>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Настройка принтера, МФУ, сканера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Устранение неисправностей МФУ, принтера или сканера без ремонта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rPr>
          <w:trHeight w:val="301"/>
        </w:trPr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Заправка картриджа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3 000,00</w:t>
            </w:r>
          </w:p>
        </w:tc>
      </w:tr>
      <w:tr w:rsidR="00A64FA1" w:rsidRPr="00495C1F" w:rsidTr="00A64FA1">
        <w:tc>
          <w:tcPr>
            <w:tcW w:w="9855" w:type="dxa"/>
            <w:gridSpan w:val="3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Диагностика  принтеров, МФУ, копировальных аппаратов,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Техническое обслуживание принтеров, МФУ, копировальных аппар</w:t>
            </w:r>
            <w:r w:rsidRPr="00495C1F">
              <w:rPr>
                <w:sz w:val="24"/>
                <w:szCs w:val="24"/>
              </w:rPr>
              <w:t>а</w:t>
            </w:r>
            <w:r w:rsidRPr="00495C1F">
              <w:rPr>
                <w:sz w:val="24"/>
                <w:szCs w:val="24"/>
              </w:rPr>
              <w:t>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Ремонт принтеров, МФУ, копировальных аппаратов, факсов, скан</w:t>
            </w:r>
            <w:r w:rsidRPr="00495C1F">
              <w:rPr>
                <w:sz w:val="24"/>
                <w:szCs w:val="24"/>
              </w:rPr>
              <w:t>е</w:t>
            </w:r>
            <w:r w:rsidRPr="00495C1F">
              <w:rPr>
                <w:sz w:val="24"/>
                <w:szCs w:val="24"/>
              </w:rPr>
              <w:t>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Настройка принтера,</w:t>
            </w:r>
            <w:r w:rsidRPr="00495C1F">
              <w:rPr>
                <w:sz w:val="24"/>
                <w:szCs w:val="24"/>
              </w:rPr>
              <w:t xml:space="preserve"> МФУ, сканера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Устранение неисправностей МФУ, принтера или сканера без ремонта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Заправка картриджа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3 000,00</w:t>
            </w:r>
          </w:p>
        </w:tc>
      </w:tr>
    </w:tbl>
    <w:p w:rsidR="008E6624" w:rsidRPr="008E6624" w:rsidRDefault="008E6624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4"/>
          <w:szCs w:val="28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97920">
        <w:rPr>
          <w:rFonts w:eastAsia="Calibri"/>
          <w:sz w:val="28"/>
          <w:szCs w:val="28"/>
          <w:lang w:eastAsia="en-US"/>
        </w:rPr>
        <w:t>Техническое обслуживание и регламентно-профилактический ремонт принтеров, МФУ, копировальных аппаратов, сканеров, источников бесперебо</w:t>
      </w:r>
      <w:r w:rsidRPr="00197920">
        <w:rPr>
          <w:rFonts w:eastAsia="Calibri"/>
          <w:sz w:val="28"/>
          <w:szCs w:val="28"/>
          <w:lang w:eastAsia="en-US"/>
        </w:rPr>
        <w:t>й</w:t>
      </w:r>
      <w:r w:rsidRPr="00197920">
        <w:rPr>
          <w:rFonts w:eastAsia="Calibri"/>
          <w:sz w:val="28"/>
          <w:szCs w:val="28"/>
          <w:lang w:eastAsia="en-US"/>
        </w:rPr>
        <w:t xml:space="preserve">ного питания (ИБП) осуществляется по мере возникновения необходимости в пределах доведенных лимитов бюджетных обязательств. </w:t>
      </w:r>
    </w:p>
    <w:p w:rsidR="000009BD" w:rsidRPr="00197920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97920">
        <w:rPr>
          <w:rFonts w:eastAsia="Calibri"/>
          <w:sz w:val="28"/>
          <w:szCs w:val="28"/>
          <w:lang w:eastAsia="en-US"/>
        </w:rPr>
        <w:t>2.3. Затраты на приобретение прочих работ и услуг, не относящихся к з</w:t>
      </w:r>
      <w:r w:rsidRPr="00197920">
        <w:rPr>
          <w:rFonts w:eastAsia="Calibri"/>
          <w:sz w:val="28"/>
          <w:szCs w:val="28"/>
          <w:lang w:eastAsia="en-US"/>
        </w:rPr>
        <w:t>а</w:t>
      </w:r>
      <w:r w:rsidRPr="00197920">
        <w:rPr>
          <w:rFonts w:eastAsia="Calibri"/>
          <w:sz w:val="28"/>
          <w:szCs w:val="28"/>
          <w:lang w:eastAsia="en-US"/>
        </w:rPr>
        <w:t>тратам на услуги связи и содержания имущества.</w:t>
      </w: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97920">
        <w:rPr>
          <w:rFonts w:eastAsia="Calibri"/>
          <w:sz w:val="28"/>
          <w:szCs w:val="28"/>
          <w:lang w:eastAsia="en-US"/>
        </w:rPr>
        <w:t>2.3.1. Затраты на оплату услуг по сопровождению программного обеспеч</w:t>
      </w:r>
      <w:r w:rsidRPr="00197920">
        <w:rPr>
          <w:rFonts w:eastAsia="Calibri"/>
          <w:sz w:val="28"/>
          <w:szCs w:val="28"/>
          <w:lang w:eastAsia="en-US"/>
        </w:rPr>
        <w:t>е</w:t>
      </w:r>
      <w:r w:rsidRPr="00197920">
        <w:rPr>
          <w:rFonts w:eastAsia="Calibri"/>
          <w:sz w:val="28"/>
          <w:szCs w:val="28"/>
          <w:lang w:eastAsia="en-US"/>
        </w:rPr>
        <w:t>ния и приобретению простых (неисключительных) лицензий на использование программного обеспечения:</w:t>
      </w:r>
    </w:p>
    <w:p w:rsidR="00A64FA1" w:rsidRPr="000E3D24" w:rsidRDefault="00A64FA1" w:rsidP="000009BD">
      <w:pPr>
        <w:widowControl w:val="0"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805"/>
        <w:gridCol w:w="1838"/>
        <w:gridCol w:w="1806"/>
      </w:tblGrid>
      <w:tr w:rsidR="000009BD" w:rsidRPr="00344E97" w:rsidTr="008E6624">
        <w:tc>
          <w:tcPr>
            <w:tcW w:w="540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sz w:val="24"/>
                <w:szCs w:val="24"/>
              </w:rPr>
              <w:t>№ п/п</w:t>
            </w:r>
          </w:p>
        </w:tc>
        <w:tc>
          <w:tcPr>
            <w:tcW w:w="5805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Наименование программного обеспечения (ПО)</w:t>
            </w:r>
          </w:p>
        </w:tc>
        <w:tc>
          <w:tcPr>
            <w:tcW w:w="1838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Норматив  ц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ны лицензии на право испол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 xml:space="preserve">зования в год, 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lastRenderedPageBreak/>
              <w:t>руб. (не более)</w:t>
            </w:r>
          </w:p>
        </w:tc>
        <w:tc>
          <w:tcPr>
            <w:tcW w:w="1806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lastRenderedPageBreak/>
              <w:t>Норматив                   цены сопров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ждения в год, руб. (не более)</w:t>
            </w:r>
          </w:p>
        </w:tc>
      </w:tr>
      <w:tr w:rsidR="000009BD" w:rsidRPr="00A64FA1" w:rsidTr="008E6624">
        <w:tc>
          <w:tcPr>
            <w:tcW w:w="540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5805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838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1806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t>4</w:t>
            </w:r>
          </w:p>
        </w:tc>
      </w:tr>
      <w:tr w:rsidR="000009BD" w:rsidRPr="00344E97" w:rsidTr="008E6624">
        <w:tc>
          <w:tcPr>
            <w:tcW w:w="9989" w:type="dxa"/>
            <w:gridSpan w:val="4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</w:tr>
      <w:tr w:rsidR="000009BD" w:rsidRPr="00344E97" w:rsidTr="008E6624">
        <w:tc>
          <w:tcPr>
            <w:tcW w:w="540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05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Лицензионная экономическая программа 1С: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Пре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приятие</w:t>
            </w:r>
          </w:p>
        </w:tc>
        <w:tc>
          <w:tcPr>
            <w:tcW w:w="1838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24 2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806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 xml:space="preserve"> 800,00</w:t>
            </w:r>
          </w:p>
        </w:tc>
      </w:tr>
      <w:tr w:rsidR="000009BD" w:rsidRPr="00344E97" w:rsidTr="008E6624">
        <w:tc>
          <w:tcPr>
            <w:tcW w:w="540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805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Система «Контур.Экстерн»</w:t>
            </w:r>
          </w:p>
        </w:tc>
        <w:tc>
          <w:tcPr>
            <w:tcW w:w="1838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9 5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806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474C3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CE2E95" w:rsidTr="008E6624">
        <w:tc>
          <w:tcPr>
            <w:tcW w:w="9989" w:type="dxa"/>
            <w:gridSpan w:val="4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E2E95">
              <w:rPr>
                <w:sz w:val="24"/>
                <w:szCs w:val="24"/>
              </w:rPr>
              <w:t>Лицензионная экономическая программа 1С:</w:t>
            </w:r>
            <w:r>
              <w:rPr>
                <w:sz w:val="24"/>
                <w:szCs w:val="24"/>
              </w:rPr>
              <w:t xml:space="preserve"> </w:t>
            </w:r>
            <w:r w:rsidRPr="00CE2E95">
              <w:rPr>
                <w:sz w:val="24"/>
                <w:szCs w:val="24"/>
              </w:rPr>
              <w:t>Пре</w:t>
            </w:r>
            <w:r w:rsidRPr="00CE2E95">
              <w:rPr>
                <w:sz w:val="24"/>
                <w:szCs w:val="24"/>
              </w:rPr>
              <w:t>д</w:t>
            </w:r>
            <w:r w:rsidRPr="00CE2E95">
              <w:rPr>
                <w:sz w:val="24"/>
                <w:szCs w:val="24"/>
              </w:rPr>
              <w:t>приятие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30 000,00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Программа для ЭВМ «ГРАНД-Смета» (право на и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пользование баз данных)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15 000,00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Программа для ЭВМ «ГРАНД-Смета» (право на и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пользование обновлений баз данных)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19 000,00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Программа для ЭВМ «ГРАНД-Смета» (право на и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пользование версий)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28 000,00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5D7916" w:rsidTr="008E6624">
        <w:tc>
          <w:tcPr>
            <w:tcW w:w="9989" w:type="dxa"/>
            <w:gridSpan w:val="4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5D7916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5D7916" w:rsidTr="008E6624">
        <w:tc>
          <w:tcPr>
            <w:tcW w:w="540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D7916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05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D7916">
              <w:rPr>
                <w:sz w:val="24"/>
                <w:szCs w:val="24"/>
              </w:rPr>
              <w:t>Сопровождение программных продуктов семейства 1С (1С:</w:t>
            </w:r>
            <w:r>
              <w:rPr>
                <w:sz w:val="24"/>
                <w:szCs w:val="24"/>
              </w:rPr>
              <w:t xml:space="preserve"> </w:t>
            </w:r>
            <w:r w:rsidRPr="005D7916">
              <w:rPr>
                <w:sz w:val="24"/>
                <w:szCs w:val="24"/>
              </w:rPr>
              <w:t>Предприятие, 1С:</w:t>
            </w:r>
            <w:r>
              <w:rPr>
                <w:sz w:val="24"/>
                <w:szCs w:val="24"/>
              </w:rPr>
              <w:t xml:space="preserve"> </w:t>
            </w:r>
            <w:r w:rsidRPr="005D7916">
              <w:rPr>
                <w:sz w:val="24"/>
                <w:szCs w:val="24"/>
              </w:rPr>
              <w:t>Зарплата и кадры бюдже</w:t>
            </w:r>
            <w:r w:rsidRPr="005D7916">
              <w:rPr>
                <w:sz w:val="24"/>
                <w:szCs w:val="24"/>
              </w:rPr>
              <w:t>т</w:t>
            </w:r>
            <w:r w:rsidRPr="005D7916">
              <w:rPr>
                <w:sz w:val="24"/>
                <w:szCs w:val="24"/>
              </w:rPr>
              <w:t>ного учреждения 8),</w:t>
            </w:r>
          </w:p>
        </w:tc>
        <w:tc>
          <w:tcPr>
            <w:tcW w:w="1838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806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90 000,00</w:t>
            </w:r>
          </w:p>
        </w:tc>
      </w:tr>
    </w:tbl>
    <w:p w:rsidR="000009BD" w:rsidRPr="000E3D24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color w:val="FF0000"/>
          <w:sz w:val="16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21309">
        <w:rPr>
          <w:rFonts w:eastAsia="Calibri"/>
          <w:sz w:val="28"/>
          <w:szCs w:val="28"/>
          <w:lang w:eastAsia="en-US"/>
        </w:rPr>
        <w:t>2.3.2. Затраты на приобретение простых (неисключительных) лицензий на использование программного обеспечения:</w:t>
      </w:r>
    </w:p>
    <w:p w:rsidR="00A64FA1" w:rsidRPr="000E3D24" w:rsidRDefault="00A64FA1" w:rsidP="000009BD">
      <w:pPr>
        <w:widowControl w:val="0"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6662"/>
        <w:gridCol w:w="2835"/>
      </w:tblGrid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sz w:val="24"/>
                <w:szCs w:val="24"/>
              </w:rPr>
              <w:t>Норматив цены за ед</w:t>
            </w:r>
            <w:r w:rsidRPr="00521309">
              <w:rPr>
                <w:sz w:val="24"/>
                <w:szCs w:val="24"/>
              </w:rPr>
              <w:t>и</w:t>
            </w:r>
            <w:r w:rsidRPr="00521309">
              <w:rPr>
                <w:sz w:val="24"/>
                <w:szCs w:val="24"/>
              </w:rPr>
              <w:t>ницу, руб. (не более)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521309" w:rsidTr="00A64FA1">
        <w:tc>
          <w:tcPr>
            <w:tcW w:w="10065" w:type="dxa"/>
            <w:gridSpan w:val="3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521309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Ключ электронной подписи, включая устройство хранения ключей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Поставка средств криптографической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Поставка средств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13 000,00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Аттестация рабочих мест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50 000,00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8E6624" w:rsidRPr="00521309" w:rsidRDefault="000009BD" w:rsidP="00664313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Комплекс услуг «ТехноКад–Муниципалитет» по тарифному пакету «Муниципалитет – Базовый»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Антивирусное программное обеспечение Kaspersky Endpoint Security для бизнеса – Стандартный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150 000,00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0009BD" w:rsidRPr="000009BD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Модуль</w:t>
            </w:r>
            <w:r w:rsidRPr="000009BD">
              <w:rPr>
                <w:rFonts w:eastAsia="Calibri"/>
                <w:sz w:val="24"/>
                <w:szCs w:val="24"/>
                <w:lang w:val="en-US" w:eastAsia="en-US"/>
              </w:rPr>
              <w:t xml:space="preserve"> Advanced Threat Protection, 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>подписка</w:t>
            </w:r>
            <w:r w:rsidRPr="000009BD">
              <w:rPr>
                <w:rFonts w:eastAsia="Calibri"/>
                <w:sz w:val="24"/>
                <w:szCs w:val="24"/>
                <w:lang w:val="en-US" w:eastAsia="en-US"/>
              </w:rPr>
              <w:t xml:space="preserve"> Security Updates 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80 200,00</w:t>
            </w:r>
          </w:p>
        </w:tc>
      </w:tr>
      <w:tr w:rsidR="000009BD" w:rsidRPr="004C1688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Программное обеспечение Secret Net Studio</w:t>
            </w:r>
          </w:p>
        </w:tc>
        <w:tc>
          <w:tcPr>
            <w:tcW w:w="2835" w:type="dxa"/>
            <w:shd w:val="clear" w:color="auto" w:fill="auto"/>
          </w:tcPr>
          <w:p w:rsidR="000009BD" w:rsidRPr="004C1688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180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Программное обеспечение «1С-Битрикс: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>Управление сайтом»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6662" w:type="dxa"/>
            <w:shd w:val="clear" w:color="auto" w:fill="auto"/>
          </w:tcPr>
          <w:p w:rsidR="000009BD" w:rsidRDefault="000009BD" w:rsidP="008E6624">
            <w:pPr>
              <w:widowControl w:val="0"/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иного программного обеспечения</w:t>
            </w:r>
          </w:p>
          <w:p w:rsidR="000E3D24" w:rsidRPr="00521309" w:rsidRDefault="000E3D24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15 000,00</w:t>
            </w:r>
          </w:p>
        </w:tc>
      </w:tr>
      <w:tr w:rsidR="000009BD" w:rsidRPr="00690FF3" w:rsidTr="00A64FA1">
        <w:tc>
          <w:tcPr>
            <w:tcW w:w="10065" w:type="dxa"/>
            <w:gridSpan w:val="3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0009BD" w:rsidRPr="007B0270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7B0270">
              <w:rPr>
                <w:rFonts w:eastAsia="Calibri"/>
                <w:sz w:val="24"/>
                <w:szCs w:val="24"/>
                <w:lang w:eastAsia="en-US"/>
              </w:rPr>
              <w:t>Антивирусное программное обеспечение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Kaspersky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Endpoint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Security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для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бизнеса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Стандартный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Russian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Edition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3 000,00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 xml:space="preserve">Программное обеспечение ViPNet Client for Windows 4.x (КС2) сертификат активации сервиса совместной технической поддержки на срок 1 год, уровень </w:t>
            </w:r>
            <w:r w:rsidRPr="007E1F4D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Расширенный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5 000,00</w:t>
            </w:r>
          </w:p>
        </w:tc>
      </w:tr>
      <w:tr w:rsidR="00AB70E9" w:rsidRPr="00521309" w:rsidTr="0099176F">
        <w:tc>
          <w:tcPr>
            <w:tcW w:w="568" w:type="dxa"/>
            <w:shd w:val="clear" w:color="auto" w:fill="auto"/>
          </w:tcPr>
          <w:p w:rsidR="00AB70E9" w:rsidRPr="00521309" w:rsidRDefault="00AB70E9" w:rsidP="0099176F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AB70E9" w:rsidRPr="00521309" w:rsidRDefault="00AB70E9" w:rsidP="0099176F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B70E9" w:rsidRPr="00521309" w:rsidRDefault="00AB70E9" w:rsidP="0099176F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Справочно-правовая система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140 000,00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D1268">
              <w:rPr>
                <w:rFonts w:eastAsia="Calibri"/>
                <w:sz w:val="24"/>
                <w:szCs w:val="24"/>
                <w:lang w:eastAsia="en-US"/>
              </w:rPr>
              <w:t>Поставка иного программного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10 000,00</w:t>
            </w:r>
          </w:p>
        </w:tc>
      </w:tr>
      <w:tr w:rsidR="000009BD" w:rsidRPr="00673526" w:rsidTr="00A64FA1">
        <w:tc>
          <w:tcPr>
            <w:tcW w:w="10065" w:type="dxa"/>
            <w:gridSpan w:val="3"/>
            <w:shd w:val="clear" w:color="auto" w:fill="auto"/>
          </w:tcPr>
          <w:p w:rsidR="000009BD" w:rsidRPr="0067352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73526">
              <w:rPr>
                <w:sz w:val="24"/>
                <w:szCs w:val="24"/>
              </w:rPr>
              <w:t xml:space="preserve">Муниципальное казенное учреждение города Новошахтинска                                                               </w:t>
            </w:r>
            <w:r w:rsidRPr="00673526">
              <w:rPr>
                <w:sz w:val="24"/>
                <w:szCs w:val="24"/>
              </w:rPr>
              <w:lastRenderedPageBreak/>
              <w:t>«Управление городского хозяйства»</w:t>
            </w:r>
          </w:p>
        </w:tc>
      </w:tr>
      <w:tr w:rsidR="000009BD" w:rsidRPr="00592CCA" w:rsidTr="00A64FA1">
        <w:tc>
          <w:tcPr>
            <w:tcW w:w="568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6662" w:type="dxa"/>
            <w:shd w:val="clear" w:color="auto" w:fill="auto"/>
          </w:tcPr>
          <w:p w:rsidR="000009BD" w:rsidRPr="007B0270" w:rsidRDefault="000009BD" w:rsidP="008E66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7B0270">
              <w:rPr>
                <w:sz w:val="24"/>
                <w:szCs w:val="24"/>
              </w:rPr>
              <w:t xml:space="preserve">Антивирусное программное обеспечение </w:t>
            </w:r>
            <w:r w:rsidRPr="00592CCA">
              <w:rPr>
                <w:sz w:val="24"/>
                <w:szCs w:val="24"/>
                <w:lang w:val="en-US"/>
              </w:rPr>
              <w:t>Kaspersky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Endpoint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Security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</w:rPr>
              <w:t>для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</w:rPr>
              <w:t>бизнеса</w:t>
            </w:r>
            <w:r w:rsidRPr="007B0270">
              <w:rPr>
                <w:sz w:val="24"/>
                <w:szCs w:val="24"/>
              </w:rPr>
              <w:t xml:space="preserve"> – </w:t>
            </w:r>
            <w:r w:rsidRPr="00592CCA">
              <w:rPr>
                <w:sz w:val="24"/>
                <w:szCs w:val="24"/>
              </w:rPr>
              <w:t>Стандартный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Russian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Edition</w:t>
            </w:r>
          </w:p>
        </w:tc>
        <w:tc>
          <w:tcPr>
            <w:tcW w:w="2835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t>15 000,00</w:t>
            </w:r>
          </w:p>
        </w:tc>
      </w:tr>
      <w:tr w:rsidR="000009BD" w:rsidRPr="00592CCA" w:rsidTr="00A64FA1">
        <w:tc>
          <w:tcPr>
            <w:tcW w:w="568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92CCA">
              <w:rPr>
                <w:sz w:val="24"/>
                <w:szCs w:val="24"/>
              </w:rPr>
              <w:t>Предоставление доступа к консультационным системам</w:t>
            </w:r>
          </w:p>
        </w:tc>
        <w:tc>
          <w:tcPr>
            <w:tcW w:w="2835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t>200 000,00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Ключ электронной подписи, включая устройство хранения ключей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7 500,0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Сертификат активации сервиса технической поддержки ПО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4 000,0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средств криптографической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средств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Аттестация рабочих мест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100 000,0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 xml:space="preserve">Услуги по обновлению </w:t>
            </w:r>
            <w:r>
              <w:rPr>
                <w:color w:val="000000"/>
                <w:sz w:val="24"/>
                <w:szCs w:val="24"/>
              </w:rPr>
              <w:t xml:space="preserve">программного обеспечения </w:t>
            </w:r>
            <w:r w:rsidRPr="001D2491">
              <w:rPr>
                <w:color w:val="000000"/>
                <w:sz w:val="24"/>
                <w:szCs w:val="24"/>
              </w:rPr>
              <w:t xml:space="preserve"> ПАК </w:t>
            </w:r>
            <w:r w:rsidRPr="001D2491">
              <w:rPr>
                <w:color w:val="000000"/>
                <w:sz w:val="24"/>
                <w:szCs w:val="24"/>
                <w:lang w:val="en-US"/>
              </w:rPr>
              <w:t>ViPNet</w:t>
            </w:r>
            <w:r w:rsidRPr="001D2491">
              <w:rPr>
                <w:color w:val="000000"/>
                <w:sz w:val="24"/>
                <w:szCs w:val="24"/>
              </w:rPr>
              <w:t xml:space="preserve"> </w:t>
            </w:r>
            <w:r w:rsidRPr="001D2491">
              <w:rPr>
                <w:color w:val="000000"/>
                <w:sz w:val="24"/>
                <w:szCs w:val="24"/>
                <w:lang w:val="en-US"/>
              </w:rPr>
              <w:t>Coordinator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100 000,0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Оказание услуг по контролю соответствия системы защиты информации требованиям безопасности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90 000,0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операционных систем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25 000,0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офисного программного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25 000,0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иного программного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15 000,0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0009BD" w:rsidRPr="00742630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color w:val="FF0000"/>
          <w:sz w:val="14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F44BB1">
        <w:rPr>
          <w:rFonts w:eastAsia="Calibri"/>
          <w:sz w:val="28"/>
          <w:szCs w:val="28"/>
          <w:lang w:eastAsia="en-US"/>
        </w:rPr>
        <w:t>2.4. Затраты на приобретение компьютерного и периферийного оборудов</w:t>
      </w:r>
      <w:r w:rsidRPr="00F44BB1">
        <w:rPr>
          <w:rFonts w:eastAsia="Calibri"/>
          <w:sz w:val="28"/>
          <w:szCs w:val="28"/>
          <w:lang w:eastAsia="en-US"/>
        </w:rPr>
        <w:t>а</w:t>
      </w:r>
      <w:r w:rsidRPr="00F44BB1">
        <w:rPr>
          <w:rFonts w:eastAsia="Calibri"/>
          <w:sz w:val="28"/>
          <w:szCs w:val="28"/>
          <w:lang w:eastAsia="en-US"/>
        </w:rPr>
        <w:t>ния, оргтехники, носителей инф</w:t>
      </w:r>
      <w:r w:rsidR="00742630">
        <w:rPr>
          <w:rFonts w:eastAsia="Calibri"/>
          <w:sz w:val="28"/>
          <w:szCs w:val="28"/>
          <w:lang w:eastAsia="en-US"/>
        </w:rPr>
        <w:t>ормации:</w:t>
      </w:r>
    </w:p>
    <w:p w:rsidR="00A64FA1" w:rsidRPr="00A64FA1" w:rsidRDefault="00A64FA1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12"/>
          <w:szCs w:val="28"/>
          <w:lang w:eastAsia="en-US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600"/>
      </w:tblPr>
      <w:tblGrid>
        <w:gridCol w:w="607"/>
        <w:gridCol w:w="2229"/>
        <w:gridCol w:w="2835"/>
        <w:gridCol w:w="1985"/>
        <w:gridCol w:w="2409"/>
      </w:tblGrid>
      <w:tr w:rsidR="007A3950" w:rsidRPr="00F44BB1" w:rsidTr="005B05C3">
        <w:trPr>
          <w:trHeight w:hRule="exact" w:val="125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ind w:right="-40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 xml:space="preserve">№ </w:t>
            </w:r>
            <w:r w:rsidRPr="00F44BB1">
              <w:rPr>
                <w:sz w:val="24"/>
                <w:szCs w:val="24"/>
              </w:rPr>
              <w:t>п/п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ind w:right="-40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pacing w:val="-1"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Количество</w:t>
            </w:r>
            <w:r w:rsidRPr="00F44BB1">
              <w:rPr>
                <w:bCs/>
                <w:spacing w:val="-1"/>
                <w:sz w:val="24"/>
                <w:szCs w:val="24"/>
              </w:rPr>
              <w:t xml:space="preserve">, </w:t>
            </w: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pacing w:val="-1"/>
                <w:sz w:val="24"/>
                <w:szCs w:val="24"/>
              </w:rPr>
              <w:t>ед.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Цена приобрет</w:t>
            </w:r>
            <w:r w:rsidRPr="00F44BB1">
              <w:rPr>
                <w:bCs/>
                <w:sz w:val="24"/>
                <w:szCs w:val="24"/>
              </w:rPr>
              <w:t>е</w:t>
            </w:r>
            <w:r w:rsidRPr="00F44BB1">
              <w:rPr>
                <w:bCs/>
                <w:sz w:val="24"/>
                <w:szCs w:val="24"/>
              </w:rPr>
              <w:t>ния единицы об</w:t>
            </w:r>
            <w:r w:rsidRPr="00F44BB1">
              <w:rPr>
                <w:bCs/>
                <w:sz w:val="24"/>
                <w:szCs w:val="24"/>
              </w:rPr>
              <w:t>о</w:t>
            </w:r>
            <w:r w:rsidRPr="00F44BB1">
              <w:rPr>
                <w:bCs/>
                <w:sz w:val="24"/>
                <w:szCs w:val="24"/>
              </w:rPr>
              <w:t xml:space="preserve">рудования, </w:t>
            </w:r>
            <w:r>
              <w:rPr>
                <w:bCs/>
                <w:sz w:val="24"/>
                <w:szCs w:val="24"/>
              </w:rPr>
              <w:t>руб. (</w:t>
            </w:r>
            <w:r w:rsidRPr="00F44BB1">
              <w:rPr>
                <w:bCs/>
                <w:sz w:val="24"/>
                <w:szCs w:val="24"/>
              </w:rPr>
              <w:t>не более</w:t>
            </w:r>
            <w:r>
              <w:rPr>
                <w:bCs/>
                <w:sz w:val="24"/>
                <w:szCs w:val="24"/>
              </w:rPr>
              <w:t>)</w:t>
            </w: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не более руб.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ind w:right="14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Категория/группа должностей</w:t>
            </w:r>
          </w:p>
        </w:tc>
      </w:tr>
    </w:tbl>
    <w:p w:rsidR="007A3950" w:rsidRPr="00A64FA1" w:rsidRDefault="007A3950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"/>
          <w:szCs w:val="28"/>
          <w:lang w:eastAsia="en-US"/>
        </w:rPr>
      </w:pPr>
    </w:p>
    <w:p w:rsidR="000009BD" w:rsidRPr="007A3950" w:rsidRDefault="000009BD" w:rsidP="000009BD">
      <w:pPr>
        <w:widowControl w:val="0"/>
        <w:overflowPunct/>
        <w:jc w:val="center"/>
        <w:textAlignment w:val="auto"/>
        <w:rPr>
          <w:rFonts w:eastAsia="Calibri"/>
          <w:sz w:val="2"/>
          <w:szCs w:val="10"/>
          <w:lang w:eastAsia="en-US"/>
        </w:rPr>
      </w:pPr>
    </w:p>
    <w:p w:rsidR="000009BD" w:rsidRPr="00742630" w:rsidRDefault="000009BD" w:rsidP="000009BD">
      <w:pPr>
        <w:rPr>
          <w:sz w:val="2"/>
          <w:szCs w:val="2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600"/>
      </w:tblPr>
      <w:tblGrid>
        <w:gridCol w:w="606"/>
        <w:gridCol w:w="2230"/>
        <w:gridCol w:w="2835"/>
        <w:gridCol w:w="1985"/>
        <w:gridCol w:w="2409"/>
      </w:tblGrid>
      <w:tr w:rsidR="000009BD" w:rsidRPr="00F44BB1" w:rsidTr="00742630">
        <w:trPr>
          <w:trHeight w:hRule="exact" w:val="273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left="-95" w:right="43" w:firstLine="95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-40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5</w:t>
            </w:r>
          </w:p>
        </w:tc>
      </w:tr>
      <w:tr w:rsidR="000009BD" w:rsidRPr="00F44BB1" w:rsidTr="00664313">
        <w:trPr>
          <w:trHeight w:hRule="exact" w:val="39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F44BB1" w:rsidTr="00664313">
        <w:trPr>
          <w:trHeight w:hRule="exact" w:val="1421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43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Рабочая станция</w:t>
            </w:r>
          </w:p>
          <w:p w:rsidR="000009BD" w:rsidRDefault="000009BD" w:rsidP="008E6624">
            <w:pPr>
              <w:overflowPunct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(автоматизирова</w:t>
            </w:r>
            <w:r w:rsidRPr="00F44BB1">
              <w:rPr>
                <w:sz w:val="24"/>
                <w:szCs w:val="24"/>
              </w:rPr>
              <w:t>н</w:t>
            </w:r>
            <w:r w:rsidRPr="00F44BB1">
              <w:rPr>
                <w:sz w:val="24"/>
                <w:szCs w:val="24"/>
              </w:rPr>
              <w:t>ное рабочее место: системный блок, монитор, мышь, клавиатура)</w:t>
            </w: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Pr="00F44BB1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pacing w:val="-2"/>
                <w:sz w:val="24"/>
                <w:szCs w:val="24"/>
              </w:rPr>
              <w:t>Не более 1 комплекта в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расчете на одного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44BB1">
              <w:rPr>
                <w:sz w:val="24"/>
                <w:szCs w:val="24"/>
              </w:rPr>
              <w:t>5 000,00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Высшая группа дол</w:t>
            </w:r>
            <w:r w:rsidRPr="00F44BB1">
              <w:rPr>
                <w:sz w:val="24"/>
                <w:szCs w:val="24"/>
              </w:rPr>
              <w:t>ж</w:t>
            </w:r>
            <w:r w:rsidRPr="00F44BB1">
              <w:rPr>
                <w:sz w:val="24"/>
                <w:szCs w:val="24"/>
              </w:rPr>
              <w:t>ностей муниципал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 xml:space="preserve">ной службы </w:t>
            </w:r>
          </w:p>
        </w:tc>
      </w:tr>
      <w:tr w:rsidR="000009BD" w:rsidRPr="00F44BB1" w:rsidTr="003D4822">
        <w:trPr>
          <w:trHeight w:hRule="exact" w:val="3717"/>
        </w:trPr>
        <w:tc>
          <w:tcPr>
            <w:tcW w:w="60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F44BB1">
              <w:rPr>
                <w:sz w:val="24"/>
                <w:szCs w:val="24"/>
              </w:rPr>
              <w:t>5 000,00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822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Должности муниц</w:t>
            </w:r>
            <w:r w:rsidRPr="00F44BB1">
              <w:rPr>
                <w:sz w:val="24"/>
                <w:szCs w:val="24"/>
              </w:rPr>
              <w:t>и</w:t>
            </w:r>
            <w:r w:rsidRPr="00F44BB1">
              <w:rPr>
                <w:sz w:val="24"/>
                <w:szCs w:val="24"/>
              </w:rPr>
              <w:t>пальной службы, не отнесенные к высшей группе должностей муниципальной слу</w:t>
            </w:r>
            <w:r w:rsidRPr="00F44BB1">
              <w:rPr>
                <w:sz w:val="24"/>
                <w:szCs w:val="24"/>
              </w:rPr>
              <w:t>ж</w:t>
            </w:r>
            <w:r w:rsidRPr="00F44BB1">
              <w:rPr>
                <w:sz w:val="24"/>
                <w:szCs w:val="24"/>
              </w:rPr>
              <w:t>бы, и должности р</w:t>
            </w:r>
            <w:r w:rsidRPr="00F44BB1">
              <w:rPr>
                <w:sz w:val="24"/>
                <w:szCs w:val="24"/>
              </w:rPr>
              <w:t>а</w:t>
            </w:r>
            <w:r w:rsidRPr="00F44BB1">
              <w:rPr>
                <w:sz w:val="24"/>
                <w:szCs w:val="24"/>
              </w:rPr>
              <w:t>ботников, осущест</w:t>
            </w:r>
            <w:r w:rsidRPr="00F44BB1">
              <w:rPr>
                <w:sz w:val="24"/>
                <w:szCs w:val="24"/>
              </w:rPr>
              <w:t>в</w:t>
            </w:r>
            <w:r w:rsidRPr="00F44BB1">
              <w:rPr>
                <w:sz w:val="24"/>
                <w:szCs w:val="24"/>
              </w:rPr>
              <w:t>ляющих техническое обеспечение деятел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>ности органов мест</w:t>
            </w:r>
            <w:r w:rsidR="003D4822">
              <w:rPr>
                <w:sz w:val="24"/>
                <w:szCs w:val="24"/>
              </w:rPr>
              <w:t>-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 xml:space="preserve">ного самоуправления </w:t>
            </w:r>
          </w:p>
        </w:tc>
      </w:tr>
      <w:tr w:rsidR="000009BD" w:rsidRPr="00F44BB1" w:rsidTr="0063729E">
        <w:trPr>
          <w:trHeight w:hRule="exact" w:val="2573"/>
        </w:trPr>
        <w:tc>
          <w:tcPr>
            <w:tcW w:w="6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2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44BB1">
              <w:rPr>
                <w:sz w:val="24"/>
                <w:szCs w:val="24"/>
              </w:rPr>
              <w:t>БП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Не более 1 комплекта на 1 автоматизированное раб</w:t>
            </w:r>
            <w:r w:rsidRPr="00F44BB1">
              <w:rPr>
                <w:sz w:val="24"/>
                <w:szCs w:val="24"/>
              </w:rPr>
              <w:t>о</w:t>
            </w:r>
            <w:r w:rsidRPr="00F44BB1">
              <w:rPr>
                <w:sz w:val="24"/>
                <w:szCs w:val="24"/>
              </w:rPr>
              <w:t>чее место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7 500,00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63729E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Все группы должн</w:t>
            </w:r>
            <w:r w:rsidRPr="00F44BB1">
              <w:rPr>
                <w:sz w:val="24"/>
                <w:szCs w:val="24"/>
              </w:rPr>
              <w:t>о</w:t>
            </w:r>
            <w:r w:rsidRPr="00F44BB1">
              <w:rPr>
                <w:sz w:val="24"/>
                <w:szCs w:val="24"/>
              </w:rPr>
              <w:t>стей муниципальной службы и должности работников, осущес</w:t>
            </w:r>
            <w:r w:rsidRPr="00F44BB1">
              <w:rPr>
                <w:sz w:val="24"/>
                <w:szCs w:val="24"/>
              </w:rPr>
              <w:t>т</w:t>
            </w:r>
            <w:r w:rsidRPr="00F44BB1">
              <w:rPr>
                <w:sz w:val="24"/>
                <w:szCs w:val="24"/>
              </w:rPr>
              <w:t>вляющих техническое обеспечение деятел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>ности органов мес</w:t>
            </w:r>
            <w:r w:rsidRPr="00F44BB1">
              <w:rPr>
                <w:sz w:val="24"/>
                <w:szCs w:val="24"/>
              </w:rPr>
              <w:t>т</w:t>
            </w:r>
            <w:r w:rsidRPr="00F44BB1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F44BB1" w:rsidTr="0063729E">
        <w:trPr>
          <w:trHeight w:hRule="exact" w:val="2268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3.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Сервер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Не более: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 xml:space="preserve"> 2 контроллеров домена 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 xml:space="preserve">(основной, резервный), 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 прокси-сервера,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 файлового сервера,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 сервера для баз данных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350 000,00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63729E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Все группы должн</w:t>
            </w:r>
            <w:r w:rsidRPr="00F44BB1">
              <w:rPr>
                <w:sz w:val="24"/>
                <w:szCs w:val="24"/>
              </w:rPr>
              <w:t>о</w:t>
            </w:r>
            <w:r w:rsidRPr="00F44BB1">
              <w:rPr>
                <w:sz w:val="24"/>
                <w:szCs w:val="24"/>
              </w:rPr>
              <w:t>стей муниципальной службы и должности работников, осущест</w:t>
            </w:r>
            <w:r w:rsidR="0063729E">
              <w:rPr>
                <w:sz w:val="24"/>
                <w:szCs w:val="24"/>
              </w:rPr>
              <w:t>-</w:t>
            </w:r>
            <w:r w:rsidRPr="00F44BB1">
              <w:rPr>
                <w:sz w:val="24"/>
                <w:szCs w:val="24"/>
              </w:rPr>
              <w:t>вляющих техническое обеспечение деятел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>ности</w:t>
            </w:r>
            <w:r w:rsidR="0063729E">
              <w:rPr>
                <w:sz w:val="24"/>
                <w:szCs w:val="24"/>
              </w:rPr>
              <w:t xml:space="preserve"> </w:t>
            </w:r>
            <w:r w:rsidRPr="00F44BB1">
              <w:rPr>
                <w:sz w:val="24"/>
                <w:szCs w:val="24"/>
              </w:rPr>
              <w:t>органов мес</w:t>
            </w:r>
            <w:r w:rsidRPr="00F44BB1">
              <w:rPr>
                <w:sz w:val="24"/>
                <w:szCs w:val="24"/>
              </w:rPr>
              <w:t>т</w:t>
            </w:r>
            <w:r w:rsidRPr="00F44BB1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3729E">
        <w:trPr>
          <w:trHeight w:hRule="exact" w:val="227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4 комплектов в расчете на одно здание Администрации города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85 000,00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Все группы должн</w:t>
            </w:r>
            <w:r w:rsidRPr="00C206BC">
              <w:rPr>
                <w:sz w:val="24"/>
                <w:szCs w:val="24"/>
              </w:rPr>
              <w:t>о</w:t>
            </w:r>
            <w:r w:rsidRPr="00C206BC">
              <w:rPr>
                <w:sz w:val="24"/>
                <w:szCs w:val="24"/>
              </w:rPr>
              <w:t>стей муниципальной службы и должности работников, осущест</w:t>
            </w:r>
            <w:r w:rsidR="0063729E">
              <w:rPr>
                <w:sz w:val="24"/>
                <w:szCs w:val="24"/>
              </w:rPr>
              <w:t>-</w:t>
            </w:r>
            <w:r w:rsidRPr="00C206BC">
              <w:rPr>
                <w:sz w:val="24"/>
                <w:szCs w:val="24"/>
              </w:rPr>
              <w:t>вляющих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hRule="exact" w:val="932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5.</w:t>
            </w:r>
          </w:p>
        </w:tc>
        <w:tc>
          <w:tcPr>
            <w:tcW w:w="22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Принтер с функц</w:t>
            </w:r>
            <w:r w:rsidRPr="00C206BC">
              <w:rPr>
                <w:sz w:val="24"/>
                <w:szCs w:val="24"/>
              </w:rPr>
              <w:t>и</w:t>
            </w:r>
            <w:r w:rsidRPr="00C206BC">
              <w:rPr>
                <w:sz w:val="24"/>
                <w:szCs w:val="24"/>
              </w:rPr>
              <w:t>ей черно-белой печати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pacing w:val="-2"/>
                <w:sz w:val="24"/>
                <w:szCs w:val="24"/>
              </w:rPr>
              <w:t>Не более 1 комплекта в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расчете на одного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45 000,00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Высшая группа дол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ностей муниципал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 xml:space="preserve">ной службы </w:t>
            </w:r>
          </w:p>
        </w:tc>
      </w:tr>
      <w:tr w:rsidR="000009BD" w:rsidRPr="00C206BC" w:rsidTr="00664313">
        <w:trPr>
          <w:trHeight w:val="265"/>
        </w:trPr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2 комплектов на кабинет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45 000,00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Должности муниц</w:t>
            </w:r>
            <w:r w:rsidRPr="00C206BC">
              <w:rPr>
                <w:sz w:val="24"/>
                <w:szCs w:val="24"/>
              </w:rPr>
              <w:t>и</w:t>
            </w:r>
            <w:r w:rsidRPr="00C206BC">
              <w:rPr>
                <w:sz w:val="24"/>
                <w:szCs w:val="24"/>
              </w:rPr>
              <w:t>пальной службы, не отнесенные к высшей группе должностей муниципальной слу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бы, и должности р</w:t>
            </w:r>
            <w:r w:rsidRPr="00C206BC">
              <w:rPr>
                <w:sz w:val="24"/>
                <w:szCs w:val="24"/>
              </w:rPr>
              <w:t>а</w:t>
            </w:r>
            <w:r w:rsidRPr="00C206BC">
              <w:rPr>
                <w:sz w:val="24"/>
                <w:szCs w:val="24"/>
              </w:rPr>
              <w:t>ботников, осущест</w:t>
            </w:r>
            <w:r w:rsidRPr="00C206BC">
              <w:rPr>
                <w:sz w:val="24"/>
                <w:szCs w:val="24"/>
              </w:rPr>
              <w:t>в</w:t>
            </w:r>
            <w:r w:rsidRPr="00C206BC">
              <w:rPr>
                <w:sz w:val="24"/>
                <w:szCs w:val="24"/>
              </w:rPr>
              <w:t>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val="1920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6.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pacing w:val="-1"/>
                <w:sz w:val="24"/>
                <w:szCs w:val="24"/>
              </w:rPr>
              <w:t xml:space="preserve">Принтер струйный с функцией </w:t>
            </w:r>
            <w:r w:rsidRPr="00C206BC">
              <w:rPr>
                <w:sz w:val="24"/>
                <w:szCs w:val="24"/>
              </w:rPr>
              <w:t>цве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ной печати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2 комплектов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55 000,00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Все группы должн</w:t>
            </w:r>
            <w:r w:rsidRPr="00C206BC">
              <w:rPr>
                <w:sz w:val="24"/>
                <w:szCs w:val="24"/>
              </w:rPr>
              <w:t>о</w:t>
            </w:r>
            <w:r w:rsidRPr="00C206BC">
              <w:rPr>
                <w:sz w:val="24"/>
                <w:szCs w:val="24"/>
              </w:rPr>
              <w:t>стей муниципальной службы и должности работников, осущес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вляющих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937EE1">
        <w:trPr>
          <w:trHeight w:hRule="exact" w:val="2289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Сканер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 xml:space="preserve">Не более 1 комплекта на отдел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20 500,00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Все группы должн</w:t>
            </w:r>
            <w:r w:rsidRPr="00C206BC">
              <w:rPr>
                <w:sz w:val="24"/>
                <w:szCs w:val="24"/>
              </w:rPr>
              <w:t>о</w:t>
            </w:r>
            <w:r w:rsidRPr="00C206BC">
              <w:rPr>
                <w:sz w:val="24"/>
                <w:szCs w:val="24"/>
              </w:rPr>
              <w:t>стей муниципальной службы и должности работников, осущест</w:t>
            </w:r>
            <w:r w:rsidR="00937EE1">
              <w:rPr>
                <w:sz w:val="24"/>
                <w:szCs w:val="24"/>
              </w:rPr>
              <w:t>-</w:t>
            </w:r>
            <w:r w:rsidRPr="00C206BC">
              <w:rPr>
                <w:sz w:val="24"/>
                <w:szCs w:val="24"/>
              </w:rPr>
              <w:t>вляющих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hRule="exact" w:val="828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8.</w:t>
            </w:r>
          </w:p>
        </w:tc>
        <w:tc>
          <w:tcPr>
            <w:tcW w:w="223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МФУ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pacing w:val="-1"/>
                <w:sz w:val="24"/>
                <w:szCs w:val="24"/>
              </w:rPr>
              <w:t xml:space="preserve">Не более 1 комплекта </w:t>
            </w:r>
            <w:r w:rsidRPr="00C206BC">
              <w:rPr>
                <w:bCs/>
                <w:spacing w:val="-1"/>
                <w:sz w:val="24"/>
                <w:szCs w:val="24"/>
              </w:rPr>
              <w:t xml:space="preserve">в </w:t>
            </w:r>
            <w:r w:rsidRPr="00C206BC">
              <w:rPr>
                <w:sz w:val="24"/>
                <w:szCs w:val="24"/>
              </w:rPr>
              <w:t>расчете на одного рабо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Высшая группа дол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ностей муниципал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 xml:space="preserve">ной службы </w:t>
            </w:r>
          </w:p>
        </w:tc>
      </w:tr>
      <w:tr w:rsidR="000009BD" w:rsidRPr="00C206BC" w:rsidTr="00221FB7">
        <w:trPr>
          <w:trHeight w:hRule="exact" w:val="2999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1 комплекта на отдел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Должности муниц</w:t>
            </w:r>
            <w:r w:rsidRPr="00C206BC">
              <w:rPr>
                <w:sz w:val="24"/>
                <w:szCs w:val="24"/>
              </w:rPr>
              <w:t>и</w:t>
            </w:r>
            <w:r w:rsidRPr="00C206BC">
              <w:rPr>
                <w:sz w:val="24"/>
                <w:szCs w:val="24"/>
              </w:rPr>
              <w:t>пальной службы, не отнесенные к высшей группе должностей муниципальной слу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бы, и должности р</w:t>
            </w:r>
            <w:r w:rsidRPr="00C206BC">
              <w:rPr>
                <w:sz w:val="24"/>
                <w:szCs w:val="24"/>
              </w:rPr>
              <w:t>а</w:t>
            </w:r>
            <w:r w:rsidRPr="00C206BC">
              <w:rPr>
                <w:sz w:val="24"/>
                <w:szCs w:val="24"/>
              </w:rPr>
              <w:t>ботников, осущест</w:t>
            </w:r>
            <w:r w:rsidRPr="00C206BC">
              <w:rPr>
                <w:sz w:val="24"/>
                <w:szCs w:val="24"/>
              </w:rPr>
              <w:t>в</w:t>
            </w:r>
            <w:r w:rsidRPr="00C206BC">
              <w:rPr>
                <w:sz w:val="24"/>
                <w:szCs w:val="24"/>
              </w:rPr>
              <w:t>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hRule="exact" w:val="831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9.</w:t>
            </w:r>
          </w:p>
        </w:tc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Планшетный ко</w:t>
            </w:r>
            <w:r w:rsidRPr="00C206BC">
              <w:rPr>
                <w:sz w:val="24"/>
                <w:szCs w:val="24"/>
              </w:rPr>
              <w:t>м</w:t>
            </w:r>
            <w:r w:rsidRPr="00C206BC">
              <w:rPr>
                <w:sz w:val="24"/>
                <w:szCs w:val="24"/>
              </w:rPr>
              <w:t>пьютер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1 комплекта в расчете на одного рабо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ника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120 000,00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Муниципальные должности</w:t>
            </w:r>
          </w:p>
        </w:tc>
      </w:tr>
      <w:tr w:rsidR="000009BD" w:rsidRPr="00C206BC" w:rsidTr="00664313">
        <w:trPr>
          <w:trHeight w:hRule="exact" w:val="843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10.</w:t>
            </w:r>
          </w:p>
        </w:tc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Смартфон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1 комплекта в расчете на одного рабо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ника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Муниципальные должности</w:t>
            </w:r>
          </w:p>
        </w:tc>
      </w:tr>
      <w:tr w:rsidR="000009BD" w:rsidRPr="00DA5AE3" w:rsidTr="00221FB7">
        <w:trPr>
          <w:trHeight w:hRule="exact" w:val="257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11.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Ноутбук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на отдел (при необходим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группы должн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стей муниципальной службы и должности работников, осущес</w:t>
            </w:r>
            <w:r w:rsidRPr="00DA5AE3">
              <w:rPr>
                <w:sz w:val="24"/>
                <w:szCs w:val="24"/>
              </w:rPr>
              <w:t>т</w:t>
            </w:r>
            <w:r w:rsidRPr="00DA5AE3">
              <w:rPr>
                <w:sz w:val="24"/>
                <w:szCs w:val="24"/>
              </w:rPr>
              <w:t>вляющих техническое обеспечение деятел</w:t>
            </w:r>
            <w:r w:rsidRPr="00DA5AE3">
              <w:rPr>
                <w:sz w:val="24"/>
                <w:szCs w:val="24"/>
              </w:rPr>
              <w:t>ь</w:t>
            </w:r>
            <w:r w:rsidRPr="00DA5AE3">
              <w:rPr>
                <w:sz w:val="24"/>
                <w:szCs w:val="24"/>
              </w:rPr>
              <w:t>ности органов мес</w:t>
            </w:r>
            <w:r w:rsidRPr="00DA5AE3">
              <w:rPr>
                <w:sz w:val="24"/>
                <w:szCs w:val="24"/>
              </w:rPr>
              <w:t>т</w:t>
            </w:r>
            <w:r w:rsidRPr="00DA5AE3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DA5AE3" w:rsidTr="00221FB7">
        <w:trPr>
          <w:trHeight w:hRule="exact"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12.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электро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>ные носители и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>формации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rFonts w:eastAsia="Calibri"/>
                <w:sz w:val="24"/>
                <w:szCs w:val="24"/>
                <w:lang w:eastAsia="en-US"/>
              </w:rPr>
              <w:t>Приобретение не пред</w:t>
            </w:r>
            <w:r w:rsidRPr="00DA5AE3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A5AE3">
              <w:rPr>
                <w:rFonts w:eastAsia="Calibri"/>
                <w:sz w:val="24"/>
                <w:szCs w:val="24"/>
                <w:lang w:eastAsia="en-US"/>
              </w:rPr>
              <w:t>смотрено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E3316B">
              <w:rPr>
                <w:sz w:val="24"/>
                <w:szCs w:val="24"/>
              </w:rPr>
              <w:t>–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3316B">
              <w:rPr>
                <w:sz w:val="24"/>
                <w:szCs w:val="24"/>
              </w:rPr>
              <w:t>–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65" w:type="dxa"/>
            <w:gridSpan w:val="5"/>
          </w:tcPr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Рабочая станция</w:t>
            </w:r>
          </w:p>
          <w:p w:rsidR="000009BD" w:rsidRPr="00DA5AE3" w:rsidRDefault="000009BD" w:rsidP="008E6624">
            <w:pPr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(автоматизирова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>ное рабочее место: системный блок, монитор, мышь, клавиатура)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2"/>
                <w:sz w:val="24"/>
                <w:szCs w:val="24"/>
              </w:rPr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расчете на одного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Копировальный аппарат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85 000,00</w:t>
            </w:r>
          </w:p>
        </w:tc>
        <w:tc>
          <w:tcPr>
            <w:tcW w:w="2409" w:type="dxa"/>
          </w:tcPr>
          <w:p w:rsidR="000009BD" w:rsidRPr="00DA5AE3" w:rsidRDefault="000009BD" w:rsidP="00FF27C5">
            <w:pPr>
              <w:widowControl w:val="0"/>
              <w:overflowPunct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Должности работн</w:t>
            </w:r>
            <w:r w:rsidRPr="00DA5AE3">
              <w:rPr>
                <w:sz w:val="24"/>
                <w:szCs w:val="24"/>
              </w:rPr>
              <w:t>и</w:t>
            </w:r>
            <w:r w:rsidRPr="00DA5AE3">
              <w:rPr>
                <w:sz w:val="24"/>
                <w:szCs w:val="24"/>
              </w:rPr>
              <w:t>ков, не относящихся к категории руков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дители</w:t>
            </w:r>
            <w:r w:rsidR="00FF27C5">
              <w:rPr>
                <w:sz w:val="24"/>
                <w:szCs w:val="24"/>
              </w:rPr>
              <w:t xml:space="preserve"> </w:t>
            </w:r>
            <w:r w:rsidRPr="00DA5AE3">
              <w:rPr>
                <w:sz w:val="24"/>
                <w:szCs w:val="24"/>
              </w:rPr>
              <w:t>(специалисты отделов)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20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Принтер с фун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цией черно-белой печати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в расчете на один отдел при </w:t>
            </w:r>
            <w:r w:rsidRPr="00DA5AE3">
              <w:rPr>
                <w:spacing w:val="-3"/>
                <w:sz w:val="24"/>
                <w:szCs w:val="24"/>
              </w:rPr>
              <w:t>численности рабо</w:t>
            </w:r>
            <w:r w:rsidRPr="00DA5AE3">
              <w:rPr>
                <w:spacing w:val="-3"/>
                <w:sz w:val="24"/>
                <w:szCs w:val="24"/>
              </w:rPr>
              <w:t>т</w:t>
            </w:r>
            <w:r w:rsidRPr="00DA5AE3">
              <w:rPr>
                <w:spacing w:val="-3"/>
                <w:sz w:val="24"/>
                <w:szCs w:val="24"/>
              </w:rPr>
              <w:t xml:space="preserve">ников в </w:t>
            </w:r>
            <w:r w:rsidRPr="00DA5AE3">
              <w:rPr>
                <w:spacing w:val="-1"/>
                <w:sz w:val="24"/>
                <w:szCs w:val="24"/>
              </w:rPr>
              <w:t>отделе до 5 чел</w:t>
            </w:r>
            <w:r w:rsidRPr="00DA5AE3">
              <w:rPr>
                <w:spacing w:val="-1"/>
                <w:sz w:val="24"/>
                <w:szCs w:val="24"/>
              </w:rPr>
              <w:t>о</w:t>
            </w:r>
            <w:r w:rsidRPr="00DA5AE3">
              <w:rPr>
                <w:spacing w:val="-1"/>
                <w:sz w:val="24"/>
                <w:szCs w:val="24"/>
              </w:rPr>
              <w:t xml:space="preserve">век </w:t>
            </w:r>
            <w:r w:rsidRPr="00DA5AE3">
              <w:rPr>
                <w:spacing w:val="-3"/>
                <w:sz w:val="24"/>
                <w:szCs w:val="24"/>
              </w:rPr>
              <w:t>включительно</w:t>
            </w:r>
          </w:p>
          <w:p w:rsidR="000009BD" w:rsidRPr="00DA5AE3" w:rsidRDefault="000009BD" w:rsidP="005B05C3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3"/>
                <w:sz w:val="24"/>
                <w:szCs w:val="24"/>
              </w:rPr>
              <w:t xml:space="preserve">и 1 </w:t>
            </w:r>
            <w:r w:rsidRPr="00DA5AE3">
              <w:rPr>
                <w:sz w:val="24"/>
                <w:szCs w:val="24"/>
              </w:rPr>
              <w:t xml:space="preserve">комплекта в расчете на каждые 5 работников, в </w:t>
            </w:r>
            <w:r w:rsidRPr="00DA5AE3">
              <w:rPr>
                <w:spacing w:val="-1"/>
                <w:sz w:val="24"/>
                <w:szCs w:val="24"/>
              </w:rPr>
              <w:t>случае, если числе</w:t>
            </w:r>
            <w:r w:rsidRPr="00DA5AE3">
              <w:rPr>
                <w:spacing w:val="-1"/>
                <w:sz w:val="24"/>
                <w:szCs w:val="24"/>
              </w:rPr>
              <w:t>н</w:t>
            </w:r>
            <w:r w:rsidRPr="00DA5AE3">
              <w:rPr>
                <w:spacing w:val="-1"/>
                <w:sz w:val="24"/>
                <w:szCs w:val="24"/>
              </w:rPr>
              <w:t xml:space="preserve">ность </w:t>
            </w:r>
            <w:r w:rsidRPr="00DA5AE3">
              <w:rPr>
                <w:sz w:val="24"/>
                <w:szCs w:val="24"/>
              </w:rPr>
              <w:t xml:space="preserve">отдела превышает 5 </w:t>
            </w:r>
            <w:r w:rsidRPr="00DA5AE3">
              <w:rPr>
                <w:spacing w:val="-1"/>
                <w:sz w:val="24"/>
                <w:szCs w:val="24"/>
              </w:rPr>
              <w:t>человек, но не менее 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A5AE3">
              <w:rPr>
                <w:sz w:val="24"/>
                <w:szCs w:val="24"/>
              </w:rPr>
              <w:t xml:space="preserve">комплекта на каждый кабинет, в котором </w:t>
            </w:r>
            <w:r w:rsidRPr="00DA5AE3">
              <w:rPr>
                <w:spacing w:val="-1"/>
                <w:sz w:val="24"/>
                <w:szCs w:val="24"/>
              </w:rPr>
              <w:t>ра</w:t>
            </w:r>
            <w:r w:rsidRPr="00DA5AE3">
              <w:rPr>
                <w:spacing w:val="-1"/>
                <w:sz w:val="24"/>
                <w:szCs w:val="24"/>
              </w:rPr>
              <w:t>с</w:t>
            </w:r>
            <w:r w:rsidRPr="00DA5AE3">
              <w:rPr>
                <w:spacing w:val="-1"/>
                <w:sz w:val="24"/>
                <w:szCs w:val="24"/>
              </w:rPr>
              <w:t xml:space="preserve">положены работники </w:t>
            </w:r>
            <w:r w:rsidRPr="00DA5AE3">
              <w:rPr>
                <w:sz w:val="24"/>
                <w:szCs w:val="24"/>
              </w:rPr>
              <w:t>отдела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45 000,00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4.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Принтер с фун</w:t>
            </w:r>
            <w:r w:rsidRPr="00DA5AE3">
              <w:rPr>
                <w:spacing w:val="-1"/>
                <w:sz w:val="24"/>
                <w:szCs w:val="24"/>
              </w:rPr>
              <w:t>к</w:t>
            </w:r>
            <w:r w:rsidRPr="00DA5AE3">
              <w:rPr>
                <w:spacing w:val="-1"/>
                <w:sz w:val="24"/>
                <w:szCs w:val="24"/>
              </w:rPr>
              <w:t xml:space="preserve">цией </w:t>
            </w:r>
            <w:r w:rsidRPr="00DA5AE3">
              <w:rPr>
                <w:sz w:val="24"/>
                <w:szCs w:val="24"/>
              </w:rPr>
              <w:t>цветной п</w:t>
            </w:r>
            <w:r w:rsidRPr="00DA5AE3">
              <w:rPr>
                <w:sz w:val="24"/>
                <w:szCs w:val="24"/>
              </w:rPr>
              <w:t>е</w:t>
            </w:r>
            <w:r w:rsidRPr="00DA5AE3">
              <w:rPr>
                <w:sz w:val="24"/>
                <w:szCs w:val="24"/>
              </w:rPr>
              <w:t>чати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учреждение не более 1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35 000,00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9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5.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Сканер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20 500,00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pacing w:val="-2"/>
                <w:sz w:val="24"/>
                <w:szCs w:val="24"/>
              </w:rPr>
            </w:pPr>
            <w:r w:rsidRPr="00DA5AE3">
              <w:rPr>
                <w:spacing w:val="-2"/>
                <w:sz w:val="24"/>
                <w:szCs w:val="24"/>
              </w:rPr>
              <w:t>Все категории дол</w:t>
            </w:r>
            <w:r w:rsidRPr="00DA5AE3">
              <w:rPr>
                <w:spacing w:val="-2"/>
                <w:sz w:val="24"/>
                <w:szCs w:val="24"/>
              </w:rPr>
              <w:t>ж</w:t>
            </w:r>
            <w:r w:rsidRPr="00DA5AE3">
              <w:rPr>
                <w:spacing w:val="-2"/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00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МФУ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в расчете на один отдел при </w:t>
            </w:r>
            <w:r w:rsidRPr="00DA5AE3">
              <w:rPr>
                <w:spacing w:val="-3"/>
                <w:sz w:val="24"/>
                <w:szCs w:val="24"/>
              </w:rPr>
              <w:t>численности рабо</w:t>
            </w:r>
            <w:r w:rsidRPr="00DA5AE3">
              <w:rPr>
                <w:spacing w:val="-3"/>
                <w:sz w:val="24"/>
                <w:szCs w:val="24"/>
              </w:rPr>
              <w:t>т</w:t>
            </w:r>
            <w:r w:rsidRPr="00DA5AE3">
              <w:rPr>
                <w:spacing w:val="-3"/>
                <w:sz w:val="24"/>
                <w:szCs w:val="24"/>
              </w:rPr>
              <w:t xml:space="preserve">ников в </w:t>
            </w:r>
            <w:r w:rsidRPr="00DA5AE3">
              <w:rPr>
                <w:spacing w:val="-1"/>
                <w:sz w:val="24"/>
                <w:szCs w:val="24"/>
              </w:rPr>
              <w:t>отделе до 5 чел</w:t>
            </w:r>
            <w:r w:rsidRPr="00DA5AE3">
              <w:rPr>
                <w:spacing w:val="-1"/>
                <w:sz w:val="24"/>
                <w:szCs w:val="24"/>
              </w:rPr>
              <w:t>о</w:t>
            </w:r>
            <w:r w:rsidRPr="00DA5AE3">
              <w:rPr>
                <w:spacing w:val="-1"/>
                <w:sz w:val="24"/>
                <w:szCs w:val="24"/>
              </w:rPr>
              <w:t xml:space="preserve">век </w:t>
            </w:r>
            <w:r w:rsidRPr="00DA5AE3">
              <w:rPr>
                <w:spacing w:val="-3"/>
                <w:sz w:val="24"/>
                <w:szCs w:val="24"/>
              </w:rPr>
              <w:t>включительно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3"/>
                <w:sz w:val="24"/>
                <w:szCs w:val="24"/>
              </w:rPr>
              <w:t xml:space="preserve">и 1 </w:t>
            </w:r>
            <w:r w:rsidRPr="00DA5AE3">
              <w:rPr>
                <w:sz w:val="24"/>
                <w:szCs w:val="24"/>
              </w:rPr>
              <w:t xml:space="preserve">комплекта в расчете на каждые 5 работников, в </w:t>
            </w:r>
            <w:r w:rsidRPr="00DA5AE3">
              <w:rPr>
                <w:spacing w:val="-1"/>
                <w:sz w:val="24"/>
                <w:szCs w:val="24"/>
              </w:rPr>
              <w:t>случае, если числе</w:t>
            </w:r>
            <w:r w:rsidRPr="00DA5AE3">
              <w:rPr>
                <w:spacing w:val="-1"/>
                <w:sz w:val="24"/>
                <w:szCs w:val="24"/>
              </w:rPr>
              <w:t>н</w:t>
            </w:r>
            <w:r w:rsidRPr="00DA5AE3">
              <w:rPr>
                <w:spacing w:val="-1"/>
                <w:sz w:val="24"/>
                <w:szCs w:val="24"/>
              </w:rPr>
              <w:t xml:space="preserve">ность </w:t>
            </w:r>
            <w:r w:rsidRPr="00DA5AE3">
              <w:rPr>
                <w:sz w:val="24"/>
                <w:szCs w:val="24"/>
              </w:rPr>
              <w:t xml:space="preserve">отдела превышает 5 </w:t>
            </w:r>
            <w:r w:rsidRPr="00DA5AE3">
              <w:rPr>
                <w:spacing w:val="-1"/>
                <w:sz w:val="24"/>
                <w:szCs w:val="24"/>
              </w:rPr>
              <w:t xml:space="preserve">человек, но не менее 1 </w:t>
            </w:r>
            <w:r w:rsidRPr="00DA5AE3">
              <w:rPr>
                <w:sz w:val="24"/>
                <w:szCs w:val="24"/>
              </w:rPr>
              <w:t>комплекта на каждый кабинет, в котором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 xml:space="preserve">расположены работники </w:t>
            </w:r>
            <w:r w:rsidRPr="00DA5AE3">
              <w:rPr>
                <w:sz w:val="24"/>
                <w:szCs w:val="24"/>
              </w:rPr>
              <w:t>отдела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7.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Ноутбук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 целом на учреждение не более 2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8.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тронные носители информации: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eastAsia="TimesNewRomanPSMT"/>
                <w:sz w:val="24"/>
                <w:szCs w:val="24"/>
              </w:rPr>
            </w:pPr>
            <w:r w:rsidRPr="00DA5AE3">
              <w:rPr>
                <w:rFonts w:eastAsia="TimesNewRomanPSMT"/>
                <w:sz w:val="24"/>
                <w:szCs w:val="24"/>
              </w:rPr>
              <w:t>внешний жесткий диск накопителя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2 комплектов в расчете 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тронные носители информации: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  <w:lang w:val="en-US"/>
              </w:rPr>
              <w:t>USB</w:t>
            </w:r>
            <w:r w:rsidRPr="00DA5AE3">
              <w:rPr>
                <w:sz w:val="24"/>
                <w:szCs w:val="24"/>
              </w:rPr>
              <w:t>-флеш-накопитель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Не более 1 штуки на о</w:t>
            </w:r>
            <w:r w:rsidRPr="00DA5AE3">
              <w:rPr>
                <w:spacing w:val="-1"/>
                <w:sz w:val="24"/>
                <w:szCs w:val="24"/>
              </w:rPr>
              <w:t>т</w:t>
            </w:r>
            <w:r w:rsidRPr="00DA5AE3">
              <w:rPr>
                <w:spacing w:val="-1"/>
                <w:sz w:val="24"/>
                <w:szCs w:val="24"/>
              </w:rPr>
              <w:t>дел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5B0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ИБП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1штуки на 1 рабочую станцию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65" w:type="dxa"/>
            <w:gridSpan w:val="5"/>
          </w:tcPr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A5AE3">
              <w:rPr>
                <w:rFonts w:eastAsia="Calibri"/>
                <w:sz w:val="24"/>
                <w:szCs w:val="24"/>
                <w:lang w:eastAsia="en-US"/>
              </w:rPr>
              <w:t xml:space="preserve">Муниципальное казенное учреждение города Новошахтинска 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rFonts w:eastAsia="Calibri"/>
                <w:sz w:val="24"/>
                <w:szCs w:val="24"/>
                <w:lang w:eastAsia="en-US"/>
              </w:rPr>
              <w:t>«Управление капитального строительства»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Рабочая станция</w:t>
            </w:r>
          </w:p>
          <w:p w:rsidR="000009BD" w:rsidRPr="00DA5AE3" w:rsidRDefault="000009BD" w:rsidP="008E6624">
            <w:pPr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(автоматизирова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 xml:space="preserve">ное рабочее место: системный блок, </w:t>
            </w:r>
            <w:r w:rsidRPr="00DA5AE3">
              <w:rPr>
                <w:sz w:val="24"/>
                <w:szCs w:val="24"/>
              </w:rPr>
              <w:lastRenderedPageBreak/>
              <w:t>монитор, мышь, клавиатура)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2"/>
                <w:sz w:val="24"/>
                <w:szCs w:val="24"/>
              </w:rPr>
              <w:lastRenderedPageBreak/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расчете на одного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7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1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75 000,00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03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3.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Принтер с фун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цией черно-белой печати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расчете на один отдел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при </w:t>
            </w:r>
            <w:r w:rsidRPr="00DA5AE3">
              <w:rPr>
                <w:spacing w:val="-3"/>
                <w:sz w:val="24"/>
                <w:szCs w:val="24"/>
              </w:rPr>
              <w:t>численности рабо</w:t>
            </w:r>
            <w:r w:rsidRPr="00DA5AE3">
              <w:rPr>
                <w:spacing w:val="-3"/>
                <w:sz w:val="24"/>
                <w:szCs w:val="24"/>
              </w:rPr>
              <w:t>т</w:t>
            </w:r>
            <w:r w:rsidRPr="00DA5AE3">
              <w:rPr>
                <w:spacing w:val="-3"/>
                <w:sz w:val="24"/>
                <w:szCs w:val="24"/>
              </w:rPr>
              <w:t xml:space="preserve">ников в </w:t>
            </w:r>
            <w:r w:rsidRPr="00DA5AE3">
              <w:rPr>
                <w:spacing w:val="-1"/>
                <w:sz w:val="24"/>
                <w:szCs w:val="24"/>
              </w:rPr>
              <w:t>отделе до 5 чел</w:t>
            </w:r>
            <w:r w:rsidRPr="00DA5AE3">
              <w:rPr>
                <w:spacing w:val="-1"/>
                <w:sz w:val="24"/>
                <w:szCs w:val="24"/>
              </w:rPr>
              <w:t>о</w:t>
            </w:r>
            <w:r w:rsidRPr="00DA5AE3">
              <w:rPr>
                <w:spacing w:val="-1"/>
                <w:sz w:val="24"/>
                <w:szCs w:val="24"/>
              </w:rPr>
              <w:t xml:space="preserve">век </w:t>
            </w:r>
            <w:r w:rsidRPr="00DA5AE3">
              <w:rPr>
                <w:spacing w:val="-3"/>
                <w:sz w:val="24"/>
                <w:szCs w:val="24"/>
              </w:rPr>
              <w:t>включительно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3"/>
                <w:sz w:val="24"/>
                <w:szCs w:val="24"/>
              </w:rPr>
              <w:t xml:space="preserve">и 1 </w:t>
            </w:r>
            <w:r w:rsidRPr="00DA5AE3">
              <w:rPr>
                <w:sz w:val="24"/>
                <w:szCs w:val="24"/>
              </w:rPr>
              <w:t xml:space="preserve">комплекта в расчете на каждые 5 работников, в </w:t>
            </w:r>
            <w:r w:rsidRPr="00DA5AE3">
              <w:rPr>
                <w:spacing w:val="-1"/>
                <w:sz w:val="24"/>
                <w:szCs w:val="24"/>
              </w:rPr>
              <w:t>случае, если числе</w:t>
            </w:r>
            <w:r w:rsidRPr="00DA5AE3">
              <w:rPr>
                <w:spacing w:val="-1"/>
                <w:sz w:val="24"/>
                <w:szCs w:val="24"/>
              </w:rPr>
              <w:t>н</w:t>
            </w:r>
            <w:r w:rsidRPr="00DA5AE3">
              <w:rPr>
                <w:spacing w:val="-1"/>
                <w:sz w:val="24"/>
                <w:szCs w:val="24"/>
              </w:rPr>
              <w:t xml:space="preserve">ность </w:t>
            </w:r>
            <w:r w:rsidRPr="00DA5AE3">
              <w:rPr>
                <w:sz w:val="24"/>
                <w:szCs w:val="24"/>
              </w:rPr>
              <w:t xml:space="preserve">отдела превышает 5 </w:t>
            </w:r>
            <w:r w:rsidRPr="00DA5AE3">
              <w:rPr>
                <w:spacing w:val="-1"/>
                <w:sz w:val="24"/>
                <w:szCs w:val="24"/>
              </w:rPr>
              <w:t xml:space="preserve">человек, но не менее 1 </w:t>
            </w:r>
            <w:r w:rsidRPr="00DA5AE3">
              <w:rPr>
                <w:sz w:val="24"/>
                <w:szCs w:val="24"/>
              </w:rPr>
              <w:t>комплекта на каждый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кабинет, в котором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расположены работники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отдела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  35 000,00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5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4.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Принтер с фун</w:t>
            </w:r>
            <w:r w:rsidRPr="00DA5AE3">
              <w:rPr>
                <w:spacing w:val="-1"/>
                <w:sz w:val="24"/>
                <w:szCs w:val="24"/>
              </w:rPr>
              <w:t>к</w:t>
            </w:r>
            <w:r w:rsidRPr="00DA5AE3">
              <w:rPr>
                <w:spacing w:val="-1"/>
                <w:sz w:val="24"/>
                <w:szCs w:val="24"/>
              </w:rPr>
              <w:t xml:space="preserve">цией </w:t>
            </w:r>
            <w:r w:rsidRPr="00DA5AE3">
              <w:rPr>
                <w:sz w:val="24"/>
                <w:szCs w:val="24"/>
              </w:rPr>
              <w:t>цветной п</w:t>
            </w:r>
            <w:r w:rsidRPr="00DA5AE3">
              <w:rPr>
                <w:sz w:val="24"/>
                <w:szCs w:val="24"/>
              </w:rPr>
              <w:t>е</w:t>
            </w:r>
            <w:r w:rsidRPr="00DA5AE3">
              <w:rPr>
                <w:sz w:val="24"/>
                <w:szCs w:val="24"/>
              </w:rPr>
              <w:t>чати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учреждение не более 1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35 000,00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8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5.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Сканер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расчете на один отдел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20 500,00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pacing w:val="-2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Должности работн</w:t>
            </w:r>
            <w:r w:rsidRPr="00DA5AE3">
              <w:rPr>
                <w:sz w:val="24"/>
                <w:szCs w:val="24"/>
              </w:rPr>
              <w:t>и</w:t>
            </w:r>
            <w:r w:rsidRPr="00DA5AE3">
              <w:rPr>
                <w:sz w:val="24"/>
                <w:szCs w:val="24"/>
              </w:rPr>
              <w:t>ков, не относящихся к категории «рук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водители» (специ</w:t>
            </w:r>
            <w:r w:rsidRPr="00DA5AE3">
              <w:rPr>
                <w:sz w:val="24"/>
                <w:szCs w:val="24"/>
              </w:rPr>
              <w:t>а</w:t>
            </w:r>
            <w:r w:rsidRPr="00DA5AE3">
              <w:rPr>
                <w:sz w:val="24"/>
                <w:szCs w:val="24"/>
              </w:rPr>
              <w:t>листы отделов)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02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МФУ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 xml:space="preserve">Не более 1 комплекта </w:t>
            </w:r>
            <w:r w:rsidRPr="00DA5AE3">
              <w:rPr>
                <w:bCs/>
                <w:spacing w:val="-1"/>
                <w:sz w:val="24"/>
                <w:szCs w:val="24"/>
              </w:rPr>
              <w:t xml:space="preserve">в </w:t>
            </w:r>
            <w:r w:rsidRPr="00DA5AE3">
              <w:rPr>
                <w:sz w:val="24"/>
                <w:szCs w:val="24"/>
              </w:rPr>
              <w:t>расчете на отдел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Должности работн</w:t>
            </w:r>
            <w:r w:rsidRPr="00DA5AE3">
              <w:rPr>
                <w:sz w:val="24"/>
                <w:szCs w:val="24"/>
              </w:rPr>
              <w:t>и</w:t>
            </w:r>
            <w:r w:rsidRPr="00DA5AE3">
              <w:rPr>
                <w:sz w:val="24"/>
                <w:szCs w:val="24"/>
              </w:rPr>
              <w:t>ков, не относящихся к категории «рук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водители»  (специ</w:t>
            </w:r>
            <w:r w:rsidRPr="00DA5AE3">
              <w:rPr>
                <w:sz w:val="24"/>
                <w:szCs w:val="24"/>
              </w:rPr>
              <w:t>а</w:t>
            </w:r>
            <w:r w:rsidRPr="00DA5AE3">
              <w:rPr>
                <w:sz w:val="24"/>
                <w:szCs w:val="24"/>
              </w:rPr>
              <w:t>листы отделов)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7.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Ноутбук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учреждение не более 1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8.</w:t>
            </w:r>
          </w:p>
        </w:tc>
        <w:tc>
          <w:tcPr>
            <w:tcW w:w="2230" w:type="dxa"/>
          </w:tcPr>
          <w:p w:rsidR="000009BD" w:rsidRPr="00DA5AE3" w:rsidRDefault="000009BD" w:rsidP="005B05C3">
            <w:pPr>
              <w:shd w:val="clear" w:color="auto" w:fill="FFFFFF"/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электрон</w:t>
            </w:r>
            <w:r w:rsidR="005B05C3">
              <w:rPr>
                <w:sz w:val="24"/>
                <w:szCs w:val="24"/>
              </w:rPr>
              <w:t>-</w:t>
            </w:r>
            <w:r w:rsidRPr="00DA5AE3">
              <w:rPr>
                <w:sz w:val="24"/>
                <w:szCs w:val="24"/>
              </w:rPr>
              <w:t>ные носители ин</w:t>
            </w:r>
            <w:r w:rsidR="005B05C3">
              <w:rPr>
                <w:sz w:val="24"/>
                <w:szCs w:val="24"/>
              </w:rPr>
              <w:t>-</w:t>
            </w:r>
            <w:r w:rsidRPr="00DA5AE3">
              <w:rPr>
                <w:sz w:val="24"/>
                <w:szCs w:val="24"/>
              </w:rPr>
              <w:t>формации.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eastAsia="TimesNewRomanPSMT"/>
                <w:sz w:val="24"/>
                <w:szCs w:val="24"/>
              </w:rPr>
            </w:pPr>
            <w:r w:rsidRPr="00DA5AE3">
              <w:rPr>
                <w:rFonts w:eastAsia="TimesNewRomanPSMT"/>
                <w:sz w:val="24"/>
                <w:szCs w:val="24"/>
              </w:rPr>
              <w:t>Внешний жесткий диск накопителя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2 комплектов в расчете 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тронные носители информации: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  <w:lang w:val="en-US"/>
              </w:rPr>
              <w:t>USB</w:t>
            </w:r>
            <w:r w:rsidRPr="00DA5AE3">
              <w:rPr>
                <w:sz w:val="24"/>
                <w:szCs w:val="24"/>
              </w:rPr>
              <w:t>-флеш-накопитель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 xml:space="preserve">Не более 1 штуки </w:t>
            </w:r>
            <w:r w:rsidRPr="00DA5AE3">
              <w:rPr>
                <w:bCs/>
                <w:spacing w:val="-1"/>
                <w:sz w:val="24"/>
                <w:szCs w:val="24"/>
              </w:rPr>
              <w:t xml:space="preserve">в </w:t>
            </w:r>
            <w:r w:rsidRPr="00DA5AE3">
              <w:rPr>
                <w:sz w:val="24"/>
                <w:szCs w:val="24"/>
              </w:rPr>
              <w:t>ра</w:t>
            </w:r>
            <w:r w:rsidRPr="00DA5AE3">
              <w:rPr>
                <w:sz w:val="24"/>
                <w:szCs w:val="24"/>
              </w:rPr>
              <w:t>с</w:t>
            </w:r>
            <w:r w:rsidRPr="00DA5AE3">
              <w:rPr>
                <w:sz w:val="24"/>
                <w:szCs w:val="24"/>
              </w:rPr>
              <w:t>чете на отдел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БП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</w:t>
            </w:r>
          </w:p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1 рабочую станцию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10 500,00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</w:tbl>
    <w:p w:rsidR="000009BD" w:rsidRPr="005B05C3" w:rsidRDefault="000009BD" w:rsidP="000009BD">
      <w:pPr>
        <w:widowControl w:val="0"/>
        <w:overflowPunct/>
        <w:jc w:val="center"/>
        <w:textAlignment w:val="auto"/>
        <w:rPr>
          <w:rFonts w:eastAsia="Calibri"/>
          <w:color w:val="FF0000"/>
          <w:szCs w:val="24"/>
          <w:highlight w:val="yellow"/>
          <w:lang w:eastAsia="en-US"/>
        </w:rPr>
      </w:pPr>
    </w:p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F5FB0">
        <w:rPr>
          <w:rFonts w:eastAsia="Calibri"/>
          <w:sz w:val="28"/>
          <w:szCs w:val="28"/>
          <w:lang w:eastAsia="en-US"/>
        </w:rPr>
        <w:t xml:space="preserve">2.5. Затраты на приобретение </w:t>
      </w:r>
      <w:r w:rsidRPr="00EF5FB0">
        <w:rPr>
          <w:sz w:val="28"/>
          <w:szCs w:val="28"/>
        </w:rPr>
        <w:t>расходных материалов для принтеров, мн</w:t>
      </w:r>
      <w:r w:rsidRPr="00EF5FB0">
        <w:rPr>
          <w:sz w:val="28"/>
          <w:szCs w:val="28"/>
        </w:rPr>
        <w:t>о</w:t>
      </w:r>
      <w:r w:rsidRPr="00EF5FB0">
        <w:rPr>
          <w:sz w:val="28"/>
          <w:szCs w:val="28"/>
        </w:rPr>
        <w:t xml:space="preserve">гофункциональных устройств, копировальных аппаратов в соответствии с типом устройств </w:t>
      </w:r>
      <w:r w:rsidRPr="00EF5FB0">
        <w:rPr>
          <w:rFonts w:eastAsia="Calibri"/>
          <w:sz w:val="28"/>
          <w:szCs w:val="28"/>
          <w:lang w:eastAsia="en-US"/>
        </w:rPr>
        <w:t>(для всех категорий и групп должностей).</w:t>
      </w:r>
    </w:p>
    <w:p w:rsidR="005B05C3" w:rsidRDefault="005B05C3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5B05C3" w:rsidRPr="00EF5FB0" w:rsidRDefault="005B05C3" w:rsidP="000009BD">
      <w:pPr>
        <w:overflowPunct/>
        <w:ind w:firstLine="709"/>
        <w:jc w:val="both"/>
        <w:textAlignment w:val="auto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34"/>
        <w:gridCol w:w="5103"/>
        <w:gridCol w:w="2551"/>
        <w:gridCol w:w="1843"/>
      </w:tblGrid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ind w:left="-142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Тип материального запаса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 xml:space="preserve">Расчетная </w:t>
            </w:r>
          </w:p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потребность</w:t>
            </w:r>
          </w:p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lastRenderedPageBreak/>
              <w:t>в год, единиц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lastRenderedPageBreak/>
              <w:t xml:space="preserve">Цена </w:t>
            </w:r>
          </w:p>
          <w:p w:rsidR="000009BD" w:rsidRPr="00EF5FB0" w:rsidRDefault="000009BD" w:rsidP="008E6624">
            <w:pPr>
              <w:overflowPunct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 xml:space="preserve">приобретения за </w:t>
            </w:r>
            <w:r w:rsidRPr="00EF5FB0">
              <w:rPr>
                <w:sz w:val="24"/>
                <w:szCs w:val="24"/>
              </w:rPr>
              <w:lastRenderedPageBreak/>
              <w:t xml:space="preserve">одну единицу, </w:t>
            </w:r>
          </w:p>
          <w:p w:rsidR="000009BD" w:rsidRPr="00EF5FB0" w:rsidRDefault="000009BD" w:rsidP="008E6624">
            <w:pPr>
              <w:overflowPunct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руб. (не более)</w:t>
            </w:r>
          </w:p>
        </w:tc>
      </w:tr>
    </w:tbl>
    <w:p w:rsidR="000009BD" w:rsidRPr="00EF5FB0" w:rsidRDefault="000009BD" w:rsidP="000009BD">
      <w:pPr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34"/>
        <w:gridCol w:w="5103"/>
        <w:gridCol w:w="2551"/>
        <w:gridCol w:w="1843"/>
      </w:tblGrid>
      <w:tr w:rsidR="000009BD" w:rsidRPr="00EF5FB0" w:rsidTr="008E6624">
        <w:trPr>
          <w:tblHeader/>
        </w:trPr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4</w:t>
            </w:r>
          </w:p>
        </w:tc>
      </w:tr>
      <w:tr w:rsidR="000009BD" w:rsidRPr="00EF5FB0" w:rsidTr="008E6624">
        <w:tc>
          <w:tcPr>
            <w:tcW w:w="10031" w:type="dxa"/>
            <w:gridSpan w:val="4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Картридж для монохромного лазерного коп</w:t>
            </w:r>
            <w:r w:rsidRPr="00EF5FB0">
              <w:rPr>
                <w:sz w:val="24"/>
                <w:szCs w:val="24"/>
              </w:rPr>
              <w:t>и</w:t>
            </w:r>
            <w:r w:rsidRPr="00EF5FB0">
              <w:rPr>
                <w:sz w:val="24"/>
                <w:szCs w:val="24"/>
              </w:rPr>
              <w:t>ровального аппарата формата А3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5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6 000,00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Картридж для монохромного лазерного при</w:t>
            </w:r>
            <w:r w:rsidRPr="00EF5FB0">
              <w:rPr>
                <w:sz w:val="24"/>
                <w:szCs w:val="24"/>
              </w:rPr>
              <w:t>н</w:t>
            </w:r>
            <w:r w:rsidRPr="00EF5FB0">
              <w:rPr>
                <w:sz w:val="24"/>
                <w:szCs w:val="24"/>
              </w:rPr>
              <w:t>тера высокой производительности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4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8 000,00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Картридж для монохромного лазерного при</w:t>
            </w:r>
            <w:r w:rsidRPr="00EF5FB0">
              <w:rPr>
                <w:sz w:val="24"/>
                <w:szCs w:val="24"/>
              </w:rPr>
              <w:t>н</w:t>
            </w:r>
            <w:r w:rsidRPr="00EF5FB0">
              <w:rPr>
                <w:sz w:val="24"/>
                <w:szCs w:val="24"/>
              </w:rPr>
              <w:t>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4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6 000,00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Тонер для монохромного лазерного принтера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2 кг на 1 ус</w:t>
            </w:r>
            <w:r w:rsidRPr="00EF5FB0">
              <w:rPr>
                <w:sz w:val="24"/>
                <w:szCs w:val="24"/>
              </w:rPr>
              <w:t>т</w:t>
            </w:r>
            <w:r w:rsidRPr="00EF5FB0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3 000,00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Фотобарабан для монохромного лазерного принтера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6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350,00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Чернила для цветного струйного принтера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12 на 1 ус</w:t>
            </w:r>
            <w:r w:rsidRPr="00EF5FB0">
              <w:rPr>
                <w:sz w:val="24"/>
                <w:szCs w:val="24"/>
              </w:rPr>
              <w:t>т</w:t>
            </w:r>
            <w:r w:rsidRPr="00EF5FB0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F5FB0">
              <w:rPr>
                <w:sz w:val="24"/>
                <w:szCs w:val="24"/>
              </w:rPr>
              <w:t> 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Ролик заряда для монохромного лазерного принтера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6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350,00</w:t>
            </w:r>
          </w:p>
        </w:tc>
      </w:tr>
      <w:tr w:rsidR="000009BD" w:rsidRPr="007B29A7" w:rsidTr="008E6624">
        <w:tc>
          <w:tcPr>
            <w:tcW w:w="10031" w:type="dxa"/>
            <w:gridSpan w:val="4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Муниципальное казенное учреждение города Новошахтинска</w:t>
            </w:r>
          </w:p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7B29A7" w:rsidTr="008E6624">
        <w:tc>
          <w:tcPr>
            <w:tcW w:w="534" w:type="dxa"/>
          </w:tcPr>
          <w:p w:rsidR="000009BD" w:rsidRPr="007B29A7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Картридж для монохромного лазерного коп</w:t>
            </w:r>
            <w:r w:rsidRPr="007B29A7">
              <w:rPr>
                <w:sz w:val="24"/>
                <w:szCs w:val="24"/>
              </w:rPr>
              <w:t>и</w:t>
            </w:r>
            <w:r w:rsidRPr="007B29A7">
              <w:rPr>
                <w:sz w:val="24"/>
                <w:szCs w:val="24"/>
              </w:rPr>
              <w:t>ровального аппарата</w:t>
            </w:r>
          </w:p>
        </w:tc>
        <w:tc>
          <w:tcPr>
            <w:tcW w:w="2551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Не более 5 на 1 ус</w:t>
            </w:r>
            <w:r w:rsidRPr="007B29A7">
              <w:rPr>
                <w:sz w:val="24"/>
                <w:szCs w:val="24"/>
              </w:rPr>
              <w:t>т</w:t>
            </w:r>
            <w:r w:rsidRPr="007B29A7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 xml:space="preserve">6 000,00 </w:t>
            </w:r>
          </w:p>
        </w:tc>
      </w:tr>
      <w:tr w:rsidR="000009BD" w:rsidRPr="007B29A7" w:rsidTr="008E6624">
        <w:tc>
          <w:tcPr>
            <w:tcW w:w="534" w:type="dxa"/>
          </w:tcPr>
          <w:p w:rsidR="000009BD" w:rsidRPr="007B29A7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Картридж для монохромного лазерного при</w:t>
            </w:r>
            <w:r w:rsidRPr="007B29A7">
              <w:rPr>
                <w:sz w:val="24"/>
                <w:szCs w:val="24"/>
              </w:rPr>
              <w:t>н</w:t>
            </w:r>
            <w:r w:rsidRPr="007B29A7">
              <w:rPr>
                <w:sz w:val="24"/>
                <w:szCs w:val="24"/>
              </w:rPr>
              <w:t>тера и МФУ формата А4</w:t>
            </w:r>
          </w:p>
        </w:tc>
        <w:tc>
          <w:tcPr>
            <w:tcW w:w="2551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Не более 4 на 1 ус</w:t>
            </w:r>
            <w:r w:rsidRPr="007B29A7">
              <w:rPr>
                <w:sz w:val="24"/>
                <w:szCs w:val="24"/>
              </w:rPr>
              <w:t>т</w:t>
            </w:r>
            <w:r w:rsidRPr="007B29A7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 xml:space="preserve">6 000,00 </w:t>
            </w:r>
          </w:p>
        </w:tc>
      </w:tr>
      <w:tr w:rsidR="000009BD" w:rsidRPr="003C74E9" w:rsidTr="008E6624">
        <w:tc>
          <w:tcPr>
            <w:tcW w:w="10031" w:type="dxa"/>
            <w:gridSpan w:val="4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Муниципальное казенное учреждение города Новошахтинска</w:t>
            </w:r>
          </w:p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3C74E9" w:rsidTr="008E6624">
        <w:tc>
          <w:tcPr>
            <w:tcW w:w="534" w:type="dxa"/>
            <w:vAlign w:val="center"/>
          </w:tcPr>
          <w:p w:rsidR="000009BD" w:rsidRPr="003C74E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 xml:space="preserve">Картридж для монохромного принтера и МФУ формата </w:t>
            </w:r>
            <w:r w:rsidRPr="003C74E9">
              <w:rPr>
                <w:sz w:val="24"/>
                <w:szCs w:val="24"/>
                <w:lang w:val="en-US"/>
              </w:rPr>
              <w:t>A</w:t>
            </w:r>
            <w:r w:rsidRPr="003C74E9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Не более 4 на 1 ус</w:t>
            </w:r>
            <w:r w:rsidRPr="003C74E9">
              <w:rPr>
                <w:sz w:val="24"/>
                <w:szCs w:val="24"/>
              </w:rPr>
              <w:t>т</w:t>
            </w:r>
            <w:r w:rsidRPr="003C74E9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6 000,00</w:t>
            </w:r>
          </w:p>
        </w:tc>
      </w:tr>
      <w:tr w:rsidR="000009BD" w:rsidRPr="003C74E9" w:rsidTr="008E6624">
        <w:tc>
          <w:tcPr>
            <w:tcW w:w="534" w:type="dxa"/>
            <w:vAlign w:val="center"/>
          </w:tcPr>
          <w:p w:rsidR="000009BD" w:rsidRPr="003C74E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Картридж для копировально-множительного аппарата формата А3</w:t>
            </w:r>
          </w:p>
        </w:tc>
        <w:tc>
          <w:tcPr>
            <w:tcW w:w="2551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Не более 4 на 1 ус</w:t>
            </w:r>
            <w:r w:rsidRPr="003C74E9">
              <w:rPr>
                <w:sz w:val="24"/>
                <w:szCs w:val="24"/>
              </w:rPr>
              <w:t>т</w:t>
            </w:r>
            <w:r w:rsidRPr="003C74E9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6 000,00</w:t>
            </w:r>
          </w:p>
        </w:tc>
      </w:tr>
    </w:tbl>
    <w:p w:rsidR="000009BD" w:rsidRPr="003C74E9" w:rsidRDefault="000009BD" w:rsidP="000009BD">
      <w:pPr>
        <w:ind w:right="-143" w:firstLine="709"/>
        <w:jc w:val="both"/>
        <w:rPr>
          <w:rFonts w:eastAsia="Calibri"/>
          <w:sz w:val="28"/>
          <w:szCs w:val="28"/>
          <w:lang w:eastAsia="en-US"/>
        </w:rPr>
      </w:pPr>
      <w:r w:rsidRPr="003C74E9">
        <w:rPr>
          <w:rFonts w:eastAsia="Calibri"/>
          <w:sz w:val="28"/>
          <w:szCs w:val="28"/>
          <w:lang w:eastAsia="en-US"/>
        </w:rPr>
        <w:t>Закупка приведенных в перечне, а также не указанных расходных матери</w:t>
      </w:r>
      <w:r w:rsidRPr="003C74E9">
        <w:rPr>
          <w:rFonts w:eastAsia="Calibri"/>
          <w:sz w:val="28"/>
          <w:szCs w:val="28"/>
          <w:lang w:eastAsia="en-US"/>
        </w:rPr>
        <w:t>а</w:t>
      </w:r>
      <w:r w:rsidRPr="003C74E9">
        <w:rPr>
          <w:rFonts w:eastAsia="Calibri"/>
          <w:sz w:val="28"/>
          <w:szCs w:val="28"/>
          <w:lang w:eastAsia="en-US"/>
        </w:rPr>
        <w:t>лов, осуществляется в пределах доведенных лимитов бюджетных обязательств на обеспечение функций Администрации города и подведомственных муниципал</w:t>
      </w:r>
      <w:r w:rsidRPr="003C74E9">
        <w:rPr>
          <w:rFonts w:eastAsia="Calibri"/>
          <w:sz w:val="28"/>
          <w:szCs w:val="28"/>
          <w:lang w:eastAsia="en-US"/>
        </w:rPr>
        <w:t>ь</w:t>
      </w:r>
      <w:r w:rsidRPr="003C74E9">
        <w:rPr>
          <w:rFonts w:eastAsia="Calibri"/>
          <w:sz w:val="28"/>
          <w:szCs w:val="28"/>
          <w:lang w:eastAsia="en-US"/>
        </w:rPr>
        <w:t>ных казенных учреждений города Новошахтинска.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09BD" w:rsidRPr="00E10ED2" w:rsidRDefault="000009BD" w:rsidP="000009BD">
      <w:pPr>
        <w:overflowPunct/>
        <w:ind w:right="-143"/>
        <w:jc w:val="both"/>
        <w:textAlignment w:val="auto"/>
        <w:rPr>
          <w:rFonts w:eastAsia="Calibri"/>
          <w:color w:val="FF0000"/>
          <w:sz w:val="14"/>
          <w:szCs w:val="28"/>
          <w:highlight w:val="yellow"/>
          <w:lang w:eastAsia="en-US"/>
        </w:rPr>
      </w:pPr>
    </w:p>
    <w:p w:rsidR="000009BD" w:rsidRDefault="000009BD" w:rsidP="000009BD">
      <w:pPr>
        <w:overflowPunct/>
        <w:ind w:right="-143" w:firstLine="709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A86D2B">
        <w:rPr>
          <w:rFonts w:eastAsia="Calibri"/>
          <w:sz w:val="28"/>
          <w:szCs w:val="28"/>
          <w:lang w:eastAsia="en-US"/>
        </w:rPr>
        <w:t>3. Затраты на дополнительное профессиональное образование</w:t>
      </w:r>
    </w:p>
    <w:p w:rsidR="00405A6A" w:rsidRPr="00E10ED2" w:rsidRDefault="00405A6A" w:rsidP="000009BD">
      <w:pPr>
        <w:overflowPunct/>
        <w:ind w:right="-143" w:firstLine="709"/>
        <w:jc w:val="center"/>
        <w:textAlignment w:val="auto"/>
        <w:rPr>
          <w:rFonts w:eastAsia="Calibri"/>
          <w:sz w:val="18"/>
          <w:szCs w:val="28"/>
          <w:lang w:eastAsia="en-US"/>
        </w:rPr>
      </w:pPr>
    </w:p>
    <w:p w:rsidR="000009BD" w:rsidRDefault="000009BD" w:rsidP="000009BD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86D2B">
        <w:rPr>
          <w:rFonts w:eastAsia="Calibri"/>
          <w:sz w:val="28"/>
          <w:szCs w:val="28"/>
          <w:lang w:eastAsia="en-US"/>
        </w:rPr>
        <w:t xml:space="preserve">3.1. </w:t>
      </w:r>
      <w:r w:rsidRPr="00A86D2B">
        <w:rPr>
          <w:sz w:val="28"/>
          <w:szCs w:val="28"/>
        </w:rPr>
        <w:t>Затраты на дополнительное профессиональное образование работн</w:t>
      </w:r>
      <w:r w:rsidRPr="00A86D2B">
        <w:rPr>
          <w:sz w:val="28"/>
          <w:szCs w:val="28"/>
        </w:rPr>
        <w:t>и</w:t>
      </w:r>
      <w:r w:rsidRPr="00A86D2B">
        <w:rPr>
          <w:color w:val="000000"/>
          <w:sz w:val="28"/>
          <w:szCs w:val="28"/>
        </w:rPr>
        <w:t>ков включают в себя затраты на приобретение образовательных услуг по пр</w:t>
      </w:r>
      <w:r w:rsidRPr="00A86D2B">
        <w:rPr>
          <w:color w:val="000000"/>
          <w:sz w:val="28"/>
          <w:szCs w:val="28"/>
        </w:rPr>
        <w:t>о</w:t>
      </w:r>
      <w:r w:rsidRPr="00A86D2B">
        <w:rPr>
          <w:color w:val="000000"/>
          <w:sz w:val="28"/>
          <w:szCs w:val="28"/>
        </w:rPr>
        <w:t>фессиональной переподготовке и повышению квалификации, а также иные з</w:t>
      </w:r>
      <w:r w:rsidRPr="00A86D2B">
        <w:rPr>
          <w:color w:val="000000"/>
          <w:sz w:val="28"/>
          <w:szCs w:val="28"/>
        </w:rPr>
        <w:t>а</w:t>
      </w:r>
      <w:r w:rsidRPr="00A86D2B">
        <w:rPr>
          <w:color w:val="000000"/>
          <w:sz w:val="28"/>
          <w:szCs w:val="28"/>
        </w:rPr>
        <w:t>траты, связанные с обеспечением дополнительного профессионального образ</w:t>
      </w:r>
      <w:r w:rsidRPr="00A86D2B">
        <w:rPr>
          <w:color w:val="000000"/>
          <w:sz w:val="28"/>
          <w:szCs w:val="28"/>
        </w:rPr>
        <w:t>о</w:t>
      </w:r>
      <w:r w:rsidRPr="00A86D2B">
        <w:rPr>
          <w:color w:val="000000"/>
          <w:sz w:val="28"/>
          <w:szCs w:val="28"/>
        </w:rPr>
        <w:t>вания в соответствии с нормативными правовыми актами о государственной гражданской службе и законодательством Российской Федерации об образов</w:t>
      </w:r>
      <w:r w:rsidRPr="00A86D2B">
        <w:rPr>
          <w:color w:val="000000"/>
          <w:sz w:val="28"/>
          <w:szCs w:val="28"/>
        </w:rPr>
        <w:t>а</w:t>
      </w:r>
      <w:r w:rsidR="00E10ED2">
        <w:rPr>
          <w:color w:val="000000"/>
          <w:sz w:val="28"/>
          <w:szCs w:val="28"/>
        </w:rPr>
        <w:t>нии:</w:t>
      </w:r>
    </w:p>
    <w:p w:rsidR="00E10ED2" w:rsidRPr="00E10ED2" w:rsidRDefault="00E10ED2" w:rsidP="000009BD">
      <w:pPr>
        <w:tabs>
          <w:tab w:val="left" w:pos="567"/>
        </w:tabs>
        <w:ind w:firstLine="709"/>
        <w:jc w:val="both"/>
        <w:rPr>
          <w:color w:val="000000"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162"/>
        <w:gridCol w:w="3891"/>
        <w:gridCol w:w="2268"/>
      </w:tblGrid>
      <w:tr w:rsidR="000009BD" w:rsidRPr="00A86D2B" w:rsidTr="005B05C3">
        <w:tc>
          <w:tcPr>
            <w:tcW w:w="5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62" w:type="dxa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A86D2B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3891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bCs/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 xml:space="preserve">Цена обучения 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ного</w:t>
            </w:r>
            <w:r w:rsidRPr="00A86D2B">
              <w:rPr>
                <w:sz w:val="24"/>
                <w:szCs w:val="24"/>
              </w:rPr>
              <w:t xml:space="preserve"> работника в год, руб. (не более)</w:t>
            </w:r>
          </w:p>
        </w:tc>
      </w:tr>
      <w:tr w:rsidR="000009BD" w:rsidRPr="00A86D2B" w:rsidTr="005B05C3">
        <w:tc>
          <w:tcPr>
            <w:tcW w:w="5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2</w:t>
            </w:r>
          </w:p>
        </w:tc>
        <w:tc>
          <w:tcPr>
            <w:tcW w:w="3891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4</w:t>
            </w:r>
          </w:p>
        </w:tc>
      </w:tr>
      <w:tr w:rsidR="000009BD" w:rsidRPr="002C0AFF" w:rsidTr="005B05C3">
        <w:tc>
          <w:tcPr>
            <w:tcW w:w="5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1.</w:t>
            </w:r>
          </w:p>
        </w:tc>
        <w:tc>
          <w:tcPr>
            <w:tcW w:w="3162" w:type="dxa"/>
          </w:tcPr>
          <w:p w:rsidR="000009BD" w:rsidRPr="002C0AFF" w:rsidRDefault="005B05C3" w:rsidP="005B0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0009BD" w:rsidRPr="002C0AFF">
              <w:rPr>
                <w:sz w:val="24"/>
                <w:szCs w:val="24"/>
              </w:rPr>
              <w:t>города             Новошахтинска</w:t>
            </w:r>
          </w:p>
        </w:tc>
        <w:tc>
          <w:tcPr>
            <w:tcW w:w="3891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Для всех категорий и групп дол</w:t>
            </w:r>
            <w:r w:rsidRPr="002C0AFF">
              <w:rPr>
                <w:sz w:val="24"/>
                <w:szCs w:val="24"/>
              </w:rPr>
              <w:t>ж</w:t>
            </w:r>
            <w:r w:rsidRPr="002C0AFF">
              <w:rPr>
                <w:sz w:val="24"/>
                <w:szCs w:val="24"/>
              </w:rPr>
              <w:t>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20 000,00</w:t>
            </w:r>
          </w:p>
        </w:tc>
      </w:tr>
      <w:tr w:rsidR="00E10ED2" w:rsidRPr="00A86D2B" w:rsidTr="0099176F">
        <w:tc>
          <w:tcPr>
            <w:tcW w:w="568" w:type="dxa"/>
            <w:shd w:val="clear" w:color="auto" w:fill="auto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2</w:t>
            </w:r>
          </w:p>
        </w:tc>
        <w:tc>
          <w:tcPr>
            <w:tcW w:w="3891" w:type="dxa"/>
            <w:shd w:val="clear" w:color="auto" w:fill="auto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4</w:t>
            </w:r>
          </w:p>
        </w:tc>
      </w:tr>
      <w:tr w:rsidR="000009BD" w:rsidRPr="002C0AFF" w:rsidTr="005B05C3">
        <w:tc>
          <w:tcPr>
            <w:tcW w:w="5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2.</w:t>
            </w:r>
          </w:p>
        </w:tc>
        <w:tc>
          <w:tcPr>
            <w:tcW w:w="3162" w:type="dxa"/>
          </w:tcPr>
          <w:p w:rsidR="000009BD" w:rsidRPr="002C0AFF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 xml:space="preserve">Муниципальное казенное </w:t>
            </w:r>
            <w:r w:rsidRPr="002C0AFF">
              <w:rPr>
                <w:sz w:val="24"/>
                <w:szCs w:val="24"/>
              </w:rPr>
              <w:lastRenderedPageBreak/>
              <w:t>учреждение города Нов</w:t>
            </w:r>
            <w:r w:rsidRPr="002C0AFF">
              <w:rPr>
                <w:sz w:val="24"/>
                <w:szCs w:val="24"/>
              </w:rPr>
              <w:t>о</w:t>
            </w:r>
            <w:r w:rsidRPr="002C0AFF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3891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lastRenderedPageBreak/>
              <w:t>Для всех категорий и групп дол</w:t>
            </w:r>
            <w:r w:rsidRPr="002C0AFF">
              <w:rPr>
                <w:sz w:val="24"/>
                <w:szCs w:val="24"/>
              </w:rPr>
              <w:t>ж</w:t>
            </w:r>
            <w:r w:rsidRPr="002C0AFF">
              <w:rPr>
                <w:sz w:val="24"/>
                <w:szCs w:val="24"/>
              </w:rPr>
              <w:lastRenderedPageBreak/>
              <w:t>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lastRenderedPageBreak/>
              <w:t>20 000,00</w:t>
            </w:r>
          </w:p>
        </w:tc>
      </w:tr>
      <w:tr w:rsidR="000009BD" w:rsidRPr="002C0AFF" w:rsidTr="005B05C3">
        <w:tc>
          <w:tcPr>
            <w:tcW w:w="5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162" w:type="dxa"/>
          </w:tcPr>
          <w:p w:rsidR="000009BD" w:rsidRPr="002C0AFF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Муниципальное казенное учреждение города Нов</w:t>
            </w:r>
            <w:r w:rsidRPr="002C0AFF">
              <w:rPr>
                <w:sz w:val="24"/>
                <w:szCs w:val="24"/>
              </w:rPr>
              <w:t>о</w:t>
            </w:r>
            <w:r w:rsidRPr="002C0AFF">
              <w:rPr>
                <w:sz w:val="24"/>
                <w:szCs w:val="24"/>
              </w:rPr>
              <w:t>шахтинска «Управление капитального строительс</w:t>
            </w:r>
            <w:r w:rsidRPr="002C0AFF">
              <w:rPr>
                <w:sz w:val="24"/>
                <w:szCs w:val="24"/>
              </w:rPr>
              <w:t>т</w:t>
            </w:r>
            <w:r w:rsidRPr="002C0AFF">
              <w:rPr>
                <w:sz w:val="24"/>
                <w:szCs w:val="24"/>
              </w:rPr>
              <w:t>ва»</w:t>
            </w:r>
          </w:p>
        </w:tc>
        <w:tc>
          <w:tcPr>
            <w:tcW w:w="3891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Для всех категорий и групп дол</w:t>
            </w:r>
            <w:r w:rsidRPr="002C0AFF">
              <w:rPr>
                <w:sz w:val="24"/>
                <w:szCs w:val="24"/>
              </w:rPr>
              <w:t>ж</w:t>
            </w:r>
            <w:r w:rsidRPr="002C0AFF">
              <w:rPr>
                <w:sz w:val="24"/>
                <w:szCs w:val="24"/>
              </w:rPr>
              <w:t>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 xml:space="preserve">20 000,00 </w:t>
            </w:r>
          </w:p>
        </w:tc>
      </w:tr>
    </w:tbl>
    <w:p w:rsidR="000009BD" w:rsidRPr="00E10ED2" w:rsidRDefault="000009BD" w:rsidP="005B05C3">
      <w:pPr>
        <w:ind w:firstLine="709"/>
        <w:jc w:val="both"/>
        <w:rPr>
          <w:color w:val="000000"/>
          <w:sz w:val="18"/>
          <w:szCs w:val="28"/>
          <w:highlight w:val="yellow"/>
        </w:rPr>
      </w:pPr>
    </w:p>
    <w:p w:rsidR="000009BD" w:rsidRDefault="000009BD" w:rsidP="000009BD">
      <w:pPr>
        <w:overflowPunct/>
        <w:ind w:right="-143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>4. Прочие затраты</w:t>
      </w:r>
    </w:p>
    <w:p w:rsidR="00405A6A" w:rsidRPr="00E10ED2" w:rsidRDefault="00405A6A" w:rsidP="000009BD">
      <w:pPr>
        <w:overflowPunct/>
        <w:ind w:right="-143"/>
        <w:jc w:val="center"/>
        <w:textAlignment w:val="auto"/>
        <w:rPr>
          <w:rFonts w:eastAsia="Calibri"/>
          <w:szCs w:val="28"/>
          <w:lang w:eastAsia="en-US"/>
        </w:rPr>
      </w:pPr>
    </w:p>
    <w:p w:rsidR="000009BD" w:rsidRPr="00B45F79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 xml:space="preserve">4.1. </w:t>
      </w:r>
      <w:r w:rsidRPr="00B45F79">
        <w:rPr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технологии.</w:t>
      </w: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>4.1.1. Затраты на оплату услуг специальной связи:</w:t>
      </w:r>
    </w:p>
    <w:p w:rsidR="00405A6A" w:rsidRPr="00E10ED2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997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21"/>
        <w:gridCol w:w="6662"/>
        <w:gridCol w:w="2694"/>
      </w:tblGrid>
      <w:tr w:rsidR="000009BD" w:rsidRPr="00B45F79" w:rsidTr="008E6624">
        <w:trPr>
          <w:trHeight w:val="437"/>
          <w:jc w:val="center"/>
        </w:trPr>
        <w:tc>
          <w:tcPr>
            <w:tcW w:w="621" w:type="dxa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 xml:space="preserve">Наименование </w:t>
            </w:r>
          </w:p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услуги</w:t>
            </w:r>
          </w:p>
        </w:tc>
        <w:tc>
          <w:tcPr>
            <w:tcW w:w="2694" w:type="dxa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Норматив                   цены в год, руб. (не более)</w:t>
            </w:r>
          </w:p>
        </w:tc>
      </w:tr>
      <w:tr w:rsidR="000009BD" w:rsidRPr="00B45F79" w:rsidTr="008E6624">
        <w:trPr>
          <w:jc w:val="center"/>
        </w:trPr>
        <w:tc>
          <w:tcPr>
            <w:tcW w:w="621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3</w:t>
            </w:r>
          </w:p>
        </w:tc>
      </w:tr>
      <w:tr w:rsidR="000009BD" w:rsidRPr="00B45F79" w:rsidTr="008E6624">
        <w:trPr>
          <w:trHeight w:val="383"/>
          <w:jc w:val="center"/>
        </w:trPr>
        <w:tc>
          <w:tcPr>
            <w:tcW w:w="9977" w:type="dxa"/>
            <w:gridSpan w:val="3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B45F79" w:rsidTr="008E6624">
        <w:trPr>
          <w:jc w:val="center"/>
        </w:trPr>
        <w:tc>
          <w:tcPr>
            <w:tcW w:w="621" w:type="dxa"/>
          </w:tcPr>
          <w:p w:rsidR="000009BD" w:rsidRPr="00B45F79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Услуги специальной связи по приему, обработке, хранению, доставке, перевозке и вручению отправлений</w:t>
            </w:r>
          </w:p>
        </w:tc>
        <w:tc>
          <w:tcPr>
            <w:tcW w:w="2694" w:type="dxa"/>
          </w:tcPr>
          <w:p w:rsidR="000009BD" w:rsidRPr="00B45F79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Pr="00B45F79">
              <w:rPr>
                <w:sz w:val="24"/>
                <w:szCs w:val="24"/>
              </w:rPr>
              <w:t xml:space="preserve"> 000,00 </w:t>
            </w:r>
          </w:p>
        </w:tc>
      </w:tr>
      <w:tr w:rsidR="000009BD" w:rsidRPr="00B45F79" w:rsidTr="008E6624">
        <w:trPr>
          <w:jc w:val="center"/>
        </w:trPr>
        <w:tc>
          <w:tcPr>
            <w:tcW w:w="9977" w:type="dxa"/>
            <w:gridSpan w:val="3"/>
          </w:tcPr>
          <w:p w:rsidR="000009BD" w:rsidRPr="00B45F79" w:rsidRDefault="000009BD" w:rsidP="008E6624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на оплату услуг специальной связи не предусмотрены</w:t>
            </w:r>
          </w:p>
        </w:tc>
      </w:tr>
    </w:tbl>
    <w:p w:rsidR="000009BD" w:rsidRPr="00E10ED2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color w:val="FF0000"/>
          <w:sz w:val="16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>4.1.2. Затраты на оплату почтовых услуг (почтовых отправлений):</w:t>
      </w:r>
    </w:p>
    <w:p w:rsidR="00405A6A" w:rsidRPr="00E10ED2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529"/>
        <w:gridCol w:w="1796"/>
        <w:gridCol w:w="1984"/>
      </w:tblGrid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  <w:tab w:val="left" w:pos="34"/>
              </w:tabs>
              <w:overflowPunct/>
              <w:ind w:left="176"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Наименование почтового отправления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Количество в год, шт.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Норматив цены за единицу, руб. (не более)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B45F79" w:rsidTr="008E6624">
        <w:tc>
          <w:tcPr>
            <w:tcW w:w="9984" w:type="dxa"/>
            <w:gridSpan w:val="4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без простого уведомления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150,00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простым уведомлением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объявленной ценностью и/или с описью вложения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800,00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использованием службы курье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ской доставки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9984" w:type="dxa"/>
            <w:gridSpan w:val="4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«Управление капитального строительства»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без простого уведомления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150,00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простым уведомлением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0009B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объявленной ценностью и/или с описью вложения</w:t>
            </w:r>
          </w:p>
          <w:p w:rsidR="00405A6A" w:rsidRPr="00B45F79" w:rsidRDefault="00405A6A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800,00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использованием службы курье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ской доставки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E10ED2" w:rsidRPr="00B45F79" w:rsidTr="0099176F">
        <w:tc>
          <w:tcPr>
            <w:tcW w:w="675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6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B45F79" w:rsidTr="008E6624">
        <w:tc>
          <w:tcPr>
            <w:tcW w:w="9984" w:type="dxa"/>
            <w:gridSpan w:val="4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    «Управление городского хозяйства»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без простого уведомления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150,00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простым уведомлением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объявленной ценностью и/или с описью вложения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800,00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использованием службы курье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ской доставки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</w:tbl>
    <w:p w:rsidR="000009BD" w:rsidRPr="00405A6A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6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9A799E">
        <w:rPr>
          <w:rFonts w:eastAsia="Calibri"/>
          <w:sz w:val="28"/>
          <w:szCs w:val="28"/>
          <w:lang w:eastAsia="en-US"/>
        </w:rPr>
        <w:t>4.1.3. Приобретение маркированных конвертов:</w:t>
      </w:r>
    </w:p>
    <w:p w:rsidR="00405A6A" w:rsidRPr="00FD1E1D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5853"/>
        <w:gridCol w:w="1705"/>
        <w:gridCol w:w="1876"/>
      </w:tblGrid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№ п/п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9A799E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Количество в год, шт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9A799E">
              <w:rPr>
                <w:sz w:val="24"/>
                <w:szCs w:val="24"/>
              </w:rPr>
              <w:t xml:space="preserve"> шт, руб. (не более)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4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1.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3 000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100,00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2.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A799E">
              <w:rPr>
                <w:sz w:val="24"/>
                <w:szCs w:val="24"/>
              </w:rPr>
              <w:t>о</w:t>
            </w:r>
            <w:r w:rsidRPr="009A799E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300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100,00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3.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A799E">
              <w:rPr>
                <w:sz w:val="24"/>
                <w:szCs w:val="24"/>
              </w:rPr>
              <w:t>о</w:t>
            </w:r>
            <w:r w:rsidRPr="009A799E">
              <w:rPr>
                <w:sz w:val="24"/>
                <w:szCs w:val="24"/>
              </w:rPr>
              <w:t>шахтинска «Управление капитального строительства»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30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100,00</w:t>
            </w:r>
          </w:p>
        </w:tc>
      </w:tr>
    </w:tbl>
    <w:p w:rsidR="000009BD" w:rsidRPr="005B05C3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color w:val="FF0000"/>
          <w:sz w:val="16"/>
          <w:szCs w:val="28"/>
          <w:lang w:eastAsia="en-US"/>
        </w:rPr>
      </w:pPr>
    </w:p>
    <w:p w:rsidR="000009BD" w:rsidRPr="004A0E95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4A0E95">
        <w:rPr>
          <w:rFonts w:eastAsia="Calibri"/>
          <w:sz w:val="28"/>
          <w:szCs w:val="28"/>
          <w:lang w:eastAsia="en-US"/>
        </w:rPr>
        <w:t>4.2. Затраты на транспортные услуги.</w:t>
      </w: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4A0E95">
        <w:rPr>
          <w:rFonts w:eastAsia="Calibri"/>
          <w:sz w:val="28"/>
          <w:szCs w:val="28"/>
          <w:lang w:eastAsia="en-US"/>
        </w:rPr>
        <w:t>4.2.1. Затраты на аренду транспортного средства (для всех категорий и групп должностей):</w:t>
      </w:r>
    </w:p>
    <w:p w:rsidR="00405A6A" w:rsidRPr="00FD1E1D" w:rsidRDefault="00405A6A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Cs w:val="24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61"/>
        <w:gridCol w:w="3800"/>
        <w:gridCol w:w="1559"/>
        <w:gridCol w:w="1843"/>
        <w:gridCol w:w="2268"/>
      </w:tblGrid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№</w:t>
            </w:r>
          </w:p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п/п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Ежемесячные расходы на аренду </w:t>
            </w:r>
          </w:p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автомобиля, руб. (не более)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Мощность,</w:t>
            </w:r>
          </w:p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л.с. (не более)</w:t>
            </w:r>
          </w:p>
        </w:tc>
      </w:tr>
      <w:tr w:rsidR="000009BD" w:rsidRPr="004A0E95" w:rsidTr="008E6624">
        <w:tc>
          <w:tcPr>
            <w:tcW w:w="10031" w:type="dxa"/>
            <w:gridSpan w:val="5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82C8F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250 000,00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210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2.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Служебное транспортное средство (аренда легкового автомобиля)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115 000,00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150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3.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90 000,00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0009BD" w:rsidRPr="004A0E95" w:rsidTr="008E6624">
        <w:tc>
          <w:tcPr>
            <w:tcW w:w="10031" w:type="dxa"/>
            <w:gridSpan w:val="5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722F">
              <w:rPr>
                <w:sz w:val="24"/>
                <w:szCs w:val="24"/>
              </w:rPr>
              <w:t>Муниципальное казенное учреждение города Новошахтинска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</w:t>
            </w:r>
            <w:r w:rsidRPr="007F722F">
              <w:rPr>
                <w:sz w:val="24"/>
                <w:szCs w:val="24"/>
              </w:rPr>
              <w:t xml:space="preserve"> «Управление капитального строительства»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90 000,00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0009BD" w:rsidRPr="004A0E95" w:rsidTr="008E6624">
        <w:tc>
          <w:tcPr>
            <w:tcW w:w="10031" w:type="dxa"/>
            <w:gridSpan w:val="5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82C8F">
              <w:rPr>
                <w:sz w:val="24"/>
                <w:szCs w:val="24"/>
              </w:rPr>
              <w:t>Муниципальное казенное учреждение города Новошахтинска</w:t>
            </w: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Pr="00582C8F">
              <w:rPr>
                <w:sz w:val="24"/>
                <w:szCs w:val="24"/>
              </w:rPr>
              <w:t xml:space="preserve"> «Управление городского хозяйства»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90 000,00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</w:tbl>
    <w:p w:rsidR="000009BD" w:rsidRPr="00FD1E1D" w:rsidRDefault="000009BD" w:rsidP="000009BD">
      <w:pPr>
        <w:overflowPunct/>
        <w:jc w:val="center"/>
        <w:textAlignment w:val="auto"/>
        <w:rPr>
          <w:rFonts w:eastAsia="Calibri"/>
          <w:sz w:val="28"/>
          <w:szCs w:val="24"/>
          <w:highlight w:val="yellow"/>
          <w:lang w:eastAsia="en-US"/>
        </w:rPr>
      </w:pPr>
    </w:p>
    <w:p w:rsidR="000009BD" w:rsidRPr="00071A68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71A68">
        <w:rPr>
          <w:rFonts w:eastAsia="Calibri"/>
          <w:sz w:val="28"/>
          <w:szCs w:val="28"/>
          <w:lang w:eastAsia="en-US"/>
        </w:rPr>
        <w:t>4.3. Затраты на коммунальные услуги.</w:t>
      </w:r>
    </w:p>
    <w:p w:rsidR="000009BD" w:rsidRDefault="000009BD" w:rsidP="000009BD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71A68">
        <w:rPr>
          <w:rFonts w:eastAsia="Calibri"/>
          <w:sz w:val="28"/>
          <w:szCs w:val="28"/>
          <w:lang w:eastAsia="en-US"/>
        </w:rPr>
        <w:t>Нормативы потребления коммунальных услуг в натуральных показателях на год</w:t>
      </w:r>
    </w:p>
    <w:p w:rsidR="00405A6A" w:rsidRDefault="00405A6A" w:rsidP="000009BD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FD1E1D" w:rsidRPr="00071A68" w:rsidRDefault="00FD1E1D" w:rsidP="000009BD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731"/>
        <w:gridCol w:w="1239"/>
        <w:gridCol w:w="1418"/>
        <w:gridCol w:w="1217"/>
        <w:gridCol w:w="1476"/>
        <w:gridCol w:w="1191"/>
        <w:gridCol w:w="1219"/>
      </w:tblGrid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123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Электр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энергия, кВт/ч</w:t>
            </w:r>
          </w:p>
        </w:tc>
        <w:tc>
          <w:tcPr>
            <w:tcW w:w="1418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Передача электр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энергии, кВт/ч</w:t>
            </w:r>
          </w:p>
        </w:tc>
        <w:tc>
          <w:tcPr>
            <w:tcW w:w="121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Холодная вода, тыс.м</w:t>
            </w:r>
            <w:r w:rsidRPr="00071A6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476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Водоотв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дение, тыс.м</w:t>
            </w:r>
            <w:r w:rsidRPr="00071A6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9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Тепловая энергия, тыс.</w:t>
            </w:r>
            <w:r w:rsidR="005B05C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Гкал.</w:t>
            </w:r>
          </w:p>
        </w:tc>
        <w:tc>
          <w:tcPr>
            <w:tcW w:w="121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Газ, тыс.м</w:t>
            </w:r>
            <w:r w:rsidRPr="00071A6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</w:tr>
      <w:tr w:rsidR="000009BD" w:rsidRPr="00DC5661" w:rsidTr="008E6624">
        <w:tc>
          <w:tcPr>
            <w:tcW w:w="540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731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239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1217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1476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1191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1219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8</w:t>
            </w:r>
          </w:p>
        </w:tc>
      </w:tr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5B05C3">
            <w:pPr>
              <w:overflowPunct/>
              <w:ind w:right="-72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Администр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ция города</w:t>
            </w:r>
            <w:r w:rsidR="005B05C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Новошахти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ска</w:t>
            </w:r>
          </w:p>
        </w:tc>
        <w:tc>
          <w:tcPr>
            <w:tcW w:w="123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135 000</w:t>
            </w:r>
          </w:p>
        </w:tc>
        <w:tc>
          <w:tcPr>
            <w:tcW w:w="1418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135 000</w:t>
            </w:r>
          </w:p>
        </w:tc>
        <w:tc>
          <w:tcPr>
            <w:tcW w:w="121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476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19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1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75 000</w:t>
            </w:r>
          </w:p>
        </w:tc>
      </w:tr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Муниципал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ное казенное учреждение города Нов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шахтинска                                                                          «Управление капитального строительс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ва»</w:t>
            </w:r>
          </w:p>
        </w:tc>
        <w:tc>
          <w:tcPr>
            <w:tcW w:w="1239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418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217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476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191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219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</w:tr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Муниципал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ное казенное учреждение города Нов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шахтинска                                                                              «Управление городского хозяйства»</w:t>
            </w:r>
          </w:p>
        </w:tc>
        <w:tc>
          <w:tcPr>
            <w:tcW w:w="123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50 000</w:t>
            </w:r>
          </w:p>
        </w:tc>
        <w:tc>
          <w:tcPr>
            <w:tcW w:w="1418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50 000</w:t>
            </w:r>
          </w:p>
        </w:tc>
        <w:tc>
          <w:tcPr>
            <w:tcW w:w="121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476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9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1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C3DF0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</w:tbl>
    <w:p w:rsidR="000009BD" w:rsidRPr="005B05C3" w:rsidRDefault="000009BD" w:rsidP="000009BD">
      <w:pPr>
        <w:overflowPunct/>
        <w:ind w:firstLine="709"/>
        <w:jc w:val="center"/>
        <w:textAlignment w:val="auto"/>
        <w:rPr>
          <w:rFonts w:eastAsia="Calibri"/>
          <w:sz w:val="12"/>
          <w:szCs w:val="28"/>
          <w:lang w:eastAsia="en-US"/>
        </w:rPr>
      </w:pPr>
    </w:p>
    <w:p w:rsidR="000009BD" w:rsidRDefault="000009BD" w:rsidP="000009BD">
      <w:pPr>
        <w:overflowPunct/>
        <w:ind w:firstLine="709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71A68">
        <w:rPr>
          <w:rFonts w:eastAsia="Calibri"/>
          <w:sz w:val="28"/>
          <w:szCs w:val="28"/>
          <w:lang w:eastAsia="en-US"/>
        </w:rPr>
        <w:t>Затраты на коммунальные услуги</w:t>
      </w:r>
    </w:p>
    <w:p w:rsidR="00405A6A" w:rsidRPr="00FD1E1D" w:rsidRDefault="00405A6A" w:rsidP="000009BD">
      <w:pPr>
        <w:overflowPunct/>
        <w:ind w:firstLine="709"/>
        <w:jc w:val="center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37"/>
        <w:gridCol w:w="1560"/>
        <w:gridCol w:w="4394"/>
      </w:tblGrid>
      <w:tr w:rsidR="000009BD" w:rsidRPr="00071A68" w:rsidTr="005B05C3">
        <w:trPr>
          <w:trHeight w:val="562"/>
        </w:trPr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Единица                         измерения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 xml:space="preserve">Цена, руб. 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газоснабжение и другие виды топлива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м</w:t>
            </w:r>
            <w:r w:rsidRPr="003C3DF0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электроснабжение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кВт/час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теплоснабжение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Гкал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холодную воду и водоотведение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м</w:t>
            </w:r>
            <w:r w:rsidRPr="00D12CCE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</w:tbl>
    <w:p w:rsidR="000009BD" w:rsidRPr="00FD1E1D" w:rsidRDefault="000009BD" w:rsidP="000009BD">
      <w:pPr>
        <w:overflowPunct/>
        <w:ind w:firstLine="709"/>
        <w:jc w:val="both"/>
        <w:textAlignment w:val="auto"/>
        <w:rPr>
          <w:rFonts w:eastAsia="Calibri"/>
          <w:sz w:val="24"/>
          <w:szCs w:val="28"/>
          <w:highlight w:val="yellow"/>
          <w:lang w:eastAsia="en-US"/>
        </w:rPr>
      </w:pPr>
    </w:p>
    <w:p w:rsidR="00405A6A" w:rsidRDefault="000009BD" w:rsidP="002A24BB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33CBA">
        <w:rPr>
          <w:rFonts w:eastAsia="Calibri"/>
          <w:sz w:val="28"/>
          <w:szCs w:val="28"/>
          <w:lang w:eastAsia="en-US"/>
        </w:rPr>
        <w:t>4.4. Затраты на аренду помещения для размещения городского архива, а</w:t>
      </w:r>
      <w:r w:rsidRPr="00E33CBA">
        <w:rPr>
          <w:rFonts w:eastAsia="Calibri"/>
          <w:sz w:val="28"/>
          <w:szCs w:val="28"/>
          <w:lang w:eastAsia="en-US"/>
        </w:rPr>
        <w:t>р</w:t>
      </w:r>
      <w:r w:rsidRPr="00E33CBA">
        <w:rPr>
          <w:rFonts w:eastAsia="Calibri"/>
          <w:sz w:val="28"/>
          <w:szCs w:val="28"/>
          <w:lang w:eastAsia="en-US"/>
        </w:rPr>
        <w:t>хивного отдела и специалистов отдела по работе с населением  Администрации города (территориаль</w:t>
      </w:r>
      <w:r w:rsidR="00405A6A">
        <w:rPr>
          <w:rFonts w:eastAsia="Calibri"/>
          <w:sz w:val="28"/>
          <w:szCs w:val="28"/>
          <w:lang w:eastAsia="en-US"/>
        </w:rPr>
        <w:t>ного  отдела № 7 пос. Западный):</w:t>
      </w:r>
    </w:p>
    <w:p w:rsidR="002A24BB" w:rsidRDefault="002A24BB" w:rsidP="002A24BB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FD1E1D" w:rsidRPr="00E33CBA" w:rsidRDefault="00FD1E1D" w:rsidP="002A24BB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2"/>
        <w:gridCol w:w="3331"/>
        <w:gridCol w:w="3332"/>
      </w:tblGrid>
      <w:tr w:rsidR="000009BD" w:rsidRPr="00E33CBA" w:rsidTr="008E6624"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Площадь, м</w:t>
            </w:r>
            <w:r w:rsidRPr="00E33CBA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3333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Цена 1 м</w:t>
            </w:r>
            <w:r w:rsidRPr="00E33CBA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E33CBA">
              <w:rPr>
                <w:rFonts w:eastAsia="Calibri"/>
                <w:sz w:val="24"/>
                <w:szCs w:val="24"/>
                <w:lang w:eastAsia="en-US"/>
              </w:rPr>
              <w:t>аренды нежилого помещения в месяц (не более)</w:t>
            </w:r>
          </w:p>
        </w:tc>
      </w:tr>
      <w:tr w:rsidR="000009BD" w:rsidRPr="00E33CBA" w:rsidTr="008E6624"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33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E33CBA" w:rsidTr="008E6624"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 xml:space="preserve">Территориальный  отдел № 7 </w:t>
            </w:r>
            <w:r w:rsidRPr="00E33CBA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пос. Западный</w:t>
            </w:r>
          </w:p>
        </w:tc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lastRenderedPageBreak/>
              <w:t>316,85</w:t>
            </w:r>
          </w:p>
        </w:tc>
        <w:tc>
          <w:tcPr>
            <w:tcW w:w="3333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400,00</w:t>
            </w:r>
          </w:p>
        </w:tc>
      </w:tr>
    </w:tbl>
    <w:p w:rsidR="002A24BB" w:rsidRPr="00FD1E1D" w:rsidRDefault="002A24BB" w:rsidP="00405A6A">
      <w:pPr>
        <w:overflowPunct/>
        <w:spacing w:line="276" w:lineRule="auto"/>
        <w:ind w:firstLine="709"/>
        <w:jc w:val="both"/>
        <w:textAlignment w:val="auto"/>
        <w:rPr>
          <w:rFonts w:eastAsia="Calibri"/>
          <w:sz w:val="16"/>
          <w:szCs w:val="28"/>
          <w:lang w:eastAsia="en-US"/>
        </w:rPr>
      </w:pPr>
    </w:p>
    <w:p w:rsidR="000009BD" w:rsidRPr="001E44CA" w:rsidRDefault="000009BD" w:rsidP="00FD1E1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E44CA">
        <w:rPr>
          <w:rFonts w:eastAsia="Calibri"/>
          <w:sz w:val="28"/>
          <w:szCs w:val="28"/>
          <w:lang w:eastAsia="en-US"/>
        </w:rPr>
        <w:t>4.5. Затраты на содержание имущества, не отнесенные к затратам на с</w:t>
      </w:r>
      <w:r w:rsidRPr="001E44CA">
        <w:rPr>
          <w:rFonts w:eastAsia="Calibri"/>
          <w:sz w:val="28"/>
          <w:szCs w:val="28"/>
          <w:lang w:eastAsia="en-US"/>
        </w:rPr>
        <w:t>о</w:t>
      </w:r>
      <w:r w:rsidRPr="001E44CA">
        <w:rPr>
          <w:rFonts w:eastAsia="Calibri"/>
          <w:sz w:val="28"/>
          <w:szCs w:val="28"/>
          <w:lang w:eastAsia="en-US"/>
        </w:rPr>
        <w:t>держание имущества в рамках затрат на информационно-коммуникационные технологии.</w:t>
      </w:r>
    </w:p>
    <w:p w:rsidR="000009BD" w:rsidRDefault="000009BD" w:rsidP="00FD1E1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E44CA">
        <w:rPr>
          <w:rFonts w:eastAsia="Calibri"/>
          <w:sz w:val="28"/>
          <w:szCs w:val="28"/>
          <w:lang w:eastAsia="en-US"/>
        </w:rPr>
        <w:t>4.5.1. Затраты на техническое обслуживание и регламентно-профилак</w:t>
      </w:r>
      <w:r w:rsidR="000E79F9">
        <w:rPr>
          <w:rFonts w:eastAsia="Calibri"/>
          <w:sz w:val="28"/>
          <w:szCs w:val="28"/>
          <w:lang w:eastAsia="en-US"/>
        </w:rPr>
        <w:t>-</w:t>
      </w:r>
      <w:r w:rsidRPr="001E44CA">
        <w:rPr>
          <w:rFonts w:eastAsia="Calibri"/>
          <w:sz w:val="28"/>
          <w:szCs w:val="28"/>
          <w:lang w:eastAsia="en-US"/>
        </w:rPr>
        <w:t>тический ремонт систем охранно-тревожной сигнализации: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E44CA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Цена за  единицу в месяц, руб. (не более)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3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1E44CA" w:rsidRDefault="000009BD" w:rsidP="00405A6A">
            <w:pPr>
              <w:tabs>
                <w:tab w:val="left" w:pos="567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20 000,00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1E44CA" w:rsidRDefault="000009BD" w:rsidP="00405A6A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72 000,00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1E44CA" w:rsidRDefault="000009BD" w:rsidP="00405A6A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57839">
        <w:rPr>
          <w:rFonts w:eastAsia="Calibri"/>
          <w:sz w:val="28"/>
          <w:szCs w:val="28"/>
          <w:lang w:eastAsia="en-US"/>
        </w:rPr>
        <w:t>4.5.2. Затраты на проведение текущего ремонта помещения: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57839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Цена за 1 м</w:t>
            </w:r>
            <w:r w:rsidRPr="00157839">
              <w:rPr>
                <w:sz w:val="24"/>
                <w:szCs w:val="24"/>
                <w:vertAlign w:val="superscript"/>
              </w:rPr>
              <w:t>2</w:t>
            </w:r>
            <w:r w:rsidRPr="00157839">
              <w:rPr>
                <w:sz w:val="24"/>
                <w:szCs w:val="24"/>
              </w:rPr>
              <w:t>, руб. (не более)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3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157839" w:rsidRDefault="000009BD" w:rsidP="00405A6A">
            <w:pPr>
              <w:tabs>
                <w:tab w:val="left" w:pos="567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5 000,00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157839" w:rsidRDefault="000009BD" w:rsidP="00405A6A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5 000,00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157839" w:rsidRDefault="000009BD" w:rsidP="00405A6A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D7659">
        <w:rPr>
          <w:rFonts w:eastAsia="Calibri"/>
          <w:sz w:val="28"/>
          <w:szCs w:val="28"/>
          <w:lang w:eastAsia="en-US"/>
        </w:rPr>
        <w:t>4.5.3. Затраты на вывоз твердых бытовых отходов: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5853"/>
        <w:gridCol w:w="1705"/>
        <w:gridCol w:w="1876"/>
      </w:tblGrid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№ п/п</w:t>
            </w:r>
          </w:p>
        </w:tc>
        <w:tc>
          <w:tcPr>
            <w:tcW w:w="585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D7659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Количество в год, м</w:t>
            </w:r>
            <w:r w:rsidRPr="005D765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Цена за 1 м</w:t>
            </w:r>
            <w:r w:rsidRPr="005D7659">
              <w:rPr>
                <w:sz w:val="24"/>
                <w:szCs w:val="24"/>
                <w:vertAlign w:val="superscript"/>
              </w:rPr>
              <w:t>3</w:t>
            </w:r>
            <w:r w:rsidRPr="005D7659">
              <w:rPr>
                <w:sz w:val="24"/>
                <w:szCs w:val="24"/>
              </w:rPr>
              <w:t>, руб. (не более)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</w:t>
            </w:r>
          </w:p>
        </w:tc>
        <w:tc>
          <w:tcPr>
            <w:tcW w:w="585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3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4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1.</w:t>
            </w:r>
          </w:p>
        </w:tc>
        <w:tc>
          <w:tcPr>
            <w:tcW w:w="5855" w:type="dxa"/>
          </w:tcPr>
          <w:p w:rsidR="000009BD" w:rsidRPr="005D7659" w:rsidRDefault="000009BD" w:rsidP="00405A6A">
            <w:pPr>
              <w:tabs>
                <w:tab w:val="left" w:pos="567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150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1 000,00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2.</w:t>
            </w:r>
          </w:p>
        </w:tc>
        <w:tc>
          <w:tcPr>
            <w:tcW w:w="5855" w:type="dxa"/>
          </w:tcPr>
          <w:p w:rsidR="000009BD" w:rsidRPr="005D7659" w:rsidRDefault="000009BD" w:rsidP="00405A6A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5D7659">
              <w:rPr>
                <w:sz w:val="24"/>
                <w:szCs w:val="24"/>
              </w:rPr>
              <w:t>о</w:t>
            </w:r>
            <w:r w:rsidRPr="005D7659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77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1 000,00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3.</w:t>
            </w:r>
          </w:p>
        </w:tc>
        <w:tc>
          <w:tcPr>
            <w:tcW w:w="5855" w:type="dxa"/>
          </w:tcPr>
          <w:p w:rsidR="000009BD" w:rsidRPr="005D7659" w:rsidRDefault="000009BD" w:rsidP="00405A6A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5D7659">
              <w:rPr>
                <w:sz w:val="24"/>
                <w:szCs w:val="24"/>
              </w:rPr>
              <w:t>о</w:t>
            </w:r>
            <w:r w:rsidRPr="005D7659">
              <w:rPr>
                <w:sz w:val="24"/>
                <w:szCs w:val="24"/>
              </w:rPr>
              <w:t>шахтинска «Управление капитального строительства»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7B7C6A">
        <w:rPr>
          <w:rFonts w:eastAsia="Calibri"/>
          <w:sz w:val="28"/>
          <w:szCs w:val="28"/>
          <w:lang w:eastAsia="en-US"/>
        </w:rPr>
        <w:t>4.5.4.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периоду:</w:t>
      </w:r>
    </w:p>
    <w:p w:rsidR="003643CB" w:rsidRPr="003643CB" w:rsidRDefault="003643CB" w:rsidP="000009BD">
      <w:pPr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7B7C6A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2A24B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7B7C6A">
              <w:rPr>
                <w:sz w:val="24"/>
                <w:szCs w:val="24"/>
              </w:rPr>
              <w:t xml:space="preserve"> усл</w:t>
            </w:r>
            <w:r w:rsidRPr="007B7C6A">
              <w:rPr>
                <w:sz w:val="24"/>
                <w:szCs w:val="24"/>
              </w:rPr>
              <w:t>у</w:t>
            </w:r>
            <w:r w:rsidRPr="007B7C6A">
              <w:rPr>
                <w:sz w:val="24"/>
                <w:szCs w:val="24"/>
              </w:rPr>
              <w:t xml:space="preserve">гу в месяц, руб. </w:t>
            </w:r>
          </w:p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(не более)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3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180 000,00</w:t>
            </w:r>
          </w:p>
        </w:tc>
      </w:tr>
      <w:tr w:rsidR="003643CB" w:rsidRPr="007B7C6A" w:rsidTr="0099176F">
        <w:tc>
          <w:tcPr>
            <w:tcW w:w="568" w:type="dxa"/>
            <w:shd w:val="clear" w:color="auto" w:fill="auto"/>
          </w:tcPr>
          <w:p w:rsidR="003643CB" w:rsidRPr="007B7C6A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3643CB" w:rsidRPr="007B7C6A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3643CB" w:rsidRPr="007B7C6A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3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10 000,00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957BA9">
        <w:rPr>
          <w:rFonts w:eastAsia="Calibri"/>
          <w:sz w:val="28"/>
          <w:szCs w:val="28"/>
          <w:lang w:eastAsia="en-US"/>
        </w:rPr>
        <w:lastRenderedPageBreak/>
        <w:t>4.5.5. Затраты на техническое обслуживание и ремонт транспортных средств:</w:t>
      </w:r>
    </w:p>
    <w:p w:rsidR="005B05C3" w:rsidRPr="003643CB" w:rsidRDefault="005B05C3" w:rsidP="000009BD">
      <w:pPr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3093"/>
        <w:gridCol w:w="4111"/>
        <w:gridCol w:w="2268"/>
      </w:tblGrid>
      <w:tr w:rsidR="000009BD" w:rsidRPr="00957BA9" w:rsidTr="005B05C3">
        <w:tc>
          <w:tcPr>
            <w:tcW w:w="559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№ п/п</w:t>
            </w:r>
          </w:p>
        </w:tc>
        <w:tc>
          <w:tcPr>
            <w:tcW w:w="3093" w:type="dxa"/>
          </w:tcPr>
          <w:p w:rsidR="002A24BB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957BA9">
              <w:rPr>
                <w:bCs/>
                <w:sz w:val="24"/>
                <w:szCs w:val="24"/>
              </w:rPr>
              <w:t xml:space="preserve">Наименование </w:t>
            </w:r>
          </w:p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957BA9">
              <w:rPr>
                <w:bCs/>
                <w:sz w:val="24"/>
                <w:szCs w:val="24"/>
              </w:rPr>
              <w:t>структурного подраздел</w:t>
            </w:r>
            <w:r w:rsidRPr="00957BA9">
              <w:rPr>
                <w:bCs/>
                <w:sz w:val="24"/>
                <w:szCs w:val="24"/>
              </w:rPr>
              <w:t>е</w:t>
            </w:r>
            <w:r w:rsidRPr="00957BA9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  <w:shd w:val="clear" w:color="auto" w:fill="auto"/>
          </w:tcPr>
          <w:p w:rsidR="00405A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Цена  обслужив</w:t>
            </w:r>
            <w:r w:rsidRPr="00957BA9">
              <w:rPr>
                <w:sz w:val="24"/>
                <w:szCs w:val="24"/>
              </w:rPr>
              <w:t>а</w:t>
            </w:r>
            <w:r w:rsidRPr="00957BA9">
              <w:rPr>
                <w:sz w:val="24"/>
                <w:szCs w:val="24"/>
              </w:rPr>
              <w:t xml:space="preserve">ния </w:t>
            </w:r>
            <w:r>
              <w:rPr>
                <w:sz w:val="24"/>
                <w:szCs w:val="24"/>
              </w:rPr>
              <w:t>одного</w:t>
            </w:r>
            <w:r w:rsidRPr="00957BA9">
              <w:rPr>
                <w:sz w:val="24"/>
                <w:szCs w:val="24"/>
              </w:rPr>
              <w:t xml:space="preserve"> тран</w:t>
            </w:r>
            <w:r w:rsidRPr="00957BA9">
              <w:rPr>
                <w:sz w:val="24"/>
                <w:szCs w:val="24"/>
              </w:rPr>
              <w:t>с</w:t>
            </w:r>
            <w:r w:rsidRPr="00957BA9">
              <w:rPr>
                <w:sz w:val="24"/>
                <w:szCs w:val="24"/>
              </w:rPr>
              <w:t>портного средства</w:t>
            </w:r>
            <w:r>
              <w:rPr>
                <w:sz w:val="24"/>
                <w:szCs w:val="24"/>
              </w:rPr>
              <w:t xml:space="preserve"> в год</w:t>
            </w:r>
            <w:r w:rsidRPr="00957BA9">
              <w:rPr>
                <w:sz w:val="24"/>
                <w:szCs w:val="24"/>
              </w:rPr>
              <w:t xml:space="preserve">, руб. </w:t>
            </w:r>
          </w:p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(не более)</w:t>
            </w:r>
          </w:p>
        </w:tc>
      </w:tr>
      <w:tr w:rsidR="000009BD" w:rsidRPr="00957BA9" w:rsidTr="005B05C3">
        <w:tc>
          <w:tcPr>
            <w:tcW w:w="559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4</w:t>
            </w:r>
          </w:p>
        </w:tc>
      </w:tr>
      <w:tr w:rsidR="000009BD" w:rsidRPr="00957BA9" w:rsidTr="005B05C3">
        <w:tc>
          <w:tcPr>
            <w:tcW w:w="559" w:type="dxa"/>
            <w:vMerge w:val="restart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1.</w:t>
            </w:r>
          </w:p>
        </w:tc>
        <w:tc>
          <w:tcPr>
            <w:tcW w:w="3093" w:type="dxa"/>
            <w:vMerge w:val="restart"/>
          </w:tcPr>
          <w:p w:rsidR="000009BD" w:rsidRPr="00957BA9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Администрация города Н</w:t>
            </w:r>
            <w:r w:rsidRPr="00957BA9">
              <w:rPr>
                <w:sz w:val="24"/>
                <w:szCs w:val="24"/>
              </w:rPr>
              <w:t>о</w:t>
            </w:r>
            <w:r w:rsidRPr="00957BA9">
              <w:rPr>
                <w:sz w:val="24"/>
                <w:szCs w:val="24"/>
              </w:rPr>
              <w:t>вошахтинска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Контроль  за  техническим состоян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 xml:space="preserve">ем автомобильных транспортных средств </w:t>
            </w:r>
            <w:r>
              <w:rPr>
                <w:sz w:val="24"/>
                <w:szCs w:val="24"/>
              </w:rPr>
              <w:t>з</w:t>
            </w:r>
            <w:r w:rsidRPr="00957BA9">
              <w:rPr>
                <w:sz w:val="24"/>
                <w:szCs w:val="24"/>
              </w:rPr>
              <w:t>аказчика при выезде на л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нию и возвращении в гараж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93" w:type="dxa"/>
            <w:vMerge/>
          </w:tcPr>
          <w:p w:rsidR="000009BD" w:rsidRPr="00957BA9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Ремонт транспортных средств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 w:val="restart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2.</w:t>
            </w:r>
          </w:p>
        </w:tc>
        <w:tc>
          <w:tcPr>
            <w:tcW w:w="3093" w:type="dxa"/>
            <w:vMerge w:val="restart"/>
          </w:tcPr>
          <w:p w:rsidR="000009BD" w:rsidRPr="00957BA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57BA9">
              <w:rPr>
                <w:sz w:val="24"/>
                <w:szCs w:val="24"/>
              </w:rPr>
              <w:t>о</w:t>
            </w:r>
            <w:r w:rsidRPr="00957BA9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Контроль  за  техническим состоян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ем авто</w:t>
            </w:r>
            <w:r>
              <w:rPr>
                <w:sz w:val="24"/>
                <w:szCs w:val="24"/>
              </w:rPr>
              <w:t>мобильных транспортных средств з</w:t>
            </w:r>
            <w:r w:rsidRPr="00957BA9">
              <w:rPr>
                <w:sz w:val="24"/>
                <w:szCs w:val="24"/>
              </w:rPr>
              <w:t>аказчика при выезде на л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нию и возвращении в гараж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93" w:type="dxa"/>
            <w:vMerge/>
          </w:tcPr>
          <w:p w:rsidR="000009BD" w:rsidRPr="00957BA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Ремонт транспортных средств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 w:val="restart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3.</w:t>
            </w:r>
          </w:p>
        </w:tc>
        <w:tc>
          <w:tcPr>
            <w:tcW w:w="3093" w:type="dxa"/>
            <w:vMerge w:val="restart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57BA9">
              <w:rPr>
                <w:sz w:val="24"/>
                <w:szCs w:val="24"/>
              </w:rPr>
              <w:t>о</w:t>
            </w:r>
            <w:r w:rsidRPr="00957BA9">
              <w:rPr>
                <w:sz w:val="24"/>
                <w:szCs w:val="24"/>
              </w:rPr>
              <w:t>шахтинска «Управление капитального строительс</w:t>
            </w:r>
            <w:r w:rsidRPr="00957BA9">
              <w:rPr>
                <w:sz w:val="24"/>
                <w:szCs w:val="24"/>
              </w:rPr>
              <w:t>т</w:t>
            </w:r>
            <w:r w:rsidRPr="00957BA9">
              <w:rPr>
                <w:sz w:val="24"/>
                <w:szCs w:val="24"/>
              </w:rPr>
              <w:t>ва»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Контроль  за  техническим состоян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 xml:space="preserve">ем автомобильных транспортных средств </w:t>
            </w:r>
            <w:r>
              <w:rPr>
                <w:sz w:val="24"/>
                <w:szCs w:val="24"/>
              </w:rPr>
              <w:t>з</w:t>
            </w:r>
            <w:r w:rsidRPr="00957BA9">
              <w:rPr>
                <w:sz w:val="24"/>
                <w:szCs w:val="24"/>
              </w:rPr>
              <w:t>аказчика при выезде на л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нию и возвращении в гараж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14CB5">
              <w:rPr>
                <w:sz w:val="24"/>
                <w:szCs w:val="24"/>
              </w:rPr>
              <w:t>–</w:t>
            </w:r>
          </w:p>
        </w:tc>
      </w:tr>
      <w:tr w:rsidR="000009BD" w:rsidRPr="00957BA9" w:rsidTr="005B05C3">
        <w:tc>
          <w:tcPr>
            <w:tcW w:w="559" w:type="dxa"/>
            <w:vMerge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93" w:type="dxa"/>
            <w:vMerge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Ремонт транспортных средств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14CB5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B567A">
        <w:rPr>
          <w:rFonts w:eastAsia="Calibri"/>
          <w:sz w:val="28"/>
          <w:szCs w:val="28"/>
          <w:lang w:eastAsia="en-US"/>
        </w:rPr>
        <w:t>4.5.6. Затраты на техническое обслуживание и регламентно-профилак</w:t>
      </w:r>
      <w:r w:rsidR="00405A6A">
        <w:rPr>
          <w:rFonts w:eastAsia="Calibri"/>
          <w:sz w:val="28"/>
          <w:szCs w:val="28"/>
          <w:lang w:eastAsia="en-US"/>
        </w:rPr>
        <w:t>-</w:t>
      </w:r>
      <w:r w:rsidRPr="001B567A">
        <w:rPr>
          <w:rFonts w:eastAsia="Calibri"/>
          <w:sz w:val="28"/>
          <w:szCs w:val="28"/>
          <w:lang w:eastAsia="en-US"/>
        </w:rPr>
        <w:t>тический ремонт систем пожарной сигнализации: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B567A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1B56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Pr="001B567A">
              <w:rPr>
                <w:sz w:val="24"/>
                <w:szCs w:val="24"/>
              </w:rPr>
              <w:t>услугу в месяц, руб. (не более)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3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15 000,00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14CB5">
              <w:rPr>
                <w:sz w:val="24"/>
                <w:szCs w:val="24"/>
              </w:rPr>
              <w:t>–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70 000,00</w:t>
            </w:r>
          </w:p>
        </w:tc>
      </w:tr>
    </w:tbl>
    <w:p w:rsidR="000009BD" w:rsidRPr="00A53DE8" w:rsidRDefault="000009BD" w:rsidP="000009BD">
      <w:pPr>
        <w:widowControl w:val="0"/>
        <w:tabs>
          <w:tab w:val="left" w:pos="567"/>
        </w:tabs>
        <w:overflowPunct/>
        <w:ind w:firstLine="709"/>
        <w:jc w:val="both"/>
        <w:textAlignment w:val="auto"/>
        <w:outlineLvl w:val="3"/>
        <w:rPr>
          <w:sz w:val="28"/>
          <w:szCs w:val="28"/>
        </w:rPr>
      </w:pPr>
      <w:r w:rsidRPr="00A53DE8">
        <w:rPr>
          <w:rFonts w:eastAsia="Calibri"/>
          <w:sz w:val="28"/>
          <w:szCs w:val="28"/>
          <w:lang w:eastAsia="en-US"/>
        </w:rPr>
        <w:t xml:space="preserve">4.6. </w:t>
      </w:r>
      <w:r w:rsidRPr="00A53DE8">
        <w:rPr>
          <w:sz w:val="28"/>
          <w:szCs w:val="28"/>
        </w:rPr>
        <w:t>Затраты на приобретение прочих работ и услуг, не относящиеся к з</w:t>
      </w:r>
      <w:r w:rsidRPr="00A53DE8">
        <w:rPr>
          <w:sz w:val="28"/>
          <w:szCs w:val="28"/>
        </w:rPr>
        <w:t>а</w:t>
      </w:r>
      <w:r w:rsidRPr="00A53DE8">
        <w:rPr>
          <w:sz w:val="28"/>
          <w:szCs w:val="28"/>
        </w:rPr>
        <w:t>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</w:t>
      </w:r>
      <w:r w:rsidRPr="00A53DE8">
        <w:rPr>
          <w:sz w:val="28"/>
          <w:szCs w:val="28"/>
        </w:rPr>
        <w:t>о</w:t>
      </w:r>
      <w:r w:rsidRPr="00A53DE8">
        <w:rPr>
          <w:sz w:val="28"/>
          <w:szCs w:val="28"/>
        </w:rPr>
        <w:t>чих работ и услуг в рамках затрат на информационно-коммуникационные техн</w:t>
      </w:r>
      <w:r w:rsidRPr="00A53DE8">
        <w:rPr>
          <w:sz w:val="28"/>
          <w:szCs w:val="28"/>
        </w:rPr>
        <w:t>о</w:t>
      </w:r>
      <w:r w:rsidRPr="00A53DE8">
        <w:rPr>
          <w:sz w:val="28"/>
          <w:szCs w:val="28"/>
        </w:rPr>
        <w:t>логии.</w:t>
      </w:r>
    </w:p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A53DE8">
        <w:rPr>
          <w:rFonts w:eastAsia="Calibri"/>
          <w:sz w:val="28"/>
          <w:szCs w:val="28"/>
          <w:lang w:eastAsia="en-US"/>
        </w:rPr>
        <w:t>4.6.1. Затраты  на оказание услуг по подписке и доставке периодических печатных изданий и справочной литературы (для всех категорий и групп дол</w:t>
      </w:r>
      <w:r w:rsidRPr="00A53DE8">
        <w:rPr>
          <w:rFonts w:eastAsia="Calibri"/>
          <w:sz w:val="28"/>
          <w:szCs w:val="28"/>
          <w:lang w:eastAsia="en-US"/>
        </w:rPr>
        <w:t>ж</w:t>
      </w:r>
      <w:r w:rsidRPr="00A53DE8">
        <w:rPr>
          <w:rFonts w:eastAsia="Calibri"/>
          <w:sz w:val="28"/>
          <w:szCs w:val="28"/>
          <w:lang w:eastAsia="en-US"/>
        </w:rPr>
        <w:t>ностей):</w:t>
      </w:r>
    </w:p>
    <w:tbl>
      <w:tblPr>
        <w:tblW w:w="9749" w:type="dxa"/>
        <w:jc w:val="center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772"/>
        <w:gridCol w:w="6521"/>
        <w:gridCol w:w="2409"/>
        <w:gridCol w:w="29"/>
        <w:gridCol w:w="18"/>
      </w:tblGrid>
      <w:tr w:rsidR="000009BD" w:rsidRPr="00A53DE8" w:rsidTr="005B05C3">
        <w:trPr>
          <w:gridAfter w:val="2"/>
          <w:wAfter w:w="47" w:type="dxa"/>
          <w:trHeight w:val="437"/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 xml:space="preserve">Наименование </w:t>
            </w:r>
          </w:p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rFonts w:eastAsia="Calibri"/>
                <w:sz w:val="24"/>
                <w:szCs w:val="24"/>
                <w:lang w:eastAsia="en-US"/>
              </w:rPr>
              <w:t>периодических печатных изданий</w:t>
            </w:r>
          </w:p>
        </w:tc>
        <w:tc>
          <w:tcPr>
            <w:tcW w:w="2409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A53DE8">
              <w:rPr>
                <w:sz w:val="24"/>
                <w:szCs w:val="24"/>
              </w:rPr>
              <w:t xml:space="preserve">экземпляров на учреждение, шт. </w:t>
            </w:r>
          </w:p>
        </w:tc>
      </w:tr>
      <w:tr w:rsidR="000009BD" w:rsidRPr="00A53DE8" w:rsidTr="005B05C3">
        <w:trPr>
          <w:gridAfter w:val="1"/>
          <w:wAfter w:w="18" w:type="dxa"/>
          <w:trHeight w:val="203"/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</w:t>
            </w:r>
          </w:p>
        </w:tc>
        <w:tc>
          <w:tcPr>
            <w:tcW w:w="2438" w:type="dxa"/>
            <w:gridSpan w:val="2"/>
          </w:tcPr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3</w:t>
            </w:r>
          </w:p>
        </w:tc>
      </w:tr>
      <w:tr w:rsidR="000009BD" w:rsidRPr="00A53DE8" w:rsidTr="005B05C3">
        <w:trPr>
          <w:trHeight w:val="383"/>
          <w:jc w:val="center"/>
        </w:trPr>
        <w:tc>
          <w:tcPr>
            <w:tcW w:w="9749" w:type="dxa"/>
            <w:gridSpan w:val="5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righ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Российская газета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</w:t>
            </w:r>
          </w:p>
        </w:tc>
      </w:tr>
      <w:tr w:rsidR="000009BD" w:rsidRPr="00A53DE8" w:rsidTr="005B05C3">
        <w:trPr>
          <w:trHeight w:val="219"/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Газета «Наше время»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Бюллетень Верховного суда Российской Федерации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Газета «Молот»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Газета «Знамя шахтера»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10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Журнал «Инспектор по делам несовершеннолетних»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Журнал «Муниципальная Россия»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D97C76" w:rsidTr="005B05C3">
        <w:trPr>
          <w:jc w:val="center"/>
        </w:trPr>
        <w:tc>
          <w:tcPr>
            <w:tcW w:w="9749" w:type="dxa"/>
            <w:gridSpan w:val="5"/>
          </w:tcPr>
          <w:p w:rsidR="000009BD" w:rsidRPr="00D97C76" w:rsidRDefault="000009BD" w:rsidP="008E6624">
            <w:pPr>
              <w:overflowPunct/>
              <w:ind w:left="159" w:righ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D97C76" w:rsidRDefault="000009BD" w:rsidP="008E6624">
            <w:pPr>
              <w:overflowPunct/>
              <w:ind w:left="159" w:righ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D97C76" w:rsidTr="005B05C3">
        <w:trPr>
          <w:jc w:val="center"/>
        </w:trPr>
        <w:tc>
          <w:tcPr>
            <w:tcW w:w="772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Российская  газета + Российская газета «Неделя»</w:t>
            </w:r>
          </w:p>
        </w:tc>
        <w:tc>
          <w:tcPr>
            <w:tcW w:w="2456" w:type="dxa"/>
            <w:gridSpan w:val="3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</w:t>
            </w:r>
          </w:p>
        </w:tc>
      </w:tr>
      <w:tr w:rsidR="000009BD" w:rsidRPr="00D97C76" w:rsidTr="005B05C3">
        <w:trPr>
          <w:jc w:val="center"/>
        </w:trPr>
        <w:tc>
          <w:tcPr>
            <w:tcW w:w="772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Газета «Знамя шахтера»</w:t>
            </w:r>
          </w:p>
        </w:tc>
        <w:tc>
          <w:tcPr>
            <w:tcW w:w="2456" w:type="dxa"/>
            <w:gridSpan w:val="3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</w:t>
            </w:r>
          </w:p>
        </w:tc>
      </w:tr>
      <w:tr w:rsidR="000009BD" w:rsidRPr="00D97C76" w:rsidTr="005B05C3">
        <w:trPr>
          <w:jc w:val="center"/>
        </w:trPr>
        <w:tc>
          <w:tcPr>
            <w:tcW w:w="9749" w:type="dxa"/>
            <w:gridSpan w:val="5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right="159" w:hanging="17"/>
              <w:jc w:val="both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строительства»: затраты на оказание услуг по подписке и доставке периодических п</w:t>
            </w:r>
            <w:r w:rsidRPr="00D97C76">
              <w:rPr>
                <w:sz w:val="24"/>
                <w:szCs w:val="24"/>
              </w:rPr>
              <w:t>е</w:t>
            </w:r>
            <w:r w:rsidRPr="00D97C76">
              <w:rPr>
                <w:sz w:val="24"/>
                <w:szCs w:val="24"/>
              </w:rPr>
              <w:t>чатных изданий и справочной литературы не предусмотрены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97C76">
        <w:rPr>
          <w:rFonts w:eastAsia="Calibri"/>
          <w:sz w:val="28"/>
          <w:szCs w:val="28"/>
          <w:lang w:eastAsia="en-US"/>
        </w:rPr>
        <w:t>4.6.2. Затраты на публикацию периодических печатных изданий и оказание информационных услуг: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9914" w:type="dxa"/>
        <w:jc w:val="center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83"/>
        <w:gridCol w:w="6662"/>
        <w:gridCol w:w="2569"/>
      </w:tblGrid>
      <w:tr w:rsidR="000009BD" w:rsidRPr="00D97C76" w:rsidTr="007A3950">
        <w:trPr>
          <w:trHeight w:val="437"/>
          <w:jc w:val="center"/>
        </w:trPr>
        <w:tc>
          <w:tcPr>
            <w:tcW w:w="683" w:type="dxa"/>
          </w:tcPr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 xml:space="preserve">Наименование </w:t>
            </w:r>
          </w:p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rFonts w:eastAsia="Calibri"/>
                <w:sz w:val="24"/>
                <w:szCs w:val="24"/>
                <w:lang w:eastAsia="en-US"/>
              </w:rPr>
              <w:t>периодических печатных изданий</w:t>
            </w:r>
          </w:p>
        </w:tc>
        <w:tc>
          <w:tcPr>
            <w:tcW w:w="2569" w:type="dxa"/>
          </w:tcPr>
          <w:p w:rsidR="00405A6A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 xml:space="preserve">Количество в год </w:t>
            </w:r>
          </w:p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(не более)</w:t>
            </w:r>
          </w:p>
        </w:tc>
      </w:tr>
      <w:tr w:rsidR="000009BD" w:rsidRPr="00D97C76" w:rsidTr="007A3950">
        <w:trPr>
          <w:jc w:val="center"/>
        </w:trPr>
        <w:tc>
          <w:tcPr>
            <w:tcW w:w="683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3</w:t>
            </w:r>
          </w:p>
        </w:tc>
      </w:tr>
      <w:tr w:rsidR="000009BD" w:rsidRPr="00D97C76" w:rsidTr="007A3950">
        <w:trPr>
          <w:trHeight w:val="383"/>
          <w:jc w:val="center"/>
        </w:trPr>
        <w:tc>
          <w:tcPr>
            <w:tcW w:w="9914" w:type="dxa"/>
            <w:gridSpan w:val="3"/>
          </w:tcPr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D97C76" w:rsidTr="007A3950">
        <w:trPr>
          <w:jc w:val="center"/>
        </w:trPr>
        <w:tc>
          <w:tcPr>
            <w:tcW w:w="683" w:type="dxa"/>
          </w:tcPr>
          <w:p w:rsidR="000009BD" w:rsidRPr="00D97C76" w:rsidRDefault="000009BD" w:rsidP="008E6624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D97C76" w:rsidRDefault="000009BD" w:rsidP="003643CB">
            <w:pPr>
              <w:overflowPunct/>
              <w:autoSpaceDE/>
              <w:autoSpaceDN/>
              <w:adjustRightInd/>
              <w:ind w:left="88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Публикация  в городской общественно-политической газете «Знамя шахтера» информационного и аналитического мат</w:t>
            </w:r>
            <w:r w:rsidRPr="00D97C76">
              <w:rPr>
                <w:sz w:val="24"/>
                <w:szCs w:val="24"/>
              </w:rPr>
              <w:t>е</w:t>
            </w:r>
            <w:r w:rsidRPr="00D97C76">
              <w:rPr>
                <w:sz w:val="24"/>
                <w:szCs w:val="24"/>
              </w:rPr>
              <w:t>риала по освещению деятельности Администрации города Газета «Знамя шахтера»</w:t>
            </w:r>
          </w:p>
        </w:tc>
        <w:tc>
          <w:tcPr>
            <w:tcW w:w="2569" w:type="dxa"/>
          </w:tcPr>
          <w:p w:rsidR="000009BD" w:rsidRPr="00D97C76" w:rsidRDefault="000009BD" w:rsidP="008E6624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65 000,00 кв. см.</w:t>
            </w:r>
          </w:p>
        </w:tc>
      </w:tr>
      <w:tr w:rsidR="000009BD" w:rsidRPr="00D97C76" w:rsidTr="007A3950">
        <w:trPr>
          <w:jc w:val="center"/>
        </w:trPr>
        <w:tc>
          <w:tcPr>
            <w:tcW w:w="683" w:type="dxa"/>
          </w:tcPr>
          <w:p w:rsidR="000009BD" w:rsidRPr="00D97C76" w:rsidRDefault="000009BD" w:rsidP="003643CB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D97C76" w:rsidRDefault="000009BD" w:rsidP="003643CB">
            <w:pPr>
              <w:overflowPunct/>
              <w:autoSpaceDE/>
              <w:autoSpaceDN/>
              <w:adjustRightInd/>
              <w:ind w:left="88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Публикация журнала «Новошахтинский вестник»</w:t>
            </w:r>
          </w:p>
        </w:tc>
        <w:tc>
          <w:tcPr>
            <w:tcW w:w="2569" w:type="dxa"/>
          </w:tcPr>
          <w:p w:rsidR="00405A6A" w:rsidRDefault="000009BD" w:rsidP="003643CB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720 экземпляров, к</w:t>
            </w:r>
            <w:r w:rsidRPr="00D97C76">
              <w:rPr>
                <w:sz w:val="24"/>
                <w:szCs w:val="24"/>
              </w:rPr>
              <w:t>а</w:t>
            </w:r>
            <w:r w:rsidRPr="00D97C76">
              <w:rPr>
                <w:sz w:val="24"/>
                <w:szCs w:val="24"/>
              </w:rPr>
              <w:t>ждый из которых с</w:t>
            </w:r>
            <w:r w:rsidRPr="00D97C76">
              <w:rPr>
                <w:sz w:val="24"/>
                <w:szCs w:val="24"/>
              </w:rPr>
              <w:t>о</w:t>
            </w:r>
            <w:r w:rsidRPr="00D97C76">
              <w:rPr>
                <w:sz w:val="24"/>
                <w:szCs w:val="24"/>
              </w:rPr>
              <w:t xml:space="preserve">стоит из 3 частей </w:t>
            </w:r>
          </w:p>
          <w:p w:rsidR="000009BD" w:rsidRPr="00D97C76" w:rsidRDefault="000009BD" w:rsidP="003643CB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(с приложениями)</w:t>
            </w:r>
          </w:p>
        </w:tc>
      </w:tr>
      <w:tr w:rsidR="005B05C3" w:rsidRPr="00D97C76" w:rsidTr="005B05C3">
        <w:trPr>
          <w:jc w:val="center"/>
        </w:trPr>
        <w:tc>
          <w:tcPr>
            <w:tcW w:w="9914" w:type="dxa"/>
            <w:gridSpan w:val="3"/>
          </w:tcPr>
          <w:p w:rsidR="005B05C3" w:rsidRPr="00D97C76" w:rsidRDefault="0085172D" w:rsidP="003643CB">
            <w:pPr>
              <w:overflowPunct/>
              <w:ind w:left="88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на публикацию периодических печатных изданий и оказание информационных услуг не предусмотрены</w:t>
            </w:r>
          </w:p>
        </w:tc>
      </w:tr>
    </w:tbl>
    <w:p w:rsidR="000009BD" w:rsidRPr="00D97C76" w:rsidRDefault="000009BD" w:rsidP="003643CB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97C76">
        <w:rPr>
          <w:rFonts w:eastAsia="Calibri"/>
          <w:sz w:val="28"/>
          <w:szCs w:val="28"/>
          <w:lang w:eastAsia="en-US"/>
        </w:rPr>
        <w:t>Затраты на приобретение информационных услуг, которые включают в с</w:t>
      </w:r>
      <w:r w:rsidRPr="00D97C76">
        <w:rPr>
          <w:rFonts w:eastAsia="Calibri"/>
          <w:sz w:val="28"/>
          <w:szCs w:val="28"/>
          <w:lang w:eastAsia="en-US"/>
        </w:rPr>
        <w:t>е</w:t>
      </w:r>
      <w:r w:rsidRPr="00D97C76">
        <w:rPr>
          <w:rFonts w:eastAsia="Calibri"/>
          <w:sz w:val="28"/>
          <w:szCs w:val="28"/>
          <w:lang w:eastAsia="en-US"/>
        </w:rPr>
        <w:t>бя затраты на подачу объявлений в печатные издания определяются по фактич</w:t>
      </w:r>
      <w:r w:rsidRPr="00D97C76">
        <w:rPr>
          <w:rFonts w:eastAsia="Calibri"/>
          <w:sz w:val="28"/>
          <w:szCs w:val="28"/>
          <w:lang w:eastAsia="en-US"/>
        </w:rPr>
        <w:t>е</w:t>
      </w:r>
      <w:r w:rsidRPr="00D97C76">
        <w:rPr>
          <w:rFonts w:eastAsia="Calibri"/>
          <w:sz w:val="28"/>
          <w:szCs w:val="28"/>
          <w:lang w:eastAsia="en-US"/>
        </w:rPr>
        <w:t>ским затратам в отчетном финансовом году.</w:t>
      </w:r>
    </w:p>
    <w:p w:rsidR="000009BD" w:rsidRDefault="000009BD" w:rsidP="003643CB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33FA3">
        <w:rPr>
          <w:rFonts w:eastAsia="Calibri"/>
          <w:sz w:val="28"/>
          <w:szCs w:val="28"/>
          <w:lang w:eastAsia="en-US"/>
        </w:rPr>
        <w:t>4.6.3.</w:t>
      </w:r>
      <w:r w:rsidRPr="00E33FA3">
        <w:rPr>
          <w:sz w:val="28"/>
          <w:szCs w:val="28"/>
        </w:rPr>
        <w:t xml:space="preserve"> Затраты на проведение предрейсового и послерейсового осмотра в</w:t>
      </w:r>
      <w:r w:rsidRPr="00E33FA3">
        <w:rPr>
          <w:sz w:val="28"/>
          <w:szCs w:val="28"/>
        </w:rPr>
        <w:t>о</w:t>
      </w:r>
      <w:r w:rsidRPr="00E33FA3">
        <w:rPr>
          <w:sz w:val="28"/>
          <w:szCs w:val="28"/>
        </w:rPr>
        <w:t>дителей транспортных средств</w:t>
      </w:r>
      <w:r w:rsidRPr="00E33FA3">
        <w:rPr>
          <w:rFonts w:eastAsia="Calibri"/>
          <w:sz w:val="28"/>
          <w:szCs w:val="28"/>
          <w:lang w:eastAsia="en-US"/>
        </w:rPr>
        <w:t xml:space="preserve">: </w:t>
      </w:r>
    </w:p>
    <w:p w:rsidR="00405A6A" w:rsidRPr="00E33FA3" w:rsidRDefault="00405A6A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E33FA3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405A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E33FA3">
              <w:rPr>
                <w:sz w:val="24"/>
                <w:szCs w:val="24"/>
              </w:rPr>
              <w:t xml:space="preserve"> усл</w:t>
            </w:r>
            <w:r w:rsidRPr="00E33FA3">
              <w:rPr>
                <w:sz w:val="24"/>
                <w:szCs w:val="24"/>
              </w:rPr>
              <w:t>у</w:t>
            </w:r>
            <w:r w:rsidRPr="00E33FA3">
              <w:rPr>
                <w:sz w:val="24"/>
                <w:szCs w:val="24"/>
              </w:rPr>
              <w:t xml:space="preserve">гу в месяц, руб. </w:t>
            </w:r>
          </w:p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(не более)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50 000,00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D7115">
              <w:rPr>
                <w:sz w:val="24"/>
                <w:szCs w:val="24"/>
              </w:rPr>
              <w:t>–</w:t>
            </w:r>
          </w:p>
        </w:tc>
      </w:tr>
      <w:tr w:rsidR="003643CB" w:rsidRPr="00E33FA3" w:rsidTr="0099176F">
        <w:tc>
          <w:tcPr>
            <w:tcW w:w="568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8 000,00</w:t>
            </w:r>
          </w:p>
        </w:tc>
      </w:tr>
    </w:tbl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4A2AA5">
        <w:rPr>
          <w:rFonts w:eastAsia="Calibri"/>
          <w:sz w:val="28"/>
          <w:szCs w:val="28"/>
          <w:lang w:eastAsia="en-US"/>
        </w:rPr>
        <w:t>4.6.4. Затраты на проведение диспансеризации работников:</w:t>
      </w:r>
    </w:p>
    <w:p w:rsidR="00405A6A" w:rsidRPr="003643CB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Cs w:val="28"/>
          <w:lang w:eastAsia="en-US"/>
        </w:rPr>
      </w:pPr>
    </w:p>
    <w:tbl>
      <w:tblPr>
        <w:tblW w:w="9936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80"/>
        <w:gridCol w:w="6662"/>
        <w:gridCol w:w="2694"/>
      </w:tblGrid>
      <w:tr w:rsidR="000009BD" w:rsidRPr="004A2AA5" w:rsidTr="008E6624">
        <w:trPr>
          <w:trHeight w:val="437"/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Наименование </w:t>
            </w:r>
          </w:p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услуги</w:t>
            </w:r>
          </w:p>
        </w:tc>
        <w:tc>
          <w:tcPr>
            <w:tcW w:w="2694" w:type="dxa"/>
          </w:tcPr>
          <w:p w:rsidR="00405A6A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4A2AA5">
              <w:rPr>
                <w:rFonts w:eastAsia="Calibri"/>
                <w:sz w:val="24"/>
                <w:szCs w:val="24"/>
                <w:lang w:eastAsia="en-US"/>
              </w:rPr>
              <w:t xml:space="preserve">Норматив                   цены в год, руб. </w:t>
            </w:r>
          </w:p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rFonts w:eastAsia="Calibri"/>
                <w:sz w:val="24"/>
                <w:szCs w:val="24"/>
                <w:lang w:eastAsia="en-US"/>
              </w:rPr>
              <w:lastRenderedPageBreak/>
              <w:t>(не более)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</w:t>
            </w:r>
          </w:p>
        </w:tc>
      </w:tr>
      <w:tr w:rsidR="000009BD" w:rsidRPr="004A2AA5" w:rsidTr="008E6624">
        <w:trPr>
          <w:trHeight w:val="383"/>
          <w:jc w:val="center"/>
        </w:trPr>
        <w:tc>
          <w:tcPr>
            <w:tcW w:w="9936" w:type="dxa"/>
            <w:gridSpan w:val="3"/>
          </w:tcPr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9936" w:type="dxa"/>
            <w:gridSpan w:val="3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«Управление капитального строительства»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9936" w:type="dxa"/>
            <w:gridSpan w:val="3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    «Управление городского хозяйства»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</w:tbl>
    <w:p w:rsidR="000009BD" w:rsidRPr="004A2AA5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4A2AA5">
        <w:rPr>
          <w:rFonts w:eastAsia="Calibri"/>
          <w:sz w:val="28"/>
          <w:szCs w:val="28"/>
          <w:lang w:eastAsia="en-US"/>
        </w:rPr>
        <w:t>4.6.5. Затраты на оплату услуг вневедомственной охраны определяются по фактическим затратам в отчетном финансовом году и в соответствии с приказом Федеральной службы войск национальной гвардии Российской Федерации от 15.02.2021 № 45.</w:t>
      </w: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223FB">
        <w:rPr>
          <w:rFonts w:eastAsia="Calibri"/>
          <w:sz w:val="28"/>
          <w:szCs w:val="28"/>
          <w:lang w:eastAsia="en-US"/>
        </w:rPr>
        <w:t>4.6.6. Затраты на приобретение полисов обязательного страхования гра</w:t>
      </w:r>
      <w:r w:rsidRPr="00D223FB">
        <w:rPr>
          <w:rFonts w:eastAsia="Calibri"/>
          <w:sz w:val="28"/>
          <w:szCs w:val="28"/>
          <w:lang w:eastAsia="en-US"/>
        </w:rPr>
        <w:t>ж</w:t>
      </w:r>
      <w:r w:rsidRPr="00D223FB">
        <w:rPr>
          <w:rFonts w:eastAsia="Calibri"/>
          <w:sz w:val="28"/>
          <w:szCs w:val="28"/>
          <w:lang w:eastAsia="en-US"/>
        </w:rPr>
        <w:t>данской ответственности:</w:t>
      </w:r>
    </w:p>
    <w:p w:rsidR="00405A6A" w:rsidRPr="003643CB" w:rsidRDefault="00405A6A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D223FB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один</w:t>
            </w:r>
            <w:r w:rsidRPr="00D223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</w:t>
            </w:r>
            <w:r w:rsidRPr="00D223FB">
              <w:rPr>
                <w:sz w:val="24"/>
                <w:szCs w:val="24"/>
              </w:rPr>
              <w:t>полис, руб. (не более)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3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15 000,00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10 000,00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6450C">
              <w:rPr>
                <w:sz w:val="24"/>
                <w:szCs w:val="24"/>
              </w:rPr>
              <w:t>–</w:t>
            </w:r>
          </w:p>
        </w:tc>
      </w:tr>
    </w:tbl>
    <w:p w:rsidR="000009BD" w:rsidRPr="003643CB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18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F71102">
        <w:rPr>
          <w:rFonts w:eastAsia="Calibri"/>
          <w:sz w:val="28"/>
          <w:szCs w:val="28"/>
          <w:lang w:eastAsia="en-US"/>
        </w:rPr>
        <w:t>4.6.7. Затраты на оплату труда независимых экспертов:</w:t>
      </w:r>
    </w:p>
    <w:p w:rsidR="002A24BB" w:rsidRPr="003643CB" w:rsidRDefault="002A24BB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F71102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 xml:space="preserve">одну      </w:t>
            </w:r>
            <w:r w:rsidRPr="00F71102">
              <w:rPr>
                <w:sz w:val="24"/>
                <w:szCs w:val="24"/>
              </w:rPr>
              <w:t xml:space="preserve"> услугу, руб. (не более)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3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50 000,00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50 000,00</w:t>
            </w:r>
          </w:p>
        </w:tc>
      </w:tr>
      <w:tr w:rsidR="003643CB" w:rsidRPr="00E33FA3" w:rsidTr="0099176F">
        <w:tc>
          <w:tcPr>
            <w:tcW w:w="568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50 000,00</w:t>
            </w:r>
          </w:p>
        </w:tc>
      </w:tr>
    </w:tbl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503E8D">
        <w:rPr>
          <w:rFonts w:eastAsia="Calibri"/>
          <w:sz w:val="28"/>
          <w:szCs w:val="28"/>
          <w:lang w:eastAsia="en-US"/>
        </w:rPr>
        <w:t>4.6.8. Услуги по изготовлению полиграфической продукции:</w:t>
      </w:r>
    </w:p>
    <w:p w:rsidR="002A24BB" w:rsidRPr="003643CB" w:rsidRDefault="002A24BB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7224"/>
        <w:gridCol w:w="2267"/>
      </w:tblGrid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  <w:tab w:val="left" w:pos="426"/>
                <w:tab w:val="left" w:pos="567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Норматив цены за единицу, руб. (не более)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503E8D" w:rsidTr="008E6624">
        <w:tc>
          <w:tcPr>
            <w:tcW w:w="10031" w:type="dxa"/>
            <w:gridSpan w:val="3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Открытка поздравительная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250,00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Плакаты, листовки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Благодарственное письмо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503E8D" w:rsidTr="008E6624">
        <w:tc>
          <w:tcPr>
            <w:tcW w:w="10031" w:type="dxa"/>
            <w:gridSpan w:val="3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услуги по изготовлению полиграфической продукции не предусмотр</w:t>
            </w:r>
            <w:r w:rsidRPr="00503E8D">
              <w:rPr>
                <w:sz w:val="24"/>
                <w:szCs w:val="24"/>
              </w:rPr>
              <w:t>е</w:t>
            </w:r>
            <w:r w:rsidRPr="00503E8D">
              <w:rPr>
                <w:sz w:val="24"/>
                <w:szCs w:val="24"/>
              </w:rPr>
              <w:t>ны</w:t>
            </w:r>
          </w:p>
        </w:tc>
      </w:tr>
    </w:tbl>
    <w:p w:rsidR="000009BD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253B3">
        <w:rPr>
          <w:rFonts w:eastAsia="Calibri"/>
          <w:sz w:val="28"/>
          <w:szCs w:val="28"/>
          <w:lang w:eastAsia="en-US"/>
        </w:rPr>
        <w:t>4.6.9. Затраты на оказание услуг по определению рыночной стоимости права пользования объектом недвижимого имущества и оценке рыночной сто</w:t>
      </w:r>
      <w:r w:rsidRPr="008253B3">
        <w:rPr>
          <w:rFonts w:eastAsia="Calibri"/>
          <w:sz w:val="28"/>
          <w:szCs w:val="28"/>
          <w:lang w:eastAsia="en-US"/>
        </w:rPr>
        <w:t>и</w:t>
      </w:r>
      <w:r w:rsidRPr="008253B3">
        <w:rPr>
          <w:rFonts w:eastAsia="Calibri"/>
          <w:sz w:val="28"/>
          <w:szCs w:val="28"/>
          <w:lang w:eastAsia="en-US"/>
        </w:rPr>
        <w:t>мости жилых помещений, расположенных в аварийных многоквартирных домах:</w:t>
      </w:r>
    </w:p>
    <w:p w:rsidR="002A24BB" w:rsidRPr="00AB70E9" w:rsidRDefault="002A24BB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22"/>
        <w:gridCol w:w="6848"/>
        <w:gridCol w:w="2508"/>
      </w:tblGrid>
      <w:tr w:rsidR="000009BD" w:rsidRPr="008253B3" w:rsidTr="008E6624">
        <w:trPr>
          <w:trHeight w:val="437"/>
          <w:jc w:val="center"/>
        </w:trPr>
        <w:tc>
          <w:tcPr>
            <w:tcW w:w="622" w:type="dxa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№ п/п</w:t>
            </w:r>
          </w:p>
        </w:tc>
        <w:tc>
          <w:tcPr>
            <w:tcW w:w="6848" w:type="dxa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 xml:space="preserve">Наименование </w:t>
            </w:r>
          </w:p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услуги</w:t>
            </w:r>
          </w:p>
        </w:tc>
        <w:tc>
          <w:tcPr>
            <w:tcW w:w="2508" w:type="dxa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rFonts w:eastAsia="Calibri"/>
                <w:sz w:val="24"/>
                <w:szCs w:val="24"/>
                <w:lang w:eastAsia="en-US"/>
              </w:rPr>
              <w:t>Норматив                   цены за единицу, руб. (не более)</w:t>
            </w:r>
          </w:p>
        </w:tc>
      </w:tr>
      <w:tr w:rsidR="000009BD" w:rsidRPr="008253B3" w:rsidTr="008E6624">
        <w:trPr>
          <w:jc w:val="center"/>
        </w:trPr>
        <w:tc>
          <w:tcPr>
            <w:tcW w:w="622" w:type="dxa"/>
          </w:tcPr>
          <w:p w:rsidR="000009BD" w:rsidRPr="008253B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1</w:t>
            </w:r>
          </w:p>
        </w:tc>
        <w:tc>
          <w:tcPr>
            <w:tcW w:w="6848" w:type="dxa"/>
          </w:tcPr>
          <w:p w:rsidR="000009BD" w:rsidRPr="008253B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2</w:t>
            </w:r>
          </w:p>
        </w:tc>
        <w:tc>
          <w:tcPr>
            <w:tcW w:w="2508" w:type="dxa"/>
          </w:tcPr>
          <w:p w:rsidR="000009BD" w:rsidRPr="008253B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3</w:t>
            </w:r>
          </w:p>
        </w:tc>
      </w:tr>
      <w:tr w:rsidR="000009BD" w:rsidRPr="008253B3" w:rsidTr="008E6624">
        <w:trPr>
          <w:trHeight w:val="383"/>
          <w:jc w:val="center"/>
        </w:trPr>
        <w:tc>
          <w:tcPr>
            <w:tcW w:w="9978" w:type="dxa"/>
            <w:gridSpan w:val="3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253B3" w:rsidTr="008E6624">
        <w:trPr>
          <w:jc w:val="center"/>
        </w:trPr>
        <w:tc>
          <w:tcPr>
            <w:tcW w:w="622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1.</w:t>
            </w:r>
          </w:p>
        </w:tc>
        <w:tc>
          <w:tcPr>
            <w:tcW w:w="6848" w:type="dxa"/>
          </w:tcPr>
          <w:p w:rsidR="000009BD" w:rsidRPr="008253B3" w:rsidRDefault="000009BD" w:rsidP="002A24B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Услуга по определению  рыночной стоимости права пользов</w:t>
            </w:r>
            <w:r w:rsidRPr="008253B3">
              <w:rPr>
                <w:sz w:val="24"/>
                <w:szCs w:val="24"/>
              </w:rPr>
              <w:t>а</w:t>
            </w:r>
            <w:r w:rsidRPr="008253B3">
              <w:rPr>
                <w:sz w:val="24"/>
                <w:szCs w:val="24"/>
              </w:rPr>
              <w:t>ния, на условиях арендной платы 1 кв.</w:t>
            </w:r>
            <w:r>
              <w:rPr>
                <w:sz w:val="24"/>
                <w:szCs w:val="24"/>
              </w:rPr>
              <w:t xml:space="preserve"> </w:t>
            </w:r>
            <w:r w:rsidRPr="008253B3">
              <w:rPr>
                <w:sz w:val="24"/>
                <w:szCs w:val="24"/>
              </w:rPr>
              <w:t>м., нежилого здания по адресу: Ростовская обл</w:t>
            </w:r>
            <w:r>
              <w:rPr>
                <w:sz w:val="24"/>
                <w:szCs w:val="24"/>
              </w:rPr>
              <w:t>.</w:t>
            </w:r>
            <w:r w:rsidRPr="008253B3">
              <w:rPr>
                <w:sz w:val="24"/>
                <w:szCs w:val="24"/>
              </w:rPr>
              <w:t>, г. Новошахтинск, ул. Энгельса, № 24</w:t>
            </w:r>
          </w:p>
        </w:tc>
        <w:tc>
          <w:tcPr>
            <w:tcW w:w="2508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 xml:space="preserve">22 000,00 </w:t>
            </w:r>
          </w:p>
        </w:tc>
      </w:tr>
      <w:tr w:rsidR="000009BD" w:rsidRPr="008253B3" w:rsidTr="008E6624">
        <w:trPr>
          <w:jc w:val="center"/>
        </w:trPr>
        <w:tc>
          <w:tcPr>
            <w:tcW w:w="622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2.</w:t>
            </w:r>
          </w:p>
        </w:tc>
        <w:tc>
          <w:tcPr>
            <w:tcW w:w="6848" w:type="dxa"/>
          </w:tcPr>
          <w:p w:rsidR="000009BD" w:rsidRPr="008253B3" w:rsidRDefault="000009BD" w:rsidP="002A24B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="Calibri"/>
                <w:sz w:val="24"/>
                <w:szCs w:val="24"/>
                <w:lang w:eastAsia="ar-SA"/>
              </w:rPr>
            </w:pPr>
            <w:r w:rsidRPr="008253B3">
              <w:rPr>
                <w:rFonts w:eastAsia="Calibri"/>
                <w:sz w:val="24"/>
                <w:szCs w:val="24"/>
                <w:lang w:eastAsia="ar-SA"/>
              </w:rPr>
              <w:t xml:space="preserve">Услуга по проведению оценки рыночной стоимости жилого помещения, расположенного в аварийном многоквартирном доме </w:t>
            </w:r>
          </w:p>
        </w:tc>
        <w:tc>
          <w:tcPr>
            <w:tcW w:w="2508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</w:t>
            </w:r>
            <w:r w:rsidRPr="008253B3">
              <w:rPr>
                <w:sz w:val="24"/>
                <w:szCs w:val="24"/>
              </w:rPr>
              <w:t xml:space="preserve">00,00     </w:t>
            </w:r>
          </w:p>
        </w:tc>
      </w:tr>
      <w:tr w:rsidR="000009BD" w:rsidRPr="008253B3" w:rsidTr="008E6624">
        <w:trPr>
          <w:jc w:val="center"/>
        </w:trPr>
        <w:tc>
          <w:tcPr>
            <w:tcW w:w="9978" w:type="dxa"/>
            <w:gridSpan w:val="3"/>
          </w:tcPr>
          <w:p w:rsidR="000009BD" w:rsidRPr="008253B3" w:rsidRDefault="000009BD" w:rsidP="002A24BB">
            <w:pPr>
              <w:overflowPunct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оказание услуг по определению рыночной стоимости права пользования объектом недвижимого имущества и оценке рыночной стоимости жилых пом</w:t>
            </w:r>
            <w:r w:rsidRPr="008253B3">
              <w:rPr>
                <w:sz w:val="24"/>
                <w:szCs w:val="24"/>
              </w:rPr>
              <w:t>е</w:t>
            </w:r>
            <w:r w:rsidRPr="008253B3">
              <w:rPr>
                <w:sz w:val="24"/>
                <w:szCs w:val="24"/>
              </w:rPr>
              <w:t>щений, расположенных в аварийных многоквартирных домах не предусмотрены</w:t>
            </w:r>
          </w:p>
        </w:tc>
      </w:tr>
    </w:tbl>
    <w:p w:rsidR="000009BD" w:rsidRPr="008253B3" w:rsidRDefault="000009BD" w:rsidP="002A24BB">
      <w:pPr>
        <w:widowControl w:val="0"/>
        <w:tabs>
          <w:tab w:val="left" w:pos="0"/>
        </w:tabs>
        <w:overflowPunct/>
        <w:spacing w:line="276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253B3">
        <w:rPr>
          <w:rFonts w:eastAsia="Calibri"/>
          <w:sz w:val="28"/>
          <w:szCs w:val="28"/>
          <w:lang w:eastAsia="en-US"/>
        </w:rPr>
        <w:t>4.7. Затраты на приобретение основных средств, не отнесенных к затратам на приобретение основных средств в рамках затрат на информационно-коммуникационные технологии.</w:t>
      </w:r>
    </w:p>
    <w:p w:rsidR="000009BD" w:rsidRDefault="000009BD" w:rsidP="002A24BB">
      <w:pPr>
        <w:widowControl w:val="0"/>
        <w:tabs>
          <w:tab w:val="left" w:pos="0"/>
        </w:tabs>
        <w:overflowPunct/>
        <w:spacing w:line="276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253B3">
        <w:rPr>
          <w:rFonts w:eastAsia="Calibri"/>
          <w:sz w:val="28"/>
          <w:szCs w:val="28"/>
          <w:lang w:eastAsia="en-US"/>
        </w:rPr>
        <w:t>4.7.1. Затраты на приобретение транспортных средств* (для всех катего</w:t>
      </w:r>
      <w:r w:rsidRPr="00535C21">
        <w:rPr>
          <w:rFonts w:eastAsia="Calibri"/>
          <w:sz w:val="28"/>
          <w:szCs w:val="28"/>
          <w:lang w:eastAsia="en-US"/>
        </w:rPr>
        <w:t>рий и групп должностей):</w:t>
      </w:r>
    </w:p>
    <w:p w:rsidR="002A24BB" w:rsidRPr="00AB70E9" w:rsidRDefault="002A24BB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Cs w:val="24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61"/>
        <w:gridCol w:w="3800"/>
        <w:gridCol w:w="1417"/>
        <w:gridCol w:w="1843"/>
        <w:gridCol w:w="2268"/>
      </w:tblGrid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№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п/п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Цена,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не более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(тыс. руб.)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Мощность,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не более (л.с.)</w:t>
            </w:r>
          </w:p>
        </w:tc>
      </w:tr>
      <w:tr w:rsidR="00AB70E9" w:rsidRPr="00535C21" w:rsidTr="008E6624">
        <w:tc>
          <w:tcPr>
            <w:tcW w:w="561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0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09BD" w:rsidRPr="00535C21" w:rsidTr="008E6624">
        <w:tc>
          <w:tcPr>
            <w:tcW w:w="9889" w:type="dxa"/>
            <w:gridSpan w:val="5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Служебное транспортное средство 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2 500,00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200,0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Служебное транспортное средство 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1 500,00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150,0</w:t>
            </w:r>
          </w:p>
        </w:tc>
      </w:tr>
      <w:tr w:rsidR="000948D1" w:rsidRPr="00535C21" w:rsidTr="00D15DF0">
        <w:tc>
          <w:tcPr>
            <w:tcW w:w="561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0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09BD" w:rsidRPr="00535C21" w:rsidTr="008E6624">
        <w:tc>
          <w:tcPr>
            <w:tcW w:w="9889" w:type="dxa"/>
            <w:gridSpan w:val="5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Служебное транспортное средство 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1 500,00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150,00</w:t>
            </w:r>
          </w:p>
        </w:tc>
      </w:tr>
      <w:tr w:rsidR="000009BD" w:rsidRPr="00535C21" w:rsidTr="008E6624">
        <w:tc>
          <w:tcPr>
            <w:tcW w:w="9889" w:type="dxa"/>
            <w:gridSpan w:val="5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Служебное транспортное средство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1 500,00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150,00</w:t>
            </w:r>
          </w:p>
        </w:tc>
      </w:tr>
    </w:tbl>
    <w:p w:rsidR="000009BD" w:rsidRPr="00535C21" w:rsidRDefault="000009BD" w:rsidP="000009BD">
      <w:pPr>
        <w:overflowPunct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535C21">
        <w:rPr>
          <w:rFonts w:eastAsia="Calibri"/>
          <w:sz w:val="24"/>
          <w:szCs w:val="24"/>
          <w:lang w:eastAsia="en-US"/>
        </w:rPr>
        <w:t>* Приобретение осуществляется при наличии средств на данные цели в бюджете города</w:t>
      </w:r>
    </w:p>
    <w:p w:rsidR="002A24BB" w:rsidRPr="002A24BB" w:rsidRDefault="002A24BB" w:rsidP="000009BD">
      <w:pPr>
        <w:overflowPunct/>
        <w:ind w:firstLine="709"/>
        <w:jc w:val="both"/>
        <w:textAlignment w:val="auto"/>
        <w:rPr>
          <w:rFonts w:eastAsia="Calibri"/>
          <w:sz w:val="14"/>
          <w:szCs w:val="28"/>
          <w:lang w:eastAsia="en-US"/>
        </w:rPr>
      </w:pPr>
    </w:p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35C21">
        <w:rPr>
          <w:rFonts w:eastAsia="Calibri"/>
          <w:sz w:val="28"/>
          <w:szCs w:val="28"/>
          <w:lang w:eastAsia="en-US"/>
        </w:rPr>
        <w:lastRenderedPageBreak/>
        <w:t>4.7.2. Затраты на приобретение мебели и отдельных материально-технических средств*:</w:t>
      </w:r>
    </w:p>
    <w:p w:rsidR="002A24BB" w:rsidRPr="00535C21" w:rsidRDefault="002A24BB" w:rsidP="000009BD">
      <w:pPr>
        <w:overflowPunct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992"/>
        <w:gridCol w:w="1418"/>
        <w:gridCol w:w="1417"/>
        <w:gridCol w:w="2268"/>
      </w:tblGrid>
      <w:tr w:rsidR="000009BD" w:rsidRPr="00535C21" w:rsidTr="000948D1">
        <w:trPr>
          <w:trHeight w:val="144"/>
        </w:trPr>
        <w:tc>
          <w:tcPr>
            <w:tcW w:w="675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Количес</w:t>
            </w:r>
            <w:r w:rsidRPr="00535C21">
              <w:rPr>
                <w:sz w:val="24"/>
                <w:szCs w:val="24"/>
              </w:rPr>
              <w:t>т</w:t>
            </w:r>
            <w:r w:rsidRPr="00535C21">
              <w:rPr>
                <w:sz w:val="24"/>
                <w:szCs w:val="24"/>
              </w:rPr>
              <w:t>во, не б</w:t>
            </w:r>
            <w:r w:rsidRPr="00535C21">
              <w:rPr>
                <w:sz w:val="24"/>
                <w:szCs w:val="24"/>
              </w:rPr>
              <w:t>о</w:t>
            </w:r>
            <w:r w:rsidRPr="00535C21">
              <w:rPr>
                <w:sz w:val="24"/>
                <w:szCs w:val="24"/>
              </w:rPr>
              <w:t>лее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Срок </w:t>
            </w:r>
          </w:p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эксплуат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ции в годах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Цена приобретения </w:t>
            </w:r>
            <w:r>
              <w:rPr>
                <w:sz w:val="24"/>
                <w:szCs w:val="24"/>
              </w:rPr>
              <w:t>одной</w:t>
            </w:r>
            <w:r w:rsidRPr="00535C21">
              <w:rPr>
                <w:sz w:val="24"/>
                <w:szCs w:val="24"/>
              </w:rPr>
              <w:t xml:space="preserve"> ед</w:t>
            </w:r>
            <w:r>
              <w:rPr>
                <w:sz w:val="24"/>
                <w:szCs w:val="24"/>
              </w:rPr>
              <w:t>иницы</w:t>
            </w:r>
            <w:r w:rsidRPr="00535C21">
              <w:rPr>
                <w:sz w:val="24"/>
                <w:szCs w:val="24"/>
              </w:rPr>
              <w:t>, руб. (не более)</w:t>
            </w:r>
          </w:p>
        </w:tc>
      </w:tr>
    </w:tbl>
    <w:p w:rsidR="000009BD" w:rsidRPr="00535C21" w:rsidRDefault="000009BD" w:rsidP="000009BD">
      <w:pPr>
        <w:rPr>
          <w:sz w:val="2"/>
          <w:szCs w:val="2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3122"/>
        <w:gridCol w:w="16"/>
        <w:gridCol w:w="978"/>
        <w:gridCol w:w="1560"/>
        <w:gridCol w:w="1417"/>
        <w:gridCol w:w="2268"/>
      </w:tblGrid>
      <w:tr w:rsidR="000009BD" w:rsidRPr="00535C21" w:rsidTr="00130F46">
        <w:trPr>
          <w:trHeight w:val="144"/>
          <w:tblHeader/>
        </w:trPr>
        <w:tc>
          <w:tcPr>
            <w:tcW w:w="669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3B6F4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B6F4D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Гарнитур кабинетный или набор однотипной мебели: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50 000,00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Тумба приставная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Ковер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 офисный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Приёмная Главы Администрации города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 первого заместителя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секретаря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для телефонов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8 500,00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Кресло офисное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 первого заместителя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Набор  мебели: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руководителя, 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приставной,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для заседаний,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журнальный столик,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стол-тумба руководителя,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комод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200 000,00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Кресло кожаное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Ковровая дорожка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Кабинеты заместителей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руководителя с пр</w:t>
            </w:r>
            <w:r w:rsidRPr="00535C21">
              <w:rPr>
                <w:sz w:val="24"/>
                <w:szCs w:val="24"/>
              </w:rPr>
              <w:t>и</w:t>
            </w:r>
            <w:r w:rsidRPr="00535C21">
              <w:rPr>
                <w:sz w:val="24"/>
                <w:szCs w:val="24"/>
              </w:rPr>
              <w:t xml:space="preserve">ставной тумбой 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6 500,00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Кабинеты начальников управлений, начальников отделов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для компьютера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bCs/>
                <w:sz w:val="24"/>
                <w:szCs w:val="24"/>
              </w:rPr>
              <w:t>Кабинеты работников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компьютерный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Тумба выкатная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5 500,00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(тумба) под оргтехн</w:t>
            </w:r>
            <w:r w:rsidRPr="00535C21">
              <w:rPr>
                <w:sz w:val="24"/>
                <w:szCs w:val="24"/>
              </w:rPr>
              <w:t>и</w:t>
            </w:r>
            <w:r w:rsidRPr="00535C21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1/на 3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ботников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2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Сейф (для работников бу</w:t>
            </w:r>
            <w:r w:rsidRPr="00535C21">
              <w:rPr>
                <w:sz w:val="24"/>
                <w:szCs w:val="24"/>
              </w:rPr>
              <w:t>х</w:t>
            </w:r>
            <w:r w:rsidRPr="00535C21">
              <w:rPr>
                <w:sz w:val="24"/>
                <w:szCs w:val="24"/>
              </w:rPr>
              <w:t>галтерии – при необход</w:t>
            </w:r>
            <w:r w:rsidRPr="00535C21">
              <w:rPr>
                <w:sz w:val="24"/>
                <w:szCs w:val="24"/>
              </w:rPr>
              <w:t>и</w:t>
            </w:r>
            <w:r w:rsidRPr="00535C21">
              <w:rPr>
                <w:sz w:val="24"/>
                <w:szCs w:val="24"/>
              </w:rPr>
              <w:t>мости)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Малый зал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президиума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Стул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приставной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Тюль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Ламбрекен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Трибуна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Большой зал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272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Кресла театральные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216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 6 500,00</w:t>
            </w:r>
          </w:p>
        </w:tc>
      </w:tr>
      <w:tr w:rsidR="000009BD" w:rsidRPr="00535C21" w:rsidTr="00130F46">
        <w:trPr>
          <w:trHeight w:val="285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285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Тюль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30 000,00</w:t>
            </w:r>
          </w:p>
        </w:tc>
      </w:tr>
      <w:tr w:rsidR="000009BD" w:rsidRPr="00535C21" w:rsidTr="00130F46">
        <w:trPr>
          <w:trHeight w:val="285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Ламбрекен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B6F4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B6F4D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3B6F4D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  руководителя учреждения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Гарнитур кабинетный или набор однотипной мебели: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для телефонов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Стол для заседаний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Стулья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 заместителя руководителя</w:t>
            </w:r>
          </w:p>
        </w:tc>
      </w:tr>
      <w:tr w:rsidR="000009BD" w:rsidRPr="00305663" w:rsidTr="00130F46">
        <w:tblPrEx>
          <w:tblLook w:val="0600"/>
        </w:tblPrEx>
        <w:trPr>
          <w:trHeight w:val="434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Гарнитур кабинетный или набор однотипной мебели: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12 000,00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rPr>
          <w:trHeight w:val="234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Приёмная руководителя, заместителя руководителя учреждения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Стол для телефонов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6 500,00</w:t>
            </w:r>
          </w:p>
        </w:tc>
      </w:tr>
      <w:tr w:rsidR="000009BD" w:rsidRPr="00305663" w:rsidTr="00130F46">
        <w:tblPrEx>
          <w:tblLook w:val="0600"/>
        </w:tblPrEx>
        <w:trPr>
          <w:trHeight w:val="184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для компьютера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rPr>
          <w:trHeight w:val="168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bCs/>
                <w:sz w:val="24"/>
                <w:szCs w:val="24"/>
              </w:rPr>
              <w:t>Кабинеты работников (кроме руководителей)</w:t>
            </w:r>
          </w:p>
        </w:tc>
      </w:tr>
      <w:tr w:rsidR="00A04FAE" w:rsidRPr="00305663" w:rsidTr="00130F46">
        <w:tblPrEx>
          <w:tblLook w:val="0600"/>
        </w:tblPrEx>
        <w:trPr>
          <w:trHeight w:val="719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6 000,00</w:t>
            </w:r>
          </w:p>
        </w:tc>
      </w:tr>
      <w:tr w:rsidR="00A04FAE" w:rsidRPr="00305663" w:rsidTr="00130F46">
        <w:tblPrEx>
          <w:tblLook w:val="0600"/>
        </w:tblPrEx>
        <w:trPr>
          <w:trHeight w:val="575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компьютерный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под оргтехнику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A04FAE" w:rsidRPr="00305663" w:rsidTr="00130F46">
        <w:tblPrEx>
          <w:tblLook w:val="0600"/>
        </w:tblPrEx>
        <w:trPr>
          <w:trHeight w:val="719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5 000,00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85172D" w:rsidRPr="00305663" w:rsidRDefault="000009BD" w:rsidP="00A04FAE">
            <w:pPr>
              <w:widowControl w:val="0"/>
              <w:overflowPunct/>
              <w:adjustRightInd/>
              <w:ind w:left="-108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(для работников бу</w:t>
            </w:r>
            <w:r w:rsidRPr="00305663">
              <w:rPr>
                <w:sz w:val="24"/>
                <w:szCs w:val="24"/>
              </w:rPr>
              <w:t>х</w:t>
            </w:r>
            <w:r w:rsidRPr="00305663">
              <w:rPr>
                <w:sz w:val="24"/>
                <w:szCs w:val="24"/>
              </w:rPr>
              <w:t>галтерии – при необход</w:t>
            </w:r>
            <w:r w:rsidRPr="00305663">
              <w:rPr>
                <w:sz w:val="24"/>
                <w:szCs w:val="24"/>
              </w:rPr>
              <w:t>и</w:t>
            </w:r>
            <w:r w:rsidRPr="00305663">
              <w:rPr>
                <w:sz w:val="24"/>
                <w:szCs w:val="24"/>
              </w:rPr>
              <w:t>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Муниципальное казенное учреждение города Новошахтинска</w:t>
            </w:r>
          </w:p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 «Управление капитального строительства»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 руководителя учреждения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Стулья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Кабинеты специалистов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Стол офисный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под оргтехнику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(для работников бу</w:t>
            </w:r>
            <w:r w:rsidRPr="00305663">
              <w:rPr>
                <w:sz w:val="24"/>
                <w:szCs w:val="24"/>
              </w:rPr>
              <w:t>х</w:t>
            </w:r>
            <w:r w:rsidRPr="00305663">
              <w:rPr>
                <w:sz w:val="24"/>
                <w:szCs w:val="24"/>
              </w:rPr>
              <w:t>галтерии – при необход</w:t>
            </w:r>
            <w:r w:rsidRPr="00305663">
              <w:rPr>
                <w:sz w:val="24"/>
                <w:szCs w:val="24"/>
              </w:rPr>
              <w:t>и</w:t>
            </w:r>
            <w:r w:rsidRPr="00305663">
              <w:rPr>
                <w:sz w:val="24"/>
                <w:szCs w:val="24"/>
              </w:rPr>
              <w:t>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</w:tbl>
    <w:p w:rsidR="000009BD" w:rsidRPr="00305663" w:rsidRDefault="000009BD" w:rsidP="002A24BB">
      <w:pPr>
        <w:widowControl w:val="0"/>
        <w:overflowPunct/>
        <w:spacing w:line="276" w:lineRule="auto"/>
        <w:jc w:val="center"/>
        <w:textAlignment w:val="auto"/>
        <w:rPr>
          <w:rFonts w:eastAsia="Calibri"/>
          <w:sz w:val="24"/>
          <w:szCs w:val="24"/>
          <w:lang w:eastAsia="en-US"/>
        </w:rPr>
      </w:pPr>
      <w:r w:rsidRPr="00305663">
        <w:rPr>
          <w:rFonts w:eastAsia="Calibri"/>
          <w:sz w:val="24"/>
          <w:szCs w:val="24"/>
          <w:lang w:eastAsia="en-US"/>
        </w:rPr>
        <w:t>* Приобретение осуществляется при наличии средств на данные цели в бюджете города</w:t>
      </w:r>
    </w:p>
    <w:p w:rsidR="000009BD" w:rsidRPr="00B245D8" w:rsidRDefault="000009BD" w:rsidP="003643CB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B245D8">
        <w:rPr>
          <w:rFonts w:eastAsia="Calibri"/>
          <w:sz w:val="28"/>
          <w:szCs w:val="28"/>
          <w:lang w:eastAsia="en-US"/>
        </w:rPr>
        <w:t>4.8. Затраты на приобретение материальных запасов, не отнесенных к з</w:t>
      </w:r>
      <w:r w:rsidRPr="00B245D8">
        <w:rPr>
          <w:rFonts w:eastAsia="Calibri"/>
          <w:sz w:val="28"/>
          <w:szCs w:val="28"/>
          <w:lang w:eastAsia="en-US"/>
        </w:rPr>
        <w:t>а</w:t>
      </w:r>
      <w:r w:rsidRPr="00B245D8">
        <w:rPr>
          <w:rFonts w:eastAsia="Calibri"/>
          <w:sz w:val="28"/>
          <w:szCs w:val="28"/>
          <w:lang w:eastAsia="en-US"/>
        </w:rPr>
        <w:t>тратам на приобретение материальных запасов в рамках затрат на информацио</w:t>
      </w:r>
      <w:r w:rsidRPr="00B245D8">
        <w:rPr>
          <w:rFonts w:eastAsia="Calibri"/>
          <w:sz w:val="28"/>
          <w:szCs w:val="28"/>
          <w:lang w:eastAsia="en-US"/>
        </w:rPr>
        <w:t>н</w:t>
      </w:r>
      <w:r w:rsidRPr="00B245D8">
        <w:rPr>
          <w:rFonts w:eastAsia="Calibri"/>
          <w:sz w:val="28"/>
          <w:szCs w:val="28"/>
          <w:lang w:eastAsia="en-US"/>
        </w:rPr>
        <w:t>но-коммуникационные технологии.</w:t>
      </w:r>
    </w:p>
    <w:p w:rsidR="000009BD" w:rsidRDefault="000009BD" w:rsidP="003643CB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B245D8">
        <w:rPr>
          <w:rFonts w:eastAsia="Calibri"/>
          <w:sz w:val="28"/>
          <w:szCs w:val="28"/>
          <w:lang w:eastAsia="en-US"/>
        </w:rPr>
        <w:t>4.8.1. Затраты на приобретение канцелярских принадлежностей:</w:t>
      </w:r>
    </w:p>
    <w:p w:rsidR="002A24BB" w:rsidRPr="00B245D8" w:rsidRDefault="002A24BB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75"/>
        <w:gridCol w:w="2977"/>
        <w:gridCol w:w="992"/>
        <w:gridCol w:w="1559"/>
        <w:gridCol w:w="1701"/>
        <w:gridCol w:w="1843"/>
      </w:tblGrid>
      <w:tr w:rsidR="000009BD" w:rsidRPr="00B245D8" w:rsidTr="008E6624">
        <w:tc>
          <w:tcPr>
            <w:tcW w:w="675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№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Ед.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изм.</w:t>
            </w:r>
          </w:p>
        </w:tc>
        <w:tc>
          <w:tcPr>
            <w:tcW w:w="1559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Количество на </w:t>
            </w:r>
            <w:r>
              <w:rPr>
                <w:sz w:val="24"/>
                <w:szCs w:val="24"/>
              </w:rPr>
              <w:t>одного</w:t>
            </w:r>
            <w:r w:rsidRPr="00B245D8">
              <w:rPr>
                <w:sz w:val="24"/>
                <w:szCs w:val="24"/>
              </w:rPr>
              <w:t xml:space="preserve"> работника, шт.</w:t>
            </w:r>
            <w:r>
              <w:rPr>
                <w:sz w:val="24"/>
                <w:szCs w:val="24"/>
              </w:rPr>
              <w:t xml:space="preserve"> </w:t>
            </w:r>
            <w:r w:rsidRPr="00B245D8">
              <w:rPr>
                <w:sz w:val="24"/>
                <w:szCs w:val="24"/>
              </w:rPr>
              <w:t>(не б</w:t>
            </w:r>
            <w:r w:rsidRPr="00B245D8">
              <w:rPr>
                <w:sz w:val="24"/>
                <w:szCs w:val="24"/>
              </w:rPr>
              <w:t>о</w:t>
            </w:r>
            <w:r w:rsidRPr="00B245D8">
              <w:rPr>
                <w:sz w:val="24"/>
                <w:szCs w:val="24"/>
              </w:rPr>
              <w:t>лее)</w:t>
            </w:r>
          </w:p>
        </w:tc>
        <w:tc>
          <w:tcPr>
            <w:tcW w:w="1701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Периоди</w:t>
            </w:r>
            <w:r w:rsidRPr="00B245D8">
              <w:rPr>
                <w:sz w:val="24"/>
                <w:szCs w:val="24"/>
              </w:rPr>
              <w:t>ч</w:t>
            </w:r>
            <w:r w:rsidRPr="00B245D8">
              <w:rPr>
                <w:sz w:val="24"/>
                <w:szCs w:val="24"/>
              </w:rPr>
              <w:t xml:space="preserve">ность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выдачи</w:t>
            </w:r>
          </w:p>
        </w:tc>
        <w:tc>
          <w:tcPr>
            <w:tcW w:w="1843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Цена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приобретения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одной</w:t>
            </w:r>
            <w:r w:rsidRPr="00B245D8">
              <w:rPr>
                <w:sz w:val="24"/>
                <w:szCs w:val="24"/>
              </w:rPr>
              <w:t xml:space="preserve"> ед</w:t>
            </w:r>
            <w:r>
              <w:rPr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цы</w:t>
            </w:r>
            <w:r w:rsidRPr="00B245D8">
              <w:rPr>
                <w:sz w:val="24"/>
                <w:szCs w:val="24"/>
              </w:rPr>
              <w:t>, руб.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(не более)</w:t>
            </w:r>
          </w:p>
        </w:tc>
      </w:tr>
    </w:tbl>
    <w:p w:rsidR="000009BD" w:rsidRPr="00B245D8" w:rsidRDefault="000009BD" w:rsidP="000009BD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75"/>
        <w:gridCol w:w="2977"/>
        <w:gridCol w:w="992"/>
        <w:gridCol w:w="1559"/>
        <w:gridCol w:w="1701"/>
        <w:gridCol w:w="1843"/>
      </w:tblGrid>
      <w:tr w:rsidR="000009BD" w:rsidRPr="00B245D8" w:rsidTr="008E6624">
        <w:trPr>
          <w:tblHeader/>
        </w:trPr>
        <w:tc>
          <w:tcPr>
            <w:tcW w:w="675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6</w:t>
            </w:r>
          </w:p>
        </w:tc>
      </w:tr>
      <w:tr w:rsidR="000009BD" w:rsidRPr="005B302A" w:rsidTr="008E6624">
        <w:tc>
          <w:tcPr>
            <w:tcW w:w="9747" w:type="dxa"/>
            <w:gridSpan w:val="6"/>
          </w:tcPr>
          <w:p w:rsidR="000009BD" w:rsidRPr="005B302A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B302A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Адресная папка для вр</w:t>
            </w:r>
            <w:r w:rsidRPr="001C4ECC">
              <w:rPr>
                <w:sz w:val="24"/>
                <w:szCs w:val="24"/>
              </w:rPr>
              <w:t>у</w:t>
            </w:r>
            <w:r w:rsidRPr="001C4ECC">
              <w:rPr>
                <w:sz w:val="24"/>
                <w:szCs w:val="24"/>
              </w:rPr>
              <w:t xml:space="preserve">чения благодарственных писем и грамот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по мере н</w:t>
            </w:r>
            <w:r w:rsidRPr="001C4ECC">
              <w:rPr>
                <w:sz w:val="24"/>
                <w:szCs w:val="24"/>
              </w:rPr>
              <w:t>е</w:t>
            </w:r>
            <w:r w:rsidRPr="001C4ECC">
              <w:rPr>
                <w:sz w:val="24"/>
                <w:szCs w:val="24"/>
              </w:rPr>
              <w:t>обходим</w:t>
            </w:r>
            <w:r w:rsidRPr="001C4ECC">
              <w:rPr>
                <w:sz w:val="24"/>
                <w:szCs w:val="24"/>
              </w:rPr>
              <w:t>о</w:t>
            </w:r>
            <w:r w:rsidRPr="001C4ECC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4ECC">
              <w:rPr>
                <w:sz w:val="24"/>
                <w:szCs w:val="24"/>
              </w:rPr>
              <w:t>о мере нео</w:t>
            </w:r>
            <w:r w:rsidRPr="001C4ECC">
              <w:rPr>
                <w:sz w:val="24"/>
                <w:szCs w:val="24"/>
              </w:rPr>
              <w:t>б</w:t>
            </w:r>
            <w:r w:rsidRPr="001C4ECC">
              <w:rPr>
                <w:sz w:val="24"/>
                <w:szCs w:val="24"/>
              </w:rPr>
              <w:t>ходимости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Антистеплер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Блок для записей, бумага белая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220,00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Бумага А4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Бумага с клеевым краем 75*75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Дырокол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Зажим для бумаг большой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Зажим для бумаг мален</w:t>
            </w:r>
            <w:r w:rsidRPr="001C4ECC">
              <w:rPr>
                <w:sz w:val="24"/>
                <w:szCs w:val="24"/>
              </w:rPr>
              <w:t>ь</w:t>
            </w:r>
            <w:r w:rsidRPr="001C4ECC">
              <w:rPr>
                <w:sz w:val="24"/>
                <w:szCs w:val="24"/>
              </w:rPr>
              <w:t>кий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Карандаш чернографи</w:t>
            </w:r>
            <w:r w:rsidRPr="001C4ECC">
              <w:rPr>
                <w:sz w:val="24"/>
                <w:szCs w:val="24"/>
              </w:rPr>
              <w:t>т</w:t>
            </w:r>
            <w:r w:rsidRPr="001C4ECC">
              <w:rPr>
                <w:sz w:val="24"/>
                <w:szCs w:val="24"/>
              </w:rPr>
              <w:t>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 карандаш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 ПВА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95,0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Клейкая лента канцеля</w:t>
            </w:r>
            <w:r w:rsidRPr="001C4ECC">
              <w:rPr>
                <w:sz w:val="24"/>
                <w:szCs w:val="24"/>
              </w:rPr>
              <w:t>р</w:t>
            </w:r>
            <w:r w:rsidRPr="001C4ECC">
              <w:rPr>
                <w:sz w:val="24"/>
                <w:szCs w:val="24"/>
              </w:rPr>
              <w:t>ская узкая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Клейкая лента упаково</w:t>
            </w:r>
            <w:r w:rsidRPr="001C4ECC">
              <w:rPr>
                <w:sz w:val="24"/>
                <w:szCs w:val="24"/>
              </w:rPr>
              <w:t>ч</w:t>
            </w:r>
            <w:r w:rsidRPr="001C4ECC">
              <w:rPr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Книга канцелярская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280,00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Копировальная бумага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Корректирующая жи</w:t>
            </w:r>
            <w:r w:rsidRPr="001C4ECC">
              <w:rPr>
                <w:sz w:val="24"/>
                <w:szCs w:val="24"/>
              </w:rPr>
              <w:t>д</w:t>
            </w:r>
            <w:r w:rsidRPr="001C4ECC">
              <w:rPr>
                <w:sz w:val="24"/>
                <w:szCs w:val="24"/>
              </w:rPr>
              <w:t>кость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Краска штемпельная, б</w:t>
            </w:r>
            <w:r w:rsidRPr="001C4ECC">
              <w:rPr>
                <w:sz w:val="24"/>
                <w:szCs w:val="24"/>
              </w:rPr>
              <w:t>ы</w:t>
            </w:r>
            <w:r w:rsidRPr="001C4ECC">
              <w:rPr>
                <w:sz w:val="24"/>
                <w:szCs w:val="24"/>
              </w:rPr>
              <w:t>стросохнущая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Ластик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Линейка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Лоток для бумаг горизо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тальный/вертикальный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Маркер штучный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Набор закладок с клеевым краем, закладки в карто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ной книжке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Ножницы канцелярские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320,00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– обложка карто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ная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Папка </w:t>
            </w:r>
            <w:r>
              <w:rPr>
                <w:sz w:val="24"/>
                <w:szCs w:val="24"/>
              </w:rPr>
              <w:t xml:space="preserve">с </w:t>
            </w:r>
            <w:r w:rsidRPr="001C4EC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-х</w:t>
            </w:r>
            <w:r w:rsidRPr="001C4ECC">
              <w:rPr>
                <w:sz w:val="24"/>
                <w:szCs w:val="24"/>
              </w:rPr>
              <w:t xml:space="preserve"> кольцевым механизмом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для бумаг архивная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конверт с кнопкой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регистратор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с завязками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с прозрачными вкладышами формат А4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уголок пластик</w:t>
            </w:r>
            <w:r w:rsidRPr="001C4ECC">
              <w:rPr>
                <w:sz w:val="24"/>
                <w:szCs w:val="24"/>
              </w:rPr>
              <w:t>о</w:t>
            </w:r>
            <w:r w:rsidRPr="001C4ECC">
              <w:rPr>
                <w:sz w:val="24"/>
                <w:szCs w:val="24"/>
              </w:rPr>
              <w:t>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Ручка гелевая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Ручка шариковая черная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1C4ECC">
              <w:rPr>
                <w:sz w:val="24"/>
                <w:szCs w:val="24"/>
              </w:rPr>
              <w:t>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Ручка шариковая синяя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Скобы для степлера № 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  <w:p w:rsidR="003643CB" w:rsidRPr="001C4ECC" w:rsidRDefault="003643CB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25" w:rsidRDefault="000009BD" w:rsidP="00810B2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Скобы для степлера </w:t>
            </w:r>
          </w:p>
          <w:p w:rsidR="000009BD" w:rsidRPr="001C4ECC" w:rsidRDefault="000009BD" w:rsidP="00810B2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№ 24/6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72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Скоросшиватель карто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Скоросшиватель пласт</w:t>
            </w:r>
            <w:r w:rsidRPr="001C4ECC">
              <w:rPr>
                <w:sz w:val="24"/>
                <w:szCs w:val="24"/>
              </w:rPr>
              <w:t>и</w:t>
            </w:r>
            <w:r w:rsidRPr="001C4ECC">
              <w:rPr>
                <w:sz w:val="24"/>
                <w:szCs w:val="24"/>
              </w:rPr>
              <w:t>ковый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Скрепки большие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Скрепки маленькие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62,00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Сменные блоки для зап</w:t>
            </w:r>
            <w:r w:rsidRPr="001C4ECC">
              <w:rPr>
                <w:sz w:val="24"/>
                <w:szCs w:val="24"/>
              </w:rPr>
              <w:t>и</w:t>
            </w:r>
            <w:r w:rsidRPr="001C4ECC">
              <w:rPr>
                <w:sz w:val="24"/>
                <w:szCs w:val="24"/>
              </w:rPr>
              <w:t>сей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Степлер № 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Степлер № 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Стержень </w:t>
            </w:r>
            <w:r>
              <w:rPr>
                <w:sz w:val="24"/>
                <w:szCs w:val="24"/>
              </w:rPr>
              <w:t xml:space="preserve">для </w:t>
            </w:r>
            <w:r w:rsidRPr="001C4ECC">
              <w:rPr>
                <w:sz w:val="24"/>
                <w:szCs w:val="24"/>
              </w:rPr>
              <w:t>гелевой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Стержень</w:t>
            </w:r>
            <w:r>
              <w:rPr>
                <w:sz w:val="24"/>
                <w:szCs w:val="24"/>
              </w:rPr>
              <w:t xml:space="preserve"> для </w:t>
            </w:r>
            <w:r w:rsidRPr="001C4ECC">
              <w:rPr>
                <w:sz w:val="24"/>
                <w:szCs w:val="24"/>
              </w:rPr>
              <w:t>шариков</w:t>
            </w:r>
            <w:r>
              <w:rPr>
                <w:sz w:val="24"/>
                <w:szCs w:val="24"/>
              </w:rPr>
              <w:t>ой</w:t>
            </w:r>
            <w:r w:rsidRPr="001C4ECC">
              <w:rPr>
                <w:sz w:val="24"/>
                <w:szCs w:val="24"/>
              </w:rPr>
              <w:t xml:space="preserve"> ручк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Текстовыделитель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Термобумага для факса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Тетрадь общая, 96 листов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Точилка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Увлажнитель для пальцев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Файл – вкладыш (100 шт.)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Бумага А3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Клейкая лента средняя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90,00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Блок бумаги в пластик</w:t>
            </w:r>
            <w:r w:rsidRPr="001C4ECC">
              <w:rPr>
                <w:sz w:val="24"/>
                <w:szCs w:val="24"/>
              </w:rPr>
              <w:t>о</w:t>
            </w:r>
            <w:r w:rsidRPr="001C4ECC">
              <w:rPr>
                <w:sz w:val="24"/>
                <w:szCs w:val="24"/>
              </w:rPr>
              <w:t>вом боксе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310,00</w:t>
            </w:r>
          </w:p>
        </w:tc>
      </w:tr>
      <w:tr w:rsidR="000009BD" w:rsidRPr="00CB3153" w:rsidTr="008E6624">
        <w:tc>
          <w:tcPr>
            <w:tcW w:w="97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Антистеплер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Бумага для заметок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Блок для записей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220,00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Дырокол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550,00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Зажим для бумаг 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(12 штук/упак.)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Закладки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 в квартал</w:t>
            </w:r>
          </w:p>
        </w:tc>
        <w:tc>
          <w:tcPr>
            <w:tcW w:w="1843" w:type="dxa"/>
          </w:tcPr>
          <w:p w:rsidR="000009BD" w:rsidRPr="00CB315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100,00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ind w:right="34"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Карандаш чернографит</w:t>
            </w:r>
            <w:r w:rsidRPr="00CB3153">
              <w:rPr>
                <w:sz w:val="24"/>
                <w:szCs w:val="24"/>
              </w:rPr>
              <w:t>о</w:t>
            </w:r>
            <w:r w:rsidRPr="00CB3153">
              <w:rPr>
                <w:sz w:val="24"/>
                <w:szCs w:val="24"/>
              </w:rPr>
              <w:t>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1 раз 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CB315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45,00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Клей ПВА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CB315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95,00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1 раз </w:t>
            </w:r>
          </w:p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85,00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Книга (журнал) учета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280,00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150,00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Ластик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50,00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Линейка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80,00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Лоток для бумаг (горизо</w:t>
            </w:r>
            <w:r w:rsidRPr="00E27AC6">
              <w:rPr>
                <w:sz w:val="24"/>
                <w:szCs w:val="24"/>
              </w:rPr>
              <w:t>н</w:t>
            </w:r>
            <w:r w:rsidRPr="00E27AC6">
              <w:rPr>
                <w:sz w:val="24"/>
                <w:szCs w:val="24"/>
              </w:rPr>
              <w:t>тальный/вертикальный)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550,00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6A7ADE" w:rsidP="006A7AD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Маркеры-</w:t>
            </w:r>
            <w:r w:rsidR="000009BD" w:rsidRPr="000E6131">
              <w:rPr>
                <w:sz w:val="24"/>
                <w:szCs w:val="24"/>
              </w:rPr>
              <w:t>текстовыде</w:t>
            </w:r>
            <w:r>
              <w:rPr>
                <w:sz w:val="24"/>
                <w:szCs w:val="24"/>
              </w:rPr>
              <w:t>-</w:t>
            </w:r>
            <w:r w:rsidR="000009BD" w:rsidRPr="000E6131">
              <w:rPr>
                <w:sz w:val="24"/>
                <w:szCs w:val="24"/>
              </w:rPr>
              <w:t>лители</w:t>
            </w:r>
            <w:r>
              <w:rPr>
                <w:sz w:val="24"/>
                <w:szCs w:val="24"/>
              </w:rPr>
              <w:t xml:space="preserve"> </w:t>
            </w:r>
            <w:r w:rsidR="000009BD" w:rsidRPr="000E6131">
              <w:rPr>
                <w:sz w:val="24"/>
                <w:szCs w:val="24"/>
              </w:rPr>
              <w:t>(4 цвета/упак.)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Ножницы канцелярские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Папка-конверт с кнопкой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с арочным мех</w:t>
            </w:r>
            <w:r w:rsidRPr="000E6131">
              <w:rPr>
                <w:sz w:val="24"/>
                <w:szCs w:val="24"/>
              </w:rPr>
              <w:t>а</w:t>
            </w:r>
            <w:r w:rsidRPr="000E6131">
              <w:rPr>
                <w:sz w:val="24"/>
                <w:szCs w:val="24"/>
              </w:rPr>
              <w:t xml:space="preserve">низмом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адресная для док</w:t>
            </w:r>
            <w:r w:rsidRPr="000E6131">
              <w:rPr>
                <w:sz w:val="24"/>
                <w:szCs w:val="24"/>
              </w:rPr>
              <w:t>у</w:t>
            </w:r>
            <w:r w:rsidRPr="000E6131">
              <w:rPr>
                <w:sz w:val="24"/>
                <w:szCs w:val="24"/>
              </w:rPr>
              <w:t xml:space="preserve">ментов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картонный 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пластиковый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 картонная  «Дело» с завязками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 с зажимом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Папка-уголок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Папка-обложка картонная </w:t>
            </w:r>
            <w:r w:rsidRPr="000E6131">
              <w:rPr>
                <w:sz w:val="24"/>
                <w:szCs w:val="24"/>
              </w:rPr>
              <w:lastRenderedPageBreak/>
              <w:t>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Папка-файл с боковой пе</w:t>
            </w:r>
            <w:r w:rsidRPr="000E6131">
              <w:rPr>
                <w:sz w:val="24"/>
                <w:szCs w:val="24"/>
              </w:rPr>
              <w:t>р</w:t>
            </w:r>
            <w:r w:rsidRPr="000E6131">
              <w:rPr>
                <w:sz w:val="24"/>
                <w:szCs w:val="24"/>
              </w:rPr>
              <w:t>форацией 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в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Стержень для шариковой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Стержень для гелевой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Скобы для степлера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(1 000 шт./ 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Скотч 19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Скотч 75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Скрепки 25 мм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62,00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Скрепки 50 мм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(50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Точилка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75,00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Штемпельная краска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Конверты немаркирова</w:t>
            </w:r>
            <w:r w:rsidRPr="000E6131">
              <w:rPr>
                <w:sz w:val="24"/>
                <w:szCs w:val="24"/>
              </w:rPr>
              <w:t>н</w:t>
            </w:r>
            <w:r w:rsidRPr="000E6131">
              <w:rPr>
                <w:sz w:val="24"/>
                <w:szCs w:val="24"/>
              </w:rPr>
              <w:t>ные большие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66,00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Бумага (А4)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Термобумага для факса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180,00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Тетрадь общая (48 л.)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80,00</w:t>
            </w:r>
          </w:p>
        </w:tc>
      </w:tr>
      <w:tr w:rsidR="000009BD" w:rsidRPr="000E6131" w:rsidTr="008E6624">
        <w:tc>
          <w:tcPr>
            <w:tcW w:w="97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Антистеплер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Блок для записей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Бумага (A3)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700,00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Бумага (А4)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Бумага для заметок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Дырокол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Зажим для бумаг</w:t>
            </w:r>
          </w:p>
          <w:p w:rsidR="0085172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 (12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375,00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Закладки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Карандаш чернографит</w:t>
            </w:r>
            <w:r w:rsidRPr="000E6131">
              <w:rPr>
                <w:sz w:val="24"/>
                <w:szCs w:val="24"/>
              </w:rPr>
              <w:t>о</w:t>
            </w:r>
            <w:r w:rsidRPr="000E6131">
              <w:rPr>
                <w:sz w:val="24"/>
                <w:szCs w:val="24"/>
              </w:rPr>
              <w:t>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Клей ПВА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95,00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Книга (журнал) учета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280,00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Корректирующая жи</w:t>
            </w:r>
            <w:r w:rsidRPr="000E6131">
              <w:rPr>
                <w:sz w:val="24"/>
                <w:szCs w:val="24"/>
              </w:rPr>
              <w:t>д</w:t>
            </w:r>
            <w:r w:rsidRPr="000E6131">
              <w:rPr>
                <w:sz w:val="24"/>
                <w:szCs w:val="24"/>
              </w:rPr>
              <w:t xml:space="preserve">кость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Ластик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Линейка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Лоток для бумаг (горизо</w:t>
            </w:r>
            <w:r w:rsidRPr="000E6131">
              <w:rPr>
                <w:sz w:val="24"/>
                <w:szCs w:val="24"/>
              </w:rPr>
              <w:t>н</w:t>
            </w:r>
            <w:r w:rsidRPr="000E6131">
              <w:rPr>
                <w:sz w:val="24"/>
                <w:szCs w:val="24"/>
              </w:rPr>
              <w:t>тальный/вертикальный)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Маркеры-текстовыдели-тели (4 цвета/упак.)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Ножницы канцелярские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 картонная «Дело» с завязками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адресная для док</w:t>
            </w:r>
            <w:r w:rsidRPr="000E6131">
              <w:rPr>
                <w:sz w:val="24"/>
                <w:szCs w:val="24"/>
              </w:rPr>
              <w:t>у</w:t>
            </w:r>
            <w:r w:rsidRPr="000E6131">
              <w:rPr>
                <w:sz w:val="24"/>
                <w:szCs w:val="24"/>
              </w:rPr>
              <w:t xml:space="preserve">ментов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с арочным мех</w:t>
            </w:r>
            <w:r w:rsidRPr="000E6131">
              <w:rPr>
                <w:sz w:val="24"/>
                <w:szCs w:val="24"/>
              </w:rPr>
              <w:t>а</w:t>
            </w:r>
            <w:r w:rsidRPr="000E6131">
              <w:rPr>
                <w:sz w:val="24"/>
                <w:szCs w:val="24"/>
              </w:rPr>
              <w:t xml:space="preserve">низмом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с зажимом пласт</w:t>
            </w:r>
            <w:r w:rsidRPr="000E6131">
              <w:rPr>
                <w:sz w:val="24"/>
                <w:szCs w:val="24"/>
              </w:rPr>
              <w:t>и</w:t>
            </w:r>
            <w:r w:rsidRPr="000E6131">
              <w:rPr>
                <w:sz w:val="24"/>
                <w:szCs w:val="24"/>
              </w:rPr>
              <w:t>ковая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Папка-конверт с кнопкой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картонный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пластиковый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Папка-уголок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tabs>
                <w:tab w:val="left" w:pos="1451"/>
                <w:tab w:val="left" w:pos="1735"/>
                <w:tab w:val="left" w:pos="1877"/>
              </w:tabs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Папка-файл с боковой пе</w:t>
            </w:r>
            <w:r w:rsidRPr="000E6131">
              <w:rPr>
                <w:sz w:val="24"/>
                <w:szCs w:val="24"/>
              </w:rPr>
              <w:t>р</w:t>
            </w:r>
            <w:r w:rsidRPr="000E6131">
              <w:rPr>
                <w:sz w:val="24"/>
                <w:szCs w:val="24"/>
              </w:rPr>
              <w:t>форацией 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1 раз </w:t>
            </w:r>
          </w:p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45,00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Скобы для степлера </w:t>
            </w:r>
          </w:p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(1 000 шт./ 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Скотч 19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Скотч 75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300,00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Скрепки 25 мм 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Скрепки 50 мм (50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100,00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400,00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Pr="004F3A8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Стержень для гелевой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60,00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Стержень для шариковой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1 раз </w:t>
            </w:r>
          </w:p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55,00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Термобумага для факса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Точилка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75,00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Штемпельная краска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100,00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Рулон для плоттера А1+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A429F9">
              <w:rPr>
                <w:sz w:val="24"/>
                <w:szCs w:val="24"/>
              </w:rPr>
              <w:t>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3000,00</w:t>
            </w:r>
          </w:p>
        </w:tc>
      </w:tr>
    </w:tbl>
    <w:p w:rsidR="000009BD" w:rsidRPr="00A429F9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A429F9">
        <w:rPr>
          <w:rFonts w:eastAsia="Calibri"/>
          <w:sz w:val="28"/>
          <w:szCs w:val="28"/>
          <w:lang w:eastAsia="en-US"/>
        </w:rPr>
        <w:t>Закупка приведенных в перечне, а также не указанных канцелярских тов</w:t>
      </w:r>
      <w:r w:rsidRPr="00A429F9">
        <w:rPr>
          <w:rFonts w:eastAsia="Calibri"/>
          <w:sz w:val="28"/>
          <w:szCs w:val="28"/>
          <w:lang w:eastAsia="en-US"/>
        </w:rPr>
        <w:t>а</w:t>
      </w:r>
      <w:r w:rsidRPr="00A429F9">
        <w:rPr>
          <w:rFonts w:eastAsia="Calibri"/>
          <w:sz w:val="28"/>
          <w:szCs w:val="28"/>
          <w:lang w:eastAsia="en-US"/>
        </w:rPr>
        <w:t>ров, осуществляется в пределах доведенных лимитов бюджетных обязательств на обеспечение функций Администрации города и подведомственных муниц</w:t>
      </w:r>
      <w:r w:rsidRPr="00A429F9">
        <w:rPr>
          <w:rFonts w:eastAsia="Calibri"/>
          <w:sz w:val="28"/>
          <w:szCs w:val="28"/>
          <w:lang w:eastAsia="en-US"/>
        </w:rPr>
        <w:t>и</w:t>
      </w:r>
      <w:r w:rsidRPr="00A429F9">
        <w:rPr>
          <w:rFonts w:eastAsia="Calibri"/>
          <w:sz w:val="28"/>
          <w:szCs w:val="28"/>
          <w:lang w:eastAsia="en-US"/>
        </w:rPr>
        <w:t>пальных казенных учреждений города Новошахтинска.</w:t>
      </w:r>
    </w:p>
    <w:p w:rsidR="000009BD" w:rsidRPr="00E1346B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16"/>
          <w:szCs w:val="28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A429F9">
        <w:rPr>
          <w:rFonts w:eastAsia="Calibri"/>
          <w:sz w:val="28"/>
          <w:szCs w:val="28"/>
          <w:lang w:eastAsia="en-US"/>
        </w:rPr>
        <w:t>4.8.2. Затраты на приобретение хозяйственных материалов и инвентаря для всех групп должностей муниципальной службы, должностей работников, осущ</w:t>
      </w:r>
      <w:r w:rsidRPr="00A429F9">
        <w:rPr>
          <w:rFonts w:eastAsia="Calibri"/>
          <w:sz w:val="28"/>
          <w:szCs w:val="28"/>
          <w:lang w:eastAsia="en-US"/>
        </w:rPr>
        <w:t>е</w:t>
      </w:r>
      <w:r w:rsidRPr="00A429F9">
        <w:rPr>
          <w:rFonts w:eastAsia="Calibri"/>
          <w:sz w:val="28"/>
          <w:szCs w:val="28"/>
          <w:lang w:eastAsia="en-US"/>
        </w:rPr>
        <w:t>ствляющих техническое обеспечение деятельности органов местного самоупра</w:t>
      </w:r>
      <w:r w:rsidRPr="00A429F9">
        <w:rPr>
          <w:rFonts w:eastAsia="Calibri"/>
          <w:sz w:val="28"/>
          <w:szCs w:val="28"/>
          <w:lang w:eastAsia="en-US"/>
        </w:rPr>
        <w:t>в</w:t>
      </w:r>
      <w:r w:rsidRPr="00A429F9">
        <w:rPr>
          <w:rFonts w:eastAsia="Calibri"/>
          <w:sz w:val="28"/>
          <w:szCs w:val="28"/>
          <w:lang w:eastAsia="en-US"/>
        </w:rPr>
        <w:t>ления, всех категорий работников казенных учреждений:</w:t>
      </w:r>
    </w:p>
    <w:p w:rsidR="00E1346B" w:rsidRPr="003643CB" w:rsidRDefault="00E1346B" w:rsidP="000009BD">
      <w:pPr>
        <w:widowControl w:val="0"/>
        <w:overflowPunct/>
        <w:ind w:firstLine="709"/>
        <w:jc w:val="both"/>
        <w:textAlignment w:val="auto"/>
        <w:rPr>
          <w:rFonts w:eastAsia="Calibri"/>
          <w:b/>
          <w:sz w:val="22"/>
          <w:szCs w:val="16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75"/>
        <w:gridCol w:w="4253"/>
        <w:gridCol w:w="283"/>
        <w:gridCol w:w="993"/>
        <w:gridCol w:w="1984"/>
        <w:gridCol w:w="143"/>
        <w:gridCol w:w="1416"/>
      </w:tblGrid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№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Цена 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приобретения </w:t>
            </w:r>
            <w:r>
              <w:rPr>
                <w:sz w:val="24"/>
                <w:szCs w:val="24"/>
              </w:rPr>
              <w:lastRenderedPageBreak/>
              <w:t>одной</w:t>
            </w:r>
            <w:r w:rsidRPr="00A429F9">
              <w:rPr>
                <w:sz w:val="24"/>
                <w:szCs w:val="24"/>
              </w:rPr>
              <w:t xml:space="preserve"> единицы, руб.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(не более) 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lastRenderedPageBreak/>
              <w:t xml:space="preserve">Количество на год, не </w:t>
            </w:r>
            <w:r w:rsidRPr="00A429F9">
              <w:rPr>
                <w:sz w:val="24"/>
                <w:szCs w:val="24"/>
              </w:rPr>
              <w:lastRenderedPageBreak/>
              <w:t>более</w:t>
            </w:r>
          </w:p>
        </w:tc>
      </w:tr>
      <w:tr w:rsidR="000009BD" w:rsidRPr="0085172D" w:rsidTr="006A7ADE">
        <w:tc>
          <w:tcPr>
            <w:tcW w:w="675" w:type="dxa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0009BD" w:rsidRPr="0085172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3</w:t>
            </w:r>
          </w:p>
        </w:tc>
        <w:tc>
          <w:tcPr>
            <w:tcW w:w="1984" w:type="dxa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5</w:t>
            </w:r>
          </w:p>
        </w:tc>
      </w:tr>
      <w:tr w:rsidR="000009BD" w:rsidRPr="00A429F9" w:rsidTr="006A7ADE">
        <w:tc>
          <w:tcPr>
            <w:tcW w:w="9747" w:type="dxa"/>
            <w:gridSpan w:val="7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Аптечка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900,00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Грабли веерные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</w:t>
            </w:r>
          </w:p>
        </w:tc>
      </w:tr>
      <w:tr w:rsidR="000009BD" w:rsidRPr="00A429F9" w:rsidTr="006A7ADE">
        <w:tc>
          <w:tcPr>
            <w:tcW w:w="675" w:type="dxa"/>
            <w:vAlign w:val="center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Мешки д/мусора 120 л. 10 шт./рул.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vAlign w:val="center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190,00</w:t>
            </w:r>
          </w:p>
        </w:tc>
        <w:tc>
          <w:tcPr>
            <w:tcW w:w="1559" w:type="dxa"/>
            <w:gridSpan w:val="2"/>
            <w:vAlign w:val="center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Мыльница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300,00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</w:t>
            </w:r>
          </w:p>
        </w:tc>
      </w:tr>
      <w:tr w:rsidR="000009BD" w:rsidRPr="00A429F9" w:rsidTr="006A7ADE">
        <w:tc>
          <w:tcPr>
            <w:tcW w:w="9747" w:type="dxa"/>
            <w:gridSpan w:val="7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Моющее средство, 0,5 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24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Чистящее средство, 400 г (порошок)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Чистящее средство универсальное, 0,5 л (кремообразное)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Средство для стекол и зеркал, 500 мл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Средство для сантехники, 1,0 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Электролампы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Электролампы люминесцентные (25 шт./упак.)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2 500,00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Стартер для люминесцентных ламп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110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Салфетки хозяйственные универсал</w:t>
            </w:r>
            <w:r w:rsidRPr="00A429F9">
              <w:rPr>
                <w:sz w:val="24"/>
                <w:szCs w:val="24"/>
              </w:rPr>
              <w:t>ь</w:t>
            </w:r>
            <w:r w:rsidRPr="00A429F9">
              <w:rPr>
                <w:sz w:val="24"/>
                <w:szCs w:val="24"/>
              </w:rPr>
              <w:t>ная (3 шт./упак.)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24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Губка для мытья посуды </w:t>
            </w:r>
          </w:p>
          <w:p w:rsidR="000009BD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(3 шт./упак.)</w:t>
            </w:r>
          </w:p>
          <w:p w:rsidR="00E1346B" w:rsidRPr="00A429F9" w:rsidRDefault="00E1346B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65,00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Перчатки хозяйственные латексные с хлопковым напылением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пара 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Перчатки хозяйственные х/б с точе</w:t>
            </w:r>
            <w:r w:rsidRPr="00A429F9">
              <w:rPr>
                <w:sz w:val="24"/>
                <w:szCs w:val="24"/>
              </w:rPr>
              <w:t>ч</w:t>
            </w:r>
            <w:r w:rsidRPr="00A429F9">
              <w:rPr>
                <w:sz w:val="24"/>
                <w:szCs w:val="24"/>
              </w:rPr>
              <w:t>ным ПВХ покрытием (10 пар/упак.)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Пакет для мусора 120 л (10 шт./упак.)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14.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Пакет для мусора 30 л (30 шт./рул.)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рул.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15.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Швабра для мытья полов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320,00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Тряпка для мытья полов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17.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Веник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Метла полипропиленовая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19.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</w:t>
            </w:r>
          </w:p>
        </w:tc>
      </w:tr>
      <w:tr w:rsidR="00810B25" w:rsidRPr="0085172D" w:rsidTr="00D15DF0">
        <w:tc>
          <w:tcPr>
            <w:tcW w:w="675" w:type="dxa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1</w:t>
            </w:r>
          </w:p>
        </w:tc>
        <w:tc>
          <w:tcPr>
            <w:tcW w:w="4253" w:type="dxa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810B25" w:rsidRPr="0085172D" w:rsidRDefault="00810B25" w:rsidP="00D15DF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3</w:t>
            </w:r>
          </w:p>
        </w:tc>
        <w:tc>
          <w:tcPr>
            <w:tcW w:w="1984" w:type="dxa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5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Совок металлический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Совок пластик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Ведро п/эт.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Ведро оцинкованное, 12 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103A25" w:rsidTr="006A7ADE">
        <w:tc>
          <w:tcPr>
            <w:tcW w:w="9747" w:type="dxa"/>
            <w:gridSpan w:val="7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Ведро оцинкованное, 12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550,00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Ведро п/эт.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3.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Веник 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Губка для мытья посуды (3 шт./упак.)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65,00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5.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Метла полипропиленовая 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7.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Моющее средство, 0,5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8.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Мыло жидкое, 5 л (канистра)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470,00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9.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974A23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Пакет для мусора 120 л (10 шт./упак.)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10.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Пакет для мусора 30 л (30 шт./рул.)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рул.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Перчатки хозяйственные латексные с хлопковым напылением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пара 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Перчатки хозяйственные х/б с точечным ПВХ покрытием (10 пар/упак.)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13.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Салфетки хозяйственные универсальная (3 шт./упак.)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14.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Совок металлический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Совок пластик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Средство для сантехники, 1,0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17.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Средство для стекол и зеркал,0,5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18.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Стартер для люминесцентных ламп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35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19.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Тряпка для мытья полов 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974A23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Чистящее средство универсальное, </w:t>
            </w:r>
            <w:r>
              <w:rPr>
                <w:sz w:val="24"/>
                <w:szCs w:val="24"/>
              </w:rPr>
              <w:t xml:space="preserve"> </w:t>
            </w:r>
            <w:r w:rsidRPr="00103A25">
              <w:rPr>
                <w:sz w:val="24"/>
                <w:szCs w:val="24"/>
              </w:rPr>
              <w:t>0,5 л (кремообразное)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21.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Чистящее средство, 400 г (порошок)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22.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Швабра для мытья полов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220,00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23.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974A23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Электролампы люминесцентные (25</w:t>
            </w:r>
            <w:r w:rsidR="00974A23">
              <w:rPr>
                <w:sz w:val="24"/>
                <w:szCs w:val="24"/>
              </w:rPr>
              <w:t xml:space="preserve"> </w:t>
            </w:r>
            <w:r w:rsidRPr="00103A25">
              <w:rPr>
                <w:sz w:val="24"/>
                <w:szCs w:val="24"/>
              </w:rPr>
              <w:t>шт./</w:t>
            </w:r>
            <w:r w:rsidR="00974A23">
              <w:rPr>
                <w:sz w:val="24"/>
                <w:szCs w:val="24"/>
              </w:rPr>
              <w:t xml:space="preserve"> </w:t>
            </w:r>
            <w:r w:rsidRPr="00103A25">
              <w:rPr>
                <w:sz w:val="24"/>
                <w:szCs w:val="24"/>
              </w:rPr>
              <w:t>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2 500,00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</w:t>
            </w:r>
          </w:p>
        </w:tc>
      </w:tr>
    </w:tbl>
    <w:p w:rsidR="000009BD" w:rsidRPr="00103A25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03A25">
        <w:rPr>
          <w:rFonts w:eastAsia="Calibri"/>
          <w:sz w:val="28"/>
          <w:szCs w:val="28"/>
          <w:lang w:eastAsia="en-US"/>
        </w:rPr>
        <w:t>Закупка приведенных в перечне, а также не указанных хозяйственных м</w:t>
      </w:r>
      <w:r w:rsidRPr="00103A25">
        <w:rPr>
          <w:rFonts w:eastAsia="Calibri"/>
          <w:sz w:val="28"/>
          <w:szCs w:val="28"/>
          <w:lang w:eastAsia="en-US"/>
        </w:rPr>
        <w:t>а</w:t>
      </w:r>
      <w:r w:rsidRPr="00103A25">
        <w:rPr>
          <w:rFonts w:eastAsia="Calibri"/>
          <w:sz w:val="28"/>
          <w:szCs w:val="28"/>
          <w:lang w:eastAsia="en-US"/>
        </w:rPr>
        <w:t>териалов и инвентаря, осуществляется в пределах доведенных лимитов бюдже</w:t>
      </w:r>
      <w:r w:rsidRPr="00103A25">
        <w:rPr>
          <w:rFonts w:eastAsia="Calibri"/>
          <w:sz w:val="28"/>
          <w:szCs w:val="28"/>
          <w:lang w:eastAsia="en-US"/>
        </w:rPr>
        <w:t>т</w:t>
      </w:r>
      <w:r w:rsidRPr="00103A25">
        <w:rPr>
          <w:rFonts w:eastAsia="Calibri"/>
          <w:sz w:val="28"/>
          <w:szCs w:val="28"/>
          <w:lang w:eastAsia="en-US"/>
        </w:rPr>
        <w:t>ных обязательств на обеспечение функций Администрации города и подведо</w:t>
      </w:r>
      <w:r w:rsidRPr="00103A25">
        <w:rPr>
          <w:rFonts w:eastAsia="Calibri"/>
          <w:sz w:val="28"/>
          <w:szCs w:val="28"/>
          <w:lang w:eastAsia="en-US"/>
        </w:rPr>
        <w:t>м</w:t>
      </w:r>
      <w:r w:rsidRPr="00103A25">
        <w:rPr>
          <w:rFonts w:eastAsia="Calibri"/>
          <w:sz w:val="28"/>
          <w:szCs w:val="28"/>
          <w:lang w:eastAsia="en-US"/>
        </w:rPr>
        <w:t>ственных муниципальных казенных учреждений города Новошахтинска.</w:t>
      </w:r>
    </w:p>
    <w:p w:rsidR="000009BD" w:rsidRPr="006A7ADE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color w:val="FF0000"/>
          <w:sz w:val="4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D2C3A">
        <w:rPr>
          <w:rFonts w:eastAsia="Calibri"/>
          <w:sz w:val="28"/>
          <w:szCs w:val="28"/>
          <w:lang w:eastAsia="en-US"/>
        </w:rPr>
        <w:t>4.8.3. Затраты на приобретение горюче-смазочных материалов:</w:t>
      </w:r>
    </w:p>
    <w:p w:rsidR="00E1346B" w:rsidRPr="006A7ADE" w:rsidRDefault="00E1346B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6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380"/>
        <w:gridCol w:w="2410"/>
        <w:gridCol w:w="1559"/>
      </w:tblGrid>
      <w:tr w:rsidR="000009BD" w:rsidRPr="00DD2C3A" w:rsidTr="00974A23">
        <w:trPr>
          <w:trHeight w:val="657"/>
        </w:trPr>
        <w:tc>
          <w:tcPr>
            <w:tcW w:w="54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380" w:type="dxa"/>
          </w:tcPr>
          <w:p w:rsidR="00974A23" w:rsidRDefault="00974A23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Наименование структурного </w:t>
            </w:r>
          </w:p>
          <w:p w:rsidR="000009BD" w:rsidRPr="00DD2C3A" w:rsidRDefault="00974A23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подразделения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974A2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Цена за </w:t>
            </w:r>
            <w:r>
              <w:rPr>
                <w:rFonts w:eastAsia="Calibri"/>
                <w:sz w:val="24"/>
                <w:szCs w:val="24"/>
                <w:lang w:eastAsia="en-US"/>
              </w:rPr>
              <w:t>один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 литр, руб.</w:t>
            </w:r>
          </w:p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 (не более)</w:t>
            </w:r>
          </w:p>
        </w:tc>
      </w:tr>
      <w:tr w:rsidR="000009BD" w:rsidRPr="00DD2C3A" w:rsidTr="00974A23">
        <w:tc>
          <w:tcPr>
            <w:tcW w:w="54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0" w:type="dxa"/>
          </w:tcPr>
          <w:p w:rsidR="000009BD" w:rsidRPr="00DD2C3A" w:rsidRDefault="0085172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85172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DD2C3A" w:rsidTr="00974A23">
        <w:tc>
          <w:tcPr>
            <w:tcW w:w="540" w:type="dxa"/>
            <w:vMerge w:val="restart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80" w:type="dxa"/>
            <w:vMerge w:val="restart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Бензин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DD2C3A" w:rsidTr="00974A23">
        <w:tc>
          <w:tcPr>
            <w:tcW w:w="540" w:type="dxa"/>
            <w:vMerge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0" w:type="dxa"/>
            <w:vMerge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Масла, тосол и т.д.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2 000,00</w:t>
            </w:r>
          </w:p>
        </w:tc>
      </w:tr>
      <w:tr w:rsidR="000009BD" w:rsidRPr="00DD2C3A" w:rsidTr="00974A23">
        <w:tc>
          <w:tcPr>
            <w:tcW w:w="540" w:type="dxa"/>
            <w:vMerge w:val="restart"/>
            <w:shd w:val="clear" w:color="auto" w:fill="auto"/>
          </w:tcPr>
          <w:p w:rsidR="000009BD" w:rsidRPr="00DD2C3A" w:rsidRDefault="000009BD" w:rsidP="008E6624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380" w:type="dxa"/>
            <w:vMerge w:val="restart"/>
          </w:tcPr>
          <w:p w:rsidR="000009BD" w:rsidRPr="00DD2C3A" w:rsidRDefault="000009BD" w:rsidP="00FD733F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вошахтинска «Управление капитального стро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тельства»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Бензин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DD2C3A" w:rsidTr="00974A23">
        <w:tc>
          <w:tcPr>
            <w:tcW w:w="540" w:type="dxa"/>
            <w:vMerge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0" w:type="dxa"/>
            <w:vMerge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Масла, тосол и т.д.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2 000,00 </w:t>
            </w:r>
          </w:p>
        </w:tc>
      </w:tr>
      <w:tr w:rsidR="000009BD" w:rsidRPr="00DD2C3A" w:rsidTr="00974A23">
        <w:tc>
          <w:tcPr>
            <w:tcW w:w="540" w:type="dxa"/>
            <w:vMerge w:val="restart"/>
            <w:shd w:val="clear" w:color="auto" w:fill="auto"/>
          </w:tcPr>
          <w:p w:rsidR="000009BD" w:rsidRPr="00DD2C3A" w:rsidRDefault="000009BD" w:rsidP="008E6624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380" w:type="dxa"/>
            <w:vMerge w:val="restart"/>
          </w:tcPr>
          <w:p w:rsidR="000009BD" w:rsidRPr="00DD2C3A" w:rsidRDefault="000009BD" w:rsidP="00FD733F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вошахтинска «Управление городского хозяйства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Бензин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DD2C3A" w:rsidTr="00974A23">
        <w:tc>
          <w:tcPr>
            <w:tcW w:w="540" w:type="dxa"/>
            <w:vMerge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0" w:type="dxa"/>
            <w:vMerge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Масла, тосол и т.д.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2 000,00</w:t>
            </w:r>
          </w:p>
        </w:tc>
      </w:tr>
    </w:tbl>
    <w:p w:rsidR="00810B25" w:rsidRDefault="00810B25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009BD" w:rsidRPr="00E47EF6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47EF6">
        <w:rPr>
          <w:rFonts w:eastAsia="Calibri"/>
          <w:sz w:val="28"/>
          <w:szCs w:val="28"/>
          <w:lang w:eastAsia="en-US"/>
        </w:rPr>
        <w:t>4.8.4.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главного распорядителя бюджетных средств, применяемых при расчете нормативных затрат на приобретение служебного а</w:t>
      </w:r>
      <w:r w:rsidRPr="00E47EF6">
        <w:rPr>
          <w:rFonts w:eastAsia="Calibri"/>
          <w:sz w:val="28"/>
          <w:szCs w:val="28"/>
          <w:lang w:eastAsia="en-US"/>
        </w:rPr>
        <w:t>в</w:t>
      </w:r>
      <w:r w:rsidRPr="00E47EF6">
        <w:rPr>
          <w:rFonts w:eastAsia="Calibri"/>
          <w:sz w:val="28"/>
          <w:szCs w:val="28"/>
          <w:lang w:eastAsia="en-US"/>
        </w:rPr>
        <w:t>тотранспорта.</w:t>
      </w: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47EF6">
        <w:rPr>
          <w:rFonts w:eastAsia="Calibri"/>
          <w:sz w:val="28"/>
          <w:szCs w:val="28"/>
          <w:lang w:eastAsia="en-US"/>
        </w:rPr>
        <w:t>4.8.5. Затраты на приобретение материальных запасов для нужд гражда</w:t>
      </w:r>
      <w:r w:rsidRPr="00E47EF6">
        <w:rPr>
          <w:rFonts w:eastAsia="Calibri"/>
          <w:sz w:val="28"/>
          <w:szCs w:val="28"/>
          <w:lang w:eastAsia="en-US"/>
        </w:rPr>
        <w:t>н</w:t>
      </w:r>
      <w:r w:rsidRPr="00E47EF6">
        <w:rPr>
          <w:rFonts w:eastAsia="Calibri"/>
          <w:sz w:val="28"/>
          <w:szCs w:val="28"/>
          <w:lang w:eastAsia="en-US"/>
        </w:rPr>
        <w:t>ской обороны:</w:t>
      </w:r>
    </w:p>
    <w:p w:rsidR="00E1346B" w:rsidRPr="003643CB" w:rsidRDefault="00E1346B" w:rsidP="000009BD">
      <w:pPr>
        <w:widowControl w:val="0"/>
        <w:overflowPunct/>
        <w:ind w:firstLine="709"/>
        <w:jc w:val="both"/>
        <w:textAlignment w:val="auto"/>
        <w:rPr>
          <w:sz w:val="16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785"/>
        <w:gridCol w:w="3219"/>
        <w:gridCol w:w="1100"/>
        <w:gridCol w:w="1417"/>
        <w:gridCol w:w="1614"/>
        <w:gridCol w:w="1860"/>
      </w:tblGrid>
      <w:tr w:rsidR="000009BD" w:rsidRPr="00E47EF6" w:rsidTr="008E6624">
        <w:tc>
          <w:tcPr>
            <w:tcW w:w="407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№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п/п</w:t>
            </w:r>
          </w:p>
        </w:tc>
        <w:tc>
          <w:tcPr>
            <w:tcW w:w="1625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5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Ед. изм.</w:t>
            </w:r>
          </w:p>
        </w:tc>
        <w:tc>
          <w:tcPr>
            <w:tcW w:w="707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Количество на </w:t>
            </w:r>
            <w:r>
              <w:rPr>
                <w:sz w:val="24"/>
                <w:szCs w:val="24"/>
              </w:rPr>
              <w:t>одного</w:t>
            </w:r>
            <w:r w:rsidRPr="00E47EF6">
              <w:rPr>
                <w:sz w:val="24"/>
                <w:szCs w:val="24"/>
              </w:rPr>
              <w:t xml:space="preserve"> работника</w:t>
            </w:r>
          </w:p>
        </w:tc>
        <w:tc>
          <w:tcPr>
            <w:tcW w:w="751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Срок 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эксплуатации в годах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Цена 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приобретения 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одной</w:t>
            </w:r>
            <w:r w:rsidRPr="00E47EF6">
              <w:rPr>
                <w:sz w:val="24"/>
                <w:szCs w:val="24"/>
              </w:rPr>
              <w:t xml:space="preserve"> единицы,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both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не более (руб.)</w:t>
            </w:r>
          </w:p>
        </w:tc>
      </w:tr>
      <w:tr w:rsidR="006A7ADE" w:rsidRPr="00E47EF6" w:rsidTr="008E6624">
        <w:tc>
          <w:tcPr>
            <w:tcW w:w="407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5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1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4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09BD" w:rsidRPr="00E47EF6" w:rsidTr="008E6624">
        <w:tc>
          <w:tcPr>
            <w:tcW w:w="5000" w:type="pct"/>
            <w:gridSpan w:val="6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1.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Противогаз фильтрующий гражданский типа ГП-7 и его модификации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25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5 500,00</w:t>
            </w:r>
          </w:p>
        </w:tc>
      </w:tr>
      <w:tr w:rsidR="000009BD" w:rsidRPr="00E47EF6" w:rsidTr="008E6624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Муниципальное казенное учреждение города Новошахтинска </w:t>
            </w:r>
          </w:p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«Управление капитального строительства»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1.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Противогаз фильтрующий гражданский типа ГП-7 и его модификации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5 500,00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2.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Дополнительный патрон к противогазу фильтрующему типа ДПГ-3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2 000,00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3.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Индивидуальный против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химический пакет типа ИПП-8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4.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Индивидуальный перевязо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ный пакет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5.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Респиратор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4 000,00</w:t>
            </w:r>
          </w:p>
        </w:tc>
      </w:tr>
      <w:tr w:rsidR="000009BD" w:rsidRPr="00E47EF6" w:rsidTr="008E6624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</w:t>
            </w:r>
            <w:r w:rsidRPr="00E47EF6">
              <w:rPr>
                <w:sz w:val="24"/>
                <w:szCs w:val="24"/>
              </w:rPr>
              <w:t>й</w:t>
            </w:r>
            <w:r w:rsidRPr="00E47EF6">
              <w:rPr>
                <w:sz w:val="24"/>
                <w:szCs w:val="24"/>
              </w:rPr>
              <w:t xml:space="preserve">ства»: </w:t>
            </w:r>
            <w:r>
              <w:rPr>
                <w:sz w:val="24"/>
                <w:szCs w:val="24"/>
              </w:rPr>
              <w:t xml:space="preserve"> </w:t>
            </w:r>
            <w:r w:rsidRPr="00E47EF6">
              <w:rPr>
                <w:sz w:val="24"/>
                <w:szCs w:val="24"/>
              </w:rPr>
              <w:t>приобретение материальных запасов для нужд гражданской обороны не предусмотрено</w:t>
            </w:r>
          </w:p>
        </w:tc>
      </w:tr>
    </w:tbl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47EF6">
        <w:rPr>
          <w:sz w:val="28"/>
          <w:szCs w:val="28"/>
        </w:rPr>
        <w:t>При необходимости, сотрудники Администрации города Новошахтинска и подведомственных муниципальных казенных учреждений обеспечиваются тов</w:t>
      </w:r>
      <w:r w:rsidRPr="00E47EF6">
        <w:rPr>
          <w:sz w:val="28"/>
          <w:szCs w:val="28"/>
        </w:rPr>
        <w:t>а</w:t>
      </w:r>
      <w:r w:rsidRPr="00E47EF6">
        <w:rPr>
          <w:sz w:val="28"/>
          <w:szCs w:val="28"/>
        </w:rPr>
        <w:t>рами, работами и услугами, не указанными в настоящем приложении. Но общий объем затрат, связанных с закупкой товаров</w:t>
      </w:r>
      <w:r>
        <w:rPr>
          <w:sz w:val="28"/>
          <w:szCs w:val="28"/>
        </w:rPr>
        <w:t>,</w:t>
      </w:r>
      <w:r w:rsidRPr="00E47EF6">
        <w:rPr>
          <w:sz w:val="28"/>
          <w:szCs w:val="28"/>
        </w:rPr>
        <w:t xml:space="preserve"> работ, услуг, рассчитанный на о</w:t>
      </w:r>
      <w:r w:rsidRPr="00E47EF6">
        <w:rPr>
          <w:sz w:val="28"/>
          <w:szCs w:val="28"/>
        </w:rPr>
        <w:t>с</w:t>
      </w:r>
      <w:r w:rsidRPr="00E47EF6">
        <w:rPr>
          <w:sz w:val="28"/>
          <w:szCs w:val="28"/>
        </w:rPr>
        <w:t>нове нормативных затрат, не может превышать объем доведенных лимитов бюджетных обязательств на обеспечение функций Администрации города и подведомственных муниципальных казенных учреждений города Новошахти</w:t>
      </w:r>
      <w:r w:rsidRPr="00E47EF6">
        <w:rPr>
          <w:sz w:val="28"/>
          <w:szCs w:val="28"/>
        </w:rPr>
        <w:t>н</w:t>
      </w:r>
      <w:r w:rsidRPr="00E47EF6">
        <w:rPr>
          <w:sz w:val="28"/>
          <w:szCs w:val="28"/>
        </w:rPr>
        <w:t>ска.</w:t>
      </w:r>
    </w:p>
    <w:p w:rsidR="00FD733F" w:rsidRDefault="00FD733F" w:rsidP="000009BD">
      <w:pPr>
        <w:overflowPunct/>
        <w:autoSpaceDE/>
        <w:autoSpaceDN/>
        <w:adjustRightInd/>
        <w:jc w:val="both"/>
        <w:textAlignment w:val="auto"/>
        <w:rPr>
          <w:sz w:val="18"/>
          <w:szCs w:val="28"/>
        </w:rPr>
      </w:pPr>
    </w:p>
    <w:p w:rsidR="00974A23" w:rsidRDefault="00974A23" w:rsidP="000009BD">
      <w:pPr>
        <w:overflowPunct/>
        <w:autoSpaceDE/>
        <w:autoSpaceDN/>
        <w:adjustRightInd/>
        <w:jc w:val="both"/>
        <w:textAlignment w:val="auto"/>
        <w:rPr>
          <w:sz w:val="18"/>
          <w:szCs w:val="28"/>
        </w:rPr>
      </w:pPr>
    </w:p>
    <w:p w:rsidR="00974A23" w:rsidRPr="00FD733F" w:rsidRDefault="00974A23" w:rsidP="000009BD">
      <w:pPr>
        <w:overflowPunct/>
        <w:autoSpaceDE/>
        <w:autoSpaceDN/>
        <w:adjustRightInd/>
        <w:jc w:val="both"/>
        <w:textAlignment w:val="auto"/>
        <w:rPr>
          <w:sz w:val="18"/>
          <w:szCs w:val="28"/>
        </w:rPr>
      </w:pPr>
    </w:p>
    <w:p w:rsidR="00810B25" w:rsidRDefault="000009BD" w:rsidP="000009B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47EF6">
        <w:rPr>
          <w:sz w:val="28"/>
          <w:szCs w:val="28"/>
        </w:rPr>
        <w:t>Управляющий делами</w:t>
      </w:r>
      <w:r w:rsidR="003643CB">
        <w:rPr>
          <w:sz w:val="28"/>
          <w:szCs w:val="28"/>
        </w:rPr>
        <w:t xml:space="preserve"> </w:t>
      </w:r>
    </w:p>
    <w:p w:rsidR="000009BD" w:rsidRPr="00E47EF6" w:rsidRDefault="000009BD" w:rsidP="000009B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47EF6">
        <w:rPr>
          <w:sz w:val="28"/>
          <w:szCs w:val="28"/>
        </w:rPr>
        <w:t>Администрации города</w:t>
      </w:r>
      <w:r w:rsidRPr="00E47EF6">
        <w:rPr>
          <w:sz w:val="28"/>
          <w:szCs w:val="28"/>
        </w:rPr>
        <w:tab/>
      </w:r>
      <w:r w:rsidRPr="00E47EF6">
        <w:rPr>
          <w:sz w:val="28"/>
          <w:szCs w:val="28"/>
        </w:rPr>
        <w:tab/>
      </w:r>
      <w:r w:rsidR="00810B25">
        <w:rPr>
          <w:sz w:val="28"/>
          <w:szCs w:val="28"/>
        </w:rPr>
        <w:t xml:space="preserve">                          </w:t>
      </w:r>
      <w:r w:rsidRPr="00E47EF6">
        <w:rPr>
          <w:sz w:val="28"/>
          <w:szCs w:val="28"/>
        </w:rPr>
        <w:t>Ю.А. Лубенцов».</w:t>
      </w:r>
    </w:p>
    <w:p w:rsidR="00FD733F" w:rsidRDefault="00FD733F" w:rsidP="005E0245">
      <w:pPr>
        <w:rPr>
          <w:sz w:val="16"/>
          <w:szCs w:val="28"/>
        </w:rPr>
      </w:pPr>
    </w:p>
    <w:p w:rsidR="00974A23" w:rsidRDefault="00974A23" w:rsidP="005E0245">
      <w:pPr>
        <w:rPr>
          <w:sz w:val="16"/>
          <w:szCs w:val="28"/>
        </w:rPr>
      </w:pPr>
    </w:p>
    <w:p w:rsidR="00974A23" w:rsidRPr="00FD733F" w:rsidRDefault="00974A23" w:rsidP="005E0245">
      <w:pPr>
        <w:rPr>
          <w:sz w:val="16"/>
          <w:szCs w:val="28"/>
        </w:rPr>
      </w:pPr>
    </w:p>
    <w:p w:rsidR="00810B25" w:rsidRDefault="000009BD" w:rsidP="005E0245">
      <w:pPr>
        <w:rPr>
          <w:sz w:val="28"/>
          <w:szCs w:val="28"/>
        </w:rPr>
      </w:pPr>
      <w:r w:rsidRPr="00E47EF6">
        <w:rPr>
          <w:sz w:val="28"/>
          <w:szCs w:val="28"/>
        </w:rPr>
        <w:t>Управляющий делами</w:t>
      </w:r>
      <w:r w:rsidR="003643CB">
        <w:rPr>
          <w:sz w:val="28"/>
          <w:szCs w:val="28"/>
        </w:rPr>
        <w:t xml:space="preserve"> </w:t>
      </w:r>
    </w:p>
    <w:p w:rsidR="00F639B9" w:rsidRPr="005E0245" w:rsidRDefault="000009BD" w:rsidP="005E0245">
      <w:r w:rsidRPr="00E47EF6">
        <w:rPr>
          <w:sz w:val="28"/>
          <w:szCs w:val="28"/>
        </w:rPr>
        <w:t>Администрации города</w:t>
      </w:r>
      <w:r w:rsidRPr="00E47EF6">
        <w:rPr>
          <w:sz w:val="28"/>
          <w:szCs w:val="28"/>
        </w:rPr>
        <w:tab/>
      </w:r>
      <w:r w:rsidRPr="00E47EF6">
        <w:rPr>
          <w:sz w:val="28"/>
          <w:szCs w:val="28"/>
        </w:rPr>
        <w:tab/>
      </w:r>
      <w:r w:rsidRPr="00E47EF6">
        <w:rPr>
          <w:sz w:val="28"/>
          <w:szCs w:val="28"/>
        </w:rPr>
        <w:tab/>
      </w:r>
      <w:r w:rsidR="0085172D">
        <w:rPr>
          <w:sz w:val="28"/>
          <w:szCs w:val="28"/>
        </w:rPr>
        <w:t xml:space="preserve"> </w:t>
      </w:r>
      <w:r w:rsidR="00810B25">
        <w:rPr>
          <w:sz w:val="28"/>
          <w:szCs w:val="28"/>
        </w:rPr>
        <w:t xml:space="preserve">                                    </w:t>
      </w:r>
      <w:r w:rsidR="0085172D">
        <w:rPr>
          <w:sz w:val="28"/>
          <w:szCs w:val="28"/>
        </w:rPr>
        <w:t xml:space="preserve">   </w:t>
      </w:r>
      <w:r w:rsidR="003643CB">
        <w:rPr>
          <w:sz w:val="28"/>
          <w:szCs w:val="28"/>
        </w:rPr>
        <w:t xml:space="preserve"> </w:t>
      </w:r>
      <w:r w:rsidR="0085172D">
        <w:rPr>
          <w:sz w:val="28"/>
          <w:szCs w:val="28"/>
        </w:rPr>
        <w:t xml:space="preserve">     </w:t>
      </w:r>
      <w:r w:rsidRPr="00E47EF6">
        <w:rPr>
          <w:sz w:val="28"/>
          <w:szCs w:val="28"/>
        </w:rPr>
        <w:t>Ю.А. Лубенцов</w:t>
      </w:r>
    </w:p>
    <w:sectPr w:rsidR="00F639B9" w:rsidRPr="005E0245" w:rsidSect="00E45D21">
      <w:pgSz w:w="11906" w:h="16838"/>
      <w:pgMar w:top="851" w:right="567" w:bottom="568" w:left="1560" w:header="720" w:footer="40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1B9" w:rsidRDefault="005501B9">
      <w:r>
        <w:separator/>
      </w:r>
    </w:p>
  </w:endnote>
  <w:endnote w:type="continuationSeparator" w:id="0">
    <w:p w:rsidR="005501B9" w:rsidRDefault="00550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1B9" w:rsidRDefault="005501B9">
      <w:r>
        <w:separator/>
      </w:r>
    </w:p>
  </w:footnote>
  <w:footnote w:type="continuationSeparator" w:id="0">
    <w:p w:rsidR="005501B9" w:rsidRDefault="005501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74A"/>
    <w:multiLevelType w:val="multilevel"/>
    <w:tmpl w:val="D05E43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01D90427"/>
    <w:multiLevelType w:val="hybridMultilevel"/>
    <w:tmpl w:val="3CE6B5B6"/>
    <w:lvl w:ilvl="0" w:tplc="5508A8D4">
      <w:start w:val="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D810D43"/>
    <w:multiLevelType w:val="hybridMultilevel"/>
    <w:tmpl w:val="CB226054"/>
    <w:lvl w:ilvl="0" w:tplc="7754516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E9F60CC"/>
    <w:multiLevelType w:val="hybridMultilevel"/>
    <w:tmpl w:val="CC1E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E2A3AD1"/>
    <w:multiLevelType w:val="hybridMultilevel"/>
    <w:tmpl w:val="AA78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64130"/>
    <w:multiLevelType w:val="multilevel"/>
    <w:tmpl w:val="05C6EBA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8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E764B"/>
    <w:multiLevelType w:val="hybridMultilevel"/>
    <w:tmpl w:val="B19E79A6"/>
    <w:lvl w:ilvl="0" w:tplc="F3C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922F07"/>
    <w:multiLevelType w:val="hybridMultilevel"/>
    <w:tmpl w:val="15D2A202"/>
    <w:lvl w:ilvl="0" w:tplc="15AE388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0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009BD"/>
    <w:rsid w:val="000009BD"/>
    <w:rsid w:val="000948D1"/>
    <w:rsid w:val="000B17C2"/>
    <w:rsid w:val="000B18C0"/>
    <w:rsid w:val="000E3D24"/>
    <w:rsid w:val="000E79F9"/>
    <w:rsid w:val="00116637"/>
    <w:rsid w:val="00130F46"/>
    <w:rsid w:val="001E2DCF"/>
    <w:rsid w:val="00221FB7"/>
    <w:rsid w:val="002A24BB"/>
    <w:rsid w:val="002C33E8"/>
    <w:rsid w:val="00355654"/>
    <w:rsid w:val="003643CB"/>
    <w:rsid w:val="003D4822"/>
    <w:rsid w:val="00405A6A"/>
    <w:rsid w:val="00415949"/>
    <w:rsid w:val="004A154F"/>
    <w:rsid w:val="004C5D22"/>
    <w:rsid w:val="004F5BBD"/>
    <w:rsid w:val="005152F0"/>
    <w:rsid w:val="00525923"/>
    <w:rsid w:val="005501B9"/>
    <w:rsid w:val="005659AB"/>
    <w:rsid w:val="005B05C3"/>
    <w:rsid w:val="005D5731"/>
    <w:rsid w:val="005E0245"/>
    <w:rsid w:val="0063729E"/>
    <w:rsid w:val="00642FB7"/>
    <w:rsid w:val="00664313"/>
    <w:rsid w:val="006727D3"/>
    <w:rsid w:val="006A7ADE"/>
    <w:rsid w:val="006D0BCF"/>
    <w:rsid w:val="00742630"/>
    <w:rsid w:val="00787750"/>
    <w:rsid w:val="007A3950"/>
    <w:rsid w:val="007B4653"/>
    <w:rsid w:val="007B634F"/>
    <w:rsid w:val="007E7961"/>
    <w:rsid w:val="00800429"/>
    <w:rsid w:val="00810B25"/>
    <w:rsid w:val="0085172D"/>
    <w:rsid w:val="008B454F"/>
    <w:rsid w:val="008D0EB8"/>
    <w:rsid w:val="008E6624"/>
    <w:rsid w:val="00937EE1"/>
    <w:rsid w:val="00947849"/>
    <w:rsid w:val="00957421"/>
    <w:rsid w:val="00974A23"/>
    <w:rsid w:val="0099176F"/>
    <w:rsid w:val="009B1825"/>
    <w:rsid w:val="009E712A"/>
    <w:rsid w:val="00A04FAE"/>
    <w:rsid w:val="00A64FA1"/>
    <w:rsid w:val="00A65471"/>
    <w:rsid w:val="00A7293B"/>
    <w:rsid w:val="00AB70E9"/>
    <w:rsid w:val="00B06A44"/>
    <w:rsid w:val="00B24431"/>
    <w:rsid w:val="00B7272B"/>
    <w:rsid w:val="00B96214"/>
    <w:rsid w:val="00BB6A8C"/>
    <w:rsid w:val="00BF1D34"/>
    <w:rsid w:val="00C12CD5"/>
    <w:rsid w:val="00C3684C"/>
    <w:rsid w:val="00C87F2B"/>
    <w:rsid w:val="00CC7B92"/>
    <w:rsid w:val="00D207E8"/>
    <w:rsid w:val="00D6346B"/>
    <w:rsid w:val="00DA63B1"/>
    <w:rsid w:val="00DC5661"/>
    <w:rsid w:val="00DD0C83"/>
    <w:rsid w:val="00E04B8F"/>
    <w:rsid w:val="00E10ED2"/>
    <w:rsid w:val="00E12CFF"/>
    <w:rsid w:val="00E1346B"/>
    <w:rsid w:val="00E2560E"/>
    <w:rsid w:val="00E45D21"/>
    <w:rsid w:val="00EA0E19"/>
    <w:rsid w:val="00EB359B"/>
    <w:rsid w:val="00F4213A"/>
    <w:rsid w:val="00F639B9"/>
    <w:rsid w:val="00F9148F"/>
    <w:rsid w:val="00FC0815"/>
    <w:rsid w:val="00FD1E1D"/>
    <w:rsid w:val="00FD733F"/>
    <w:rsid w:val="00FF27C5"/>
    <w:rsid w:val="00FF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009BD"/>
    <w:pPr>
      <w:keepNext/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sz w:val="24"/>
      <w:lang/>
    </w:rPr>
  </w:style>
  <w:style w:type="paragraph" w:styleId="2">
    <w:name w:val="heading 2"/>
    <w:basedOn w:val="a"/>
    <w:next w:val="a"/>
    <w:link w:val="20"/>
    <w:qFormat/>
    <w:rsid w:val="000009BD"/>
    <w:pPr>
      <w:keepNext/>
      <w:overflowPunct/>
      <w:autoSpaceDE/>
      <w:autoSpaceDN/>
      <w:adjustRightInd/>
      <w:ind w:left="709"/>
      <w:textAlignment w:val="auto"/>
      <w:outlineLvl w:val="1"/>
    </w:pPr>
    <w:rPr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18C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5E0245"/>
  </w:style>
  <w:style w:type="paragraph" w:styleId="a7">
    <w:name w:val="Balloon Text"/>
    <w:basedOn w:val="a"/>
    <w:link w:val="a8"/>
    <w:unhideWhenUsed/>
    <w:rsid w:val="008004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09BD"/>
    <w:rPr>
      <w:rFonts w:ascii="Arial" w:hAnsi="Arial"/>
      <w:sz w:val="24"/>
      <w:lang/>
    </w:rPr>
  </w:style>
  <w:style w:type="character" w:customStyle="1" w:styleId="20">
    <w:name w:val="Заголовок 2 Знак"/>
    <w:basedOn w:val="a0"/>
    <w:link w:val="2"/>
    <w:rsid w:val="000009BD"/>
    <w:rPr>
      <w:sz w:val="28"/>
      <w:lang/>
    </w:rPr>
  </w:style>
  <w:style w:type="paragraph" w:customStyle="1" w:styleId="CharChar">
    <w:name w:val="Char Char Знак Знак Знак"/>
    <w:basedOn w:val="a"/>
    <w:rsid w:val="000009BD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a4">
    <w:name w:val="Верхний колонтитул Знак"/>
    <w:link w:val="a3"/>
    <w:rsid w:val="000009BD"/>
  </w:style>
  <w:style w:type="character" w:styleId="a9">
    <w:name w:val="Hyperlink"/>
    <w:rsid w:val="000009BD"/>
    <w:rPr>
      <w:color w:val="0000FF"/>
      <w:u w:val="single"/>
    </w:rPr>
  </w:style>
  <w:style w:type="paragraph" w:styleId="aa">
    <w:name w:val="Body Text"/>
    <w:basedOn w:val="a"/>
    <w:link w:val="ab"/>
    <w:rsid w:val="000009BD"/>
    <w:pPr>
      <w:overflowPunct/>
      <w:autoSpaceDE/>
      <w:autoSpaceDN/>
      <w:adjustRightInd/>
      <w:textAlignment w:val="auto"/>
    </w:pPr>
    <w:rPr>
      <w:sz w:val="28"/>
      <w:lang/>
    </w:rPr>
  </w:style>
  <w:style w:type="character" w:customStyle="1" w:styleId="ab">
    <w:name w:val="Основной текст Знак"/>
    <w:basedOn w:val="a0"/>
    <w:link w:val="aa"/>
    <w:rsid w:val="000009BD"/>
    <w:rPr>
      <w:sz w:val="28"/>
      <w:lang/>
    </w:rPr>
  </w:style>
  <w:style w:type="paragraph" w:styleId="ac">
    <w:name w:val="Body Text Indent"/>
    <w:basedOn w:val="a"/>
    <w:link w:val="ad"/>
    <w:rsid w:val="000009BD"/>
    <w:pPr>
      <w:overflowPunct/>
      <w:autoSpaceDE/>
      <w:autoSpaceDN/>
      <w:adjustRightInd/>
      <w:ind w:firstLine="709"/>
      <w:jc w:val="both"/>
      <w:textAlignment w:val="auto"/>
    </w:pPr>
    <w:rPr>
      <w:sz w:val="28"/>
      <w:lang/>
    </w:rPr>
  </w:style>
  <w:style w:type="character" w:customStyle="1" w:styleId="ad">
    <w:name w:val="Основной текст с отступом Знак"/>
    <w:basedOn w:val="a0"/>
    <w:link w:val="ac"/>
    <w:rsid w:val="000009BD"/>
    <w:rPr>
      <w:sz w:val="28"/>
      <w:lang/>
    </w:rPr>
  </w:style>
  <w:style w:type="paragraph" w:customStyle="1" w:styleId="Postan">
    <w:name w:val="Postan"/>
    <w:basedOn w:val="a"/>
    <w:rsid w:val="000009BD"/>
    <w:pPr>
      <w:overflowPunct/>
      <w:autoSpaceDE/>
      <w:autoSpaceDN/>
      <w:adjustRightInd/>
      <w:jc w:val="center"/>
      <w:textAlignment w:val="auto"/>
    </w:pPr>
    <w:rPr>
      <w:sz w:val="28"/>
    </w:rPr>
  </w:style>
  <w:style w:type="character" w:styleId="ae">
    <w:name w:val="page number"/>
    <w:rsid w:val="000009BD"/>
  </w:style>
  <w:style w:type="paragraph" w:customStyle="1" w:styleId="ConsPlusNormal">
    <w:name w:val="ConsPlusNormal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0009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009B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0009BD"/>
    <w:pPr>
      <w:overflowPunct/>
      <w:autoSpaceDE/>
      <w:autoSpaceDN/>
      <w:adjustRightInd/>
      <w:ind w:left="720"/>
      <w:contextualSpacing/>
      <w:textAlignment w:val="auto"/>
    </w:pPr>
  </w:style>
  <w:style w:type="paragraph" w:customStyle="1" w:styleId="af0">
    <w:name w:val="Знак"/>
    <w:basedOn w:val="a"/>
    <w:rsid w:val="000009B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af1">
    <w:name w:val="."/>
    <w:rsid w:val="000009B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f2">
    <w:name w:val="Table Grid"/>
    <w:basedOn w:val="a1"/>
    <w:rsid w:val="000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uiPriority w:val="99"/>
    <w:semiHidden/>
    <w:rsid w:val="000009BD"/>
    <w:rPr>
      <w:color w:val="808080"/>
    </w:rPr>
  </w:style>
  <w:style w:type="numbering" w:customStyle="1" w:styleId="11">
    <w:name w:val="Нет списка1"/>
    <w:next w:val="a2"/>
    <w:semiHidden/>
    <w:rsid w:val="000009BD"/>
  </w:style>
  <w:style w:type="numbering" w:customStyle="1" w:styleId="21">
    <w:name w:val="Нет списка2"/>
    <w:next w:val="a2"/>
    <w:uiPriority w:val="99"/>
    <w:semiHidden/>
    <w:unhideWhenUsed/>
    <w:rsid w:val="000009BD"/>
  </w:style>
  <w:style w:type="numbering" w:customStyle="1" w:styleId="3">
    <w:name w:val="Нет списка3"/>
    <w:next w:val="a2"/>
    <w:semiHidden/>
    <w:rsid w:val="00000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009BD"/>
    <w:pPr>
      <w:keepNext/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0009BD"/>
    <w:pPr>
      <w:keepNext/>
      <w:overflowPunct/>
      <w:autoSpaceDE/>
      <w:autoSpaceDN/>
      <w:adjustRightInd/>
      <w:ind w:left="709"/>
      <w:textAlignment w:val="auto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18C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5E0245"/>
  </w:style>
  <w:style w:type="paragraph" w:styleId="a7">
    <w:name w:val="Balloon Text"/>
    <w:basedOn w:val="a"/>
    <w:link w:val="a8"/>
    <w:unhideWhenUsed/>
    <w:rsid w:val="008004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09BD"/>
    <w:rPr>
      <w:rFonts w:ascii="Arial" w:hAnsi="Arial"/>
      <w:sz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0009BD"/>
    <w:rPr>
      <w:sz w:val="28"/>
      <w:lang w:val="x-none" w:eastAsia="x-none"/>
    </w:rPr>
  </w:style>
  <w:style w:type="paragraph" w:customStyle="1" w:styleId="CharChar">
    <w:name w:val="Char Char Знак Знак Знак"/>
    <w:basedOn w:val="a"/>
    <w:rsid w:val="000009BD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a4">
    <w:name w:val="Верхний колонтитул Знак"/>
    <w:link w:val="a3"/>
    <w:rsid w:val="000009BD"/>
  </w:style>
  <w:style w:type="character" w:styleId="a9">
    <w:name w:val="Hyperlink"/>
    <w:rsid w:val="000009BD"/>
    <w:rPr>
      <w:color w:val="0000FF"/>
      <w:u w:val="single"/>
    </w:rPr>
  </w:style>
  <w:style w:type="paragraph" w:styleId="aa">
    <w:name w:val="Body Text"/>
    <w:basedOn w:val="a"/>
    <w:link w:val="ab"/>
    <w:rsid w:val="000009BD"/>
    <w:pPr>
      <w:overflowPunct/>
      <w:autoSpaceDE/>
      <w:autoSpaceDN/>
      <w:adjustRightInd/>
      <w:textAlignment w:val="auto"/>
    </w:pPr>
    <w:rPr>
      <w:sz w:val="28"/>
      <w:lang w:val="x-none" w:eastAsia="x-none"/>
    </w:rPr>
  </w:style>
  <w:style w:type="character" w:customStyle="1" w:styleId="ab">
    <w:name w:val="Основной текст Знак"/>
    <w:basedOn w:val="a0"/>
    <w:link w:val="aa"/>
    <w:rsid w:val="000009BD"/>
    <w:rPr>
      <w:sz w:val="28"/>
      <w:lang w:val="x-none" w:eastAsia="x-none"/>
    </w:rPr>
  </w:style>
  <w:style w:type="paragraph" w:styleId="ac">
    <w:name w:val="Body Text Indent"/>
    <w:basedOn w:val="a"/>
    <w:link w:val="ad"/>
    <w:rsid w:val="000009BD"/>
    <w:pPr>
      <w:overflowPunct/>
      <w:autoSpaceDE/>
      <w:autoSpaceDN/>
      <w:adjustRightInd/>
      <w:ind w:firstLine="709"/>
      <w:jc w:val="both"/>
      <w:textAlignment w:val="auto"/>
    </w:pPr>
    <w:rPr>
      <w:sz w:val="28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0009BD"/>
    <w:rPr>
      <w:sz w:val="28"/>
      <w:lang w:val="x-none" w:eastAsia="x-none"/>
    </w:rPr>
  </w:style>
  <w:style w:type="paragraph" w:customStyle="1" w:styleId="Postan">
    <w:name w:val="Postan"/>
    <w:basedOn w:val="a"/>
    <w:rsid w:val="000009BD"/>
    <w:pPr>
      <w:overflowPunct/>
      <w:autoSpaceDE/>
      <w:autoSpaceDN/>
      <w:adjustRightInd/>
      <w:jc w:val="center"/>
      <w:textAlignment w:val="auto"/>
    </w:pPr>
    <w:rPr>
      <w:sz w:val="28"/>
    </w:rPr>
  </w:style>
  <w:style w:type="character" w:styleId="ae">
    <w:name w:val="page number"/>
    <w:rsid w:val="000009BD"/>
  </w:style>
  <w:style w:type="paragraph" w:customStyle="1" w:styleId="ConsPlusNormal">
    <w:name w:val="ConsPlusNormal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0009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009B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0009BD"/>
    <w:pPr>
      <w:overflowPunct/>
      <w:autoSpaceDE/>
      <w:autoSpaceDN/>
      <w:adjustRightInd/>
      <w:ind w:left="720"/>
      <w:contextualSpacing/>
      <w:textAlignment w:val="auto"/>
    </w:pPr>
  </w:style>
  <w:style w:type="paragraph" w:customStyle="1" w:styleId="af0">
    <w:name w:val="Знак"/>
    <w:basedOn w:val="a"/>
    <w:rsid w:val="000009B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af1">
    <w:name w:val="."/>
    <w:rsid w:val="000009B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f2">
    <w:name w:val="Table Grid"/>
    <w:basedOn w:val="a1"/>
    <w:rsid w:val="000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uiPriority w:val="99"/>
    <w:semiHidden/>
    <w:rsid w:val="000009BD"/>
    <w:rPr>
      <w:color w:val="808080"/>
    </w:rPr>
  </w:style>
  <w:style w:type="numbering" w:customStyle="1" w:styleId="11">
    <w:name w:val="Нет списка1"/>
    <w:next w:val="a2"/>
    <w:semiHidden/>
    <w:rsid w:val="000009BD"/>
  </w:style>
  <w:style w:type="numbering" w:customStyle="1" w:styleId="21">
    <w:name w:val="Нет списка2"/>
    <w:next w:val="a2"/>
    <w:uiPriority w:val="99"/>
    <w:semiHidden/>
    <w:unhideWhenUsed/>
    <w:rsid w:val="000009BD"/>
  </w:style>
  <w:style w:type="numbering" w:customStyle="1" w:styleId="3">
    <w:name w:val="Нет списка3"/>
    <w:next w:val="a2"/>
    <w:semiHidden/>
    <w:rsid w:val="00000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DBFB-7614-46A5-94C3-C9D70B66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2</TotalTime>
  <Pages>32</Pages>
  <Words>9585</Words>
  <Characters>54641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64098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2023-11-17T06:51:00Z</cp:lastPrinted>
  <dcterms:created xsi:type="dcterms:W3CDTF">2023-11-24T13:09:00Z</dcterms:created>
  <dcterms:modified xsi:type="dcterms:W3CDTF">2023-11-24T13:09:00Z</dcterms:modified>
</cp:coreProperties>
</file>