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1631F0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11.04.2025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3606" w:rsidRPr="0099714A">
        <w:rPr>
          <w:sz w:val="28"/>
          <w:szCs w:val="28"/>
        </w:rPr>
        <w:t>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363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51512A" w:rsidRPr="00720F0E" w:rsidRDefault="0051512A" w:rsidP="0051512A">
      <w:pPr>
        <w:jc w:val="center"/>
        <w:rPr>
          <w:b/>
          <w:sz w:val="28"/>
          <w:szCs w:val="28"/>
        </w:rPr>
      </w:pPr>
      <w:r w:rsidRPr="00720F0E">
        <w:rPr>
          <w:b/>
          <w:sz w:val="28"/>
          <w:szCs w:val="28"/>
        </w:rPr>
        <w:t>О праздн</w:t>
      </w:r>
      <w:r>
        <w:rPr>
          <w:b/>
          <w:sz w:val="28"/>
          <w:szCs w:val="28"/>
        </w:rPr>
        <w:t>овании в городе Новошахтинске 80</w:t>
      </w:r>
      <w:r w:rsidRPr="00720F0E">
        <w:rPr>
          <w:b/>
          <w:sz w:val="28"/>
          <w:szCs w:val="28"/>
        </w:rPr>
        <w:t xml:space="preserve">-й годовщины Победы                         в Великой Отечественной войне 1941 – 1945 годов </w:t>
      </w:r>
    </w:p>
    <w:p w:rsidR="0051512A" w:rsidRPr="00720F0E" w:rsidRDefault="0051512A" w:rsidP="0051512A">
      <w:pPr>
        <w:jc w:val="both"/>
        <w:rPr>
          <w:sz w:val="28"/>
          <w:szCs w:val="28"/>
        </w:rPr>
      </w:pPr>
    </w:p>
    <w:p w:rsidR="0051512A" w:rsidRDefault="0051512A" w:rsidP="0051512A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20F0E">
        <w:rPr>
          <w:sz w:val="28"/>
          <w:szCs w:val="28"/>
        </w:rPr>
        <w:t xml:space="preserve">В соответствии со статьей 1 Федерального закона от 13.03.1995 </w:t>
      </w:r>
      <w:r w:rsidR="0079544A">
        <w:rPr>
          <w:sz w:val="28"/>
          <w:szCs w:val="28"/>
        </w:rPr>
        <w:t xml:space="preserve">             </w:t>
      </w:r>
      <w:r w:rsidRPr="00720F0E">
        <w:rPr>
          <w:sz w:val="28"/>
          <w:szCs w:val="28"/>
        </w:rPr>
        <w:t>№ 32-ФЗ «О днях воинской славы и памятных датах России», Федеральным законом от 19.05.1995 № 80-ФЗ «Об увековечении Победы советского народа в Великой Отечественной Войне 1941 – 1945 годов»,</w:t>
      </w:r>
      <w:r w:rsidR="006703F3" w:rsidRPr="006703F3">
        <w:rPr>
          <w:sz w:val="28"/>
          <w:szCs w:val="28"/>
          <w:shd w:val="clear" w:color="auto" w:fill="FFFFFF"/>
        </w:rPr>
        <w:t xml:space="preserve"> </w:t>
      </w:r>
      <w:r w:rsidR="006703F3" w:rsidRPr="006F1FD3">
        <w:rPr>
          <w:sz w:val="28"/>
          <w:szCs w:val="28"/>
          <w:shd w:val="clear" w:color="auto" w:fill="FFFFFF"/>
        </w:rPr>
        <w:t xml:space="preserve">во исполнение </w:t>
      </w:r>
      <w:r w:rsidR="006703F3" w:rsidRPr="006F1FD3">
        <w:rPr>
          <w:sz w:val="28"/>
          <w:szCs w:val="28"/>
        </w:rPr>
        <w:t>Указ</w:t>
      </w:r>
      <w:r w:rsidR="006703F3">
        <w:rPr>
          <w:sz w:val="28"/>
          <w:szCs w:val="28"/>
        </w:rPr>
        <w:t>ов</w:t>
      </w:r>
      <w:r w:rsidR="006703F3" w:rsidRPr="006F1FD3">
        <w:rPr>
          <w:sz w:val="28"/>
          <w:szCs w:val="28"/>
        </w:rPr>
        <w:t xml:space="preserve"> Президента Российской Федерации </w:t>
      </w:r>
      <w:r w:rsidR="006703F3">
        <w:rPr>
          <w:sz w:val="28"/>
          <w:szCs w:val="28"/>
        </w:rPr>
        <w:t>от 31.07.2023</w:t>
      </w:r>
      <w:r w:rsidR="006703F3" w:rsidRPr="006F1FD3">
        <w:rPr>
          <w:sz w:val="28"/>
          <w:szCs w:val="28"/>
        </w:rPr>
        <w:t xml:space="preserve"> №</w:t>
      </w:r>
      <w:r w:rsidR="006703F3">
        <w:rPr>
          <w:sz w:val="28"/>
          <w:szCs w:val="28"/>
        </w:rPr>
        <w:t xml:space="preserve"> </w:t>
      </w:r>
      <w:r w:rsidR="006703F3" w:rsidRPr="006F1FD3">
        <w:rPr>
          <w:sz w:val="28"/>
          <w:szCs w:val="28"/>
        </w:rPr>
        <w:t>568 «О подготовке и проведении празднования 80-й годовщины Победы в В</w:t>
      </w:r>
      <w:r w:rsidR="006703F3">
        <w:rPr>
          <w:sz w:val="28"/>
          <w:szCs w:val="28"/>
        </w:rPr>
        <w:t xml:space="preserve">еликой Отечественной войне 1941 − </w:t>
      </w:r>
      <w:r w:rsidR="006703F3" w:rsidRPr="006F1FD3">
        <w:rPr>
          <w:sz w:val="28"/>
          <w:szCs w:val="28"/>
        </w:rPr>
        <w:t>1945 годов»</w:t>
      </w:r>
      <w:r w:rsidR="00BD266F">
        <w:rPr>
          <w:sz w:val="28"/>
          <w:szCs w:val="28"/>
        </w:rPr>
        <w:t>,</w:t>
      </w:r>
      <w:r w:rsidRPr="00720F0E">
        <w:rPr>
          <w:sz w:val="28"/>
          <w:szCs w:val="28"/>
        </w:rPr>
        <w:t xml:space="preserve"> </w:t>
      </w:r>
      <w:r w:rsidRPr="00BC7D5C">
        <w:rPr>
          <w:sz w:val="28"/>
          <w:szCs w:val="28"/>
        </w:rPr>
        <w:t>от 16</w:t>
      </w:r>
      <w:r w:rsidR="00D52C12">
        <w:rPr>
          <w:sz w:val="28"/>
          <w:szCs w:val="28"/>
        </w:rPr>
        <w:t>.01.</w:t>
      </w:r>
      <w:r w:rsidRPr="00BC7D5C">
        <w:rPr>
          <w:sz w:val="28"/>
          <w:szCs w:val="28"/>
        </w:rPr>
        <w:t>2025 №</w:t>
      </w:r>
      <w:r w:rsidR="00D52C12">
        <w:rPr>
          <w:sz w:val="28"/>
          <w:szCs w:val="28"/>
        </w:rPr>
        <w:t xml:space="preserve"> </w:t>
      </w:r>
      <w:r w:rsidRPr="00BC7D5C">
        <w:rPr>
          <w:sz w:val="28"/>
          <w:szCs w:val="28"/>
        </w:rPr>
        <w:t>28 «О проведении в Российской Федерации Года защитника Отечества»</w:t>
      </w:r>
      <w:r w:rsidRPr="00BC7D5C">
        <w:rPr>
          <w:sz w:val="28"/>
          <w:szCs w:val="28"/>
          <w:shd w:val="clear" w:color="auto" w:fill="FFFFFF"/>
        </w:rPr>
        <w:t>, в целях сохранения исторической памяти,</w:t>
      </w:r>
      <w:r>
        <w:rPr>
          <w:sz w:val="28"/>
          <w:szCs w:val="28"/>
          <w:shd w:val="clear" w:color="auto" w:fill="FFFFFF"/>
        </w:rPr>
        <w:t xml:space="preserve"> </w:t>
      </w:r>
      <w:r w:rsidRPr="00720F0E">
        <w:rPr>
          <w:sz w:val="28"/>
          <w:szCs w:val="28"/>
        </w:rPr>
        <w:t>памяти о защитниках Родины, патриотического воспитания подрос</w:t>
      </w:r>
      <w:r w:rsidRPr="00720F0E">
        <w:rPr>
          <w:sz w:val="28"/>
          <w:szCs w:val="28"/>
        </w:rPr>
        <w:t>т</w:t>
      </w:r>
      <w:r w:rsidRPr="00720F0E">
        <w:rPr>
          <w:sz w:val="28"/>
          <w:szCs w:val="28"/>
        </w:rPr>
        <w:t>ков и молодежи, подготовки и организова</w:t>
      </w:r>
      <w:r>
        <w:rPr>
          <w:sz w:val="28"/>
          <w:szCs w:val="28"/>
        </w:rPr>
        <w:t xml:space="preserve">нного проведения празднования </w:t>
      </w:r>
      <w:r w:rsidR="00CF703B">
        <w:rPr>
          <w:sz w:val="28"/>
          <w:szCs w:val="28"/>
        </w:rPr>
        <w:t xml:space="preserve"> </w:t>
      </w:r>
      <w:r>
        <w:rPr>
          <w:sz w:val="28"/>
          <w:szCs w:val="28"/>
        </w:rPr>
        <w:t>80</w:t>
      </w:r>
      <w:r w:rsidRPr="00720F0E">
        <w:rPr>
          <w:sz w:val="28"/>
          <w:szCs w:val="28"/>
        </w:rPr>
        <w:t>-й годовщины Победы в Великой Отечес</w:t>
      </w:r>
      <w:r>
        <w:rPr>
          <w:sz w:val="28"/>
          <w:szCs w:val="28"/>
        </w:rPr>
        <w:t xml:space="preserve">твенной войне 1941 – 1945 годов, </w:t>
      </w:r>
      <w:r w:rsidRPr="00BC7D5C">
        <w:rPr>
          <w:sz w:val="28"/>
          <w:szCs w:val="28"/>
          <w:shd w:val="clear" w:color="auto" w:fill="FFFFFF"/>
        </w:rPr>
        <w:t>в ознаменование 80-летия Победы в Великой Отечествен</w:t>
      </w:r>
      <w:r w:rsidR="00C03F4A">
        <w:rPr>
          <w:sz w:val="28"/>
          <w:szCs w:val="28"/>
          <w:shd w:val="clear" w:color="auto" w:fill="FFFFFF"/>
        </w:rPr>
        <w:t xml:space="preserve">ной войне 1941 − </w:t>
      </w:r>
      <w:r w:rsidRPr="00BC7D5C">
        <w:rPr>
          <w:sz w:val="28"/>
          <w:szCs w:val="28"/>
          <w:shd w:val="clear" w:color="auto" w:fill="FFFFFF"/>
        </w:rPr>
        <w:t>1945 годов, в благодарность ветеранам и признания подвига участников сп</w:t>
      </w:r>
      <w:r w:rsidRPr="00BC7D5C">
        <w:rPr>
          <w:sz w:val="28"/>
          <w:szCs w:val="28"/>
          <w:shd w:val="clear" w:color="auto" w:fill="FFFFFF"/>
        </w:rPr>
        <w:t>е</w:t>
      </w:r>
      <w:r w:rsidRPr="00BC7D5C">
        <w:rPr>
          <w:sz w:val="28"/>
          <w:szCs w:val="28"/>
          <w:shd w:val="clear" w:color="auto" w:fill="FFFFFF"/>
        </w:rPr>
        <w:t>циальной военной операции</w:t>
      </w:r>
      <w:r>
        <w:rPr>
          <w:sz w:val="28"/>
          <w:szCs w:val="28"/>
          <w:shd w:val="clear" w:color="auto" w:fill="FFFFFF"/>
        </w:rPr>
        <w:t xml:space="preserve"> </w:t>
      </w:r>
    </w:p>
    <w:p w:rsidR="00284C0F" w:rsidRPr="00BC7D5C" w:rsidRDefault="00284C0F" w:rsidP="0051512A">
      <w:pPr>
        <w:spacing w:line="276" w:lineRule="auto"/>
        <w:ind w:firstLine="709"/>
        <w:jc w:val="both"/>
        <w:rPr>
          <w:sz w:val="28"/>
          <w:szCs w:val="28"/>
        </w:rPr>
      </w:pPr>
    </w:p>
    <w:p w:rsidR="0051512A" w:rsidRPr="00720F0E" w:rsidRDefault="0051512A" w:rsidP="0051512A">
      <w:pPr>
        <w:spacing w:line="276" w:lineRule="auto"/>
        <w:jc w:val="center"/>
        <w:rPr>
          <w:sz w:val="28"/>
          <w:szCs w:val="28"/>
        </w:rPr>
      </w:pPr>
      <w:r w:rsidRPr="00720F0E">
        <w:rPr>
          <w:sz w:val="28"/>
          <w:szCs w:val="28"/>
        </w:rPr>
        <w:t>ПОСТАНОВЛЯЮ:</w:t>
      </w:r>
    </w:p>
    <w:p w:rsidR="0051512A" w:rsidRPr="00720F0E" w:rsidRDefault="0051512A" w:rsidP="0051512A">
      <w:pPr>
        <w:spacing w:line="276" w:lineRule="auto"/>
        <w:jc w:val="both"/>
        <w:rPr>
          <w:sz w:val="28"/>
          <w:szCs w:val="28"/>
        </w:rPr>
      </w:pPr>
    </w:p>
    <w:p w:rsidR="0051512A" w:rsidRPr="00C03F4A" w:rsidRDefault="00C03F4A" w:rsidP="00C03F4A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284C0F" w:rsidRPr="00C03F4A">
        <w:rPr>
          <w:sz w:val="28"/>
          <w:szCs w:val="28"/>
        </w:rPr>
        <w:t xml:space="preserve"> </w:t>
      </w:r>
      <w:r w:rsidR="004D01F0">
        <w:rPr>
          <w:sz w:val="28"/>
          <w:szCs w:val="28"/>
        </w:rPr>
        <w:t>п</w:t>
      </w:r>
      <w:r w:rsidR="0051512A" w:rsidRPr="00C03F4A">
        <w:rPr>
          <w:sz w:val="28"/>
          <w:szCs w:val="28"/>
        </w:rPr>
        <w:t>лан мероприятий, посвященных празднованию 80-й г</w:t>
      </w:r>
      <w:r w:rsidR="0051512A" w:rsidRPr="00C03F4A">
        <w:rPr>
          <w:sz w:val="28"/>
          <w:szCs w:val="28"/>
        </w:rPr>
        <w:t>о</w:t>
      </w:r>
      <w:r w:rsidR="0051512A" w:rsidRPr="00C03F4A">
        <w:rPr>
          <w:sz w:val="28"/>
          <w:szCs w:val="28"/>
        </w:rPr>
        <w:t>довщины Победы в Великой Отечественной войне 1941 – 1945 годов (да</w:t>
      </w:r>
      <w:r>
        <w:rPr>
          <w:sz w:val="28"/>
          <w:szCs w:val="28"/>
        </w:rPr>
        <w:t xml:space="preserve">-           </w:t>
      </w:r>
      <w:r w:rsidR="0051512A" w:rsidRPr="00C03F4A">
        <w:rPr>
          <w:sz w:val="28"/>
          <w:szCs w:val="28"/>
        </w:rPr>
        <w:t>лее – план праздничных мероприятий), согласно при</w:t>
      </w:r>
      <w:r>
        <w:rPr>
          <w:sz w:val="28"/>
          <w:szCs w:val="28"/>
        </w:rPr>
        <w:t>ложению</w:t>
      </w:r>
      <w:r w:rsidR="0051512A" w:rsidRPr="00C03F4A">
        <w:rPr>
          <w:sz w:val="28"/>
          <w:szCs w:val="28"/>
        </w:rPr>
        <w:t>.</w:t>
      </w:r>
    </w:p>
    <w:p w:rsidR="0051512A" w:rsidRPr="00720F0E" w:rsidRDefault="0051512A" w:rsidP="005151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720F0E">
        <w:rPr>
          <w:sz w:val="28"/>
          <w:szCs w:val="28"/>
        </w:rPr>
        <w:t>беспечить исполнение плана праздничных мероприятий.</w:t>
      </w:r>
    </w:p>
    <w:p w:rsidR="0051512A" w:rsidRPr="00720F0E" w:rsidRDefault="0051512A" w:rsidP="005151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20F0E">
        <w:rPr>
          <w:sz w:val="28"/>
          <w:szCs w:val="28"/>
        </w:rPr>
        <w:t>. Рекомендовать местным средствам массовой информации: Обществу с ограниченной ответственностью «Редакция газет</w:t>
      </w:r>
      <w:r>
        <w:rPr>
          <w:sz w:val="28"/>
          <w:szCs w:val="28"/>
        </w:rPr>
        <w:t>ы «Знамя шахтера» (Нау</w:t>
      </w:r>
      <w:r w:rsidR="004D01F0">
        <w:rPr>
          <w:sz w:val="28"/>
          <w:szCs w:val="28"/>
        </w:rPr>
        <w:t>-</w:t>
      </w:r>
      <w:r>
        <w:rPr>
          <w:sz w:val="28"/>
          <w:szCs w:val="28"/>
        </w:rPr>
        <w:t>мо</w:t>
      </w:r>
      <w:r w:rsidRPr="00720F0E">
        <w:rPr>
          <w:sz w:val="28"/>
          <w:szCs w:val="28"/>
        </w:rPr>
        <w:t>ва Л.С.), муниципальному бюджетному учреждению «ТелеРадиоКомпания «Несветай» города Новошахтинска (Ковярова А.П.), Обществу с ограниче</w:t>
      </w:r>
      <w:r w:rsidRPr="00720F0E">
        <w:rPr>
          <w:sz w:val="28"/>
          <w:szCs w:val="28"/>
        </w:rPr>
        <w:t>н</w:t>
      </w:r>
      <w:r w:rsidRPr="00720F0E">
        <w:rPr>
          <w:sz w:val="28"/>
          <w:szCs w:val="28"/>
        </w:rPr>
        <w:t>ной ответственностью «Интерфейс» (Филиппенко А.Ю.) информировать население о проводимых мероприятиях.</w:t>
      </w:r>
    </w:p>
    <w:p w:rsidR="0051512A" w:rsidRPr="00720F0E" w:rsidRDefault="0051512A" w:rsidP="005151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20F0E">
        <w:rPr>
          <w:sz w:val="28"/>
          <w:szCs w:val="28"/>
        </w:rPr>
        <w:t xml:space="preserve">. </w:t>
      </w:r>
      <w:r w:rsidR="004D01F0">
        <w:rPr>
          <w:sz w:val="28"/>
          <w:szCs w:val="28"/>
        </w:rPr>
        <w:t>Настоящее п</w:t>
      </w:r>
      <w:r w:rsidRPr="00720F0E">
        <w:rPr>
          <w:sz w:val="28"/>
          <w:szCs w:val="28"/>
        </w:rPr>
        <w:t>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51512A" w:rsidRPr="00720F0E" w:rsidRDefault="0051512A" w:rsidP="005151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20F0E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социальным вопросам Туркатову Е.И., з</w:t>
      </w:r>
      <w:r w:rsidRPr="00720F0E">
        <w:rPr>
          <w:sz w:val="28"/>
          <w:szCs w:val="28"/>
        </w:rPr>
        <w:t>а</w:t>
      </w:r>
      <w:r w:rsidRPr="00720F0E">
        <w:rPr>
          <w:sz w:val="28"/>
          <w:szCs w:val="28"/>
        </w:rPr>
        <w:t>местителя Главы Администрации города по административно-правовым в</w:t>
      </w:r>
      <w:r w:rsidRPr="00720F0E">
        <w:rPr>
          <w:sz w:val="28"/>
          <w:szCs w:val="28"/>
        </w:rPr>
        <w:t>о</w:t>
      </w:r>
      <w:r w:rsidRPr="00720F0E">
        <w:rPr>
          <w:sz w:val="28"/>
          <w:szCs w:val="28"/>
        </w:rPr>
        <w:t>просам Лиханова А.Г.</w:t>
      </w:r>
    </w:p>
    <w:p w:rsidR="0051512A" w:rsidRDefault="0051512A" w:rsidP="0051512A">
      <w:pPr>
        <w:spacing w:line="276" w:lineRule="auto"/>
        <w:jc w:val="both"/>
        <w:rPr>
          <w:sz w:val="28"/>
          <w:szCs w:val="28"/>
        </w:rPr>
      </w:pPr>
    </w:p>
    <w:p w:rsidR="00C23760" w:rsidRPr="00720F0E" w:rsidRDefault="00C23760" w:rsidP="0051512A">
      <w:pPr>
        <w:spacing w:line="276" w:lineRule="auto"/>
        <w:jc w:val="both"/>
        <w:rPr>
          <w:sz w:val="28"/>
          <w:szCs w:val="28"/>
        </w:rPr>
      </w:pPr>
    </w:p>
    <w:p w:rsidR="00C23760" w:rsidRPr="002B7646" w:rsidRDefault="00C23760" w:rsidP="00C23760">
      <w:pPr>
        <w:tabs>
          <w:tab w:val="left" w:pos="4000"/>
        </w:tabs>
        <w:ind w:firstLine="709"/>
        <w:jc w:val="both"/>
        <w:rPr>
          <w:sz w:val="28"/>
          <w:szCs w:val="28"/>
        </w:rPr>
      </w:pPr>
      <w:r w:rsidRPr="002B7646">
        <w:rPr>
          <w:sz w:val="28"/>
          <w:szCs w:val="28"/>
        </w:rPr>
        <w:t xml:space="preserve">Первый заместитель </w:t>
      </w:r>
    </w:p>
    <w:p w:rsidR="00C23760" w:rsidRPr="002B7646" w:rsidRDefault="00C23760" w:rsidP="00C23760">
      <w:pPr>
        <w:tabs>
          <w:tab w:val="left" w:pos="4000"/>
        </w:tabs>
        <w:jc w:val="both"/>
        <w:rPr>
          <w:sz w:val="28"/>
          <w:szCs w:val="28"/>
        </w:rPr>
      </w:pPr>
      <w:r w:rsidRPr="002B7646">
        <w:rPr>
          <w:sz w:val="28"/>
          <w:szCs w:val="28"/>
        </w:rPr>
        <w:t>Главы Администрации города</w:t>
      </w:r>
      <w:r w:rsidRPr="002B7646">
        <w:rPr>
          <w:sz w:val="28"/>
          <w:szCs w:val="28"/>
        </w:rPr>
        <w:tab/>
      </w:r>
      <w:r w:rsidRPr="002B7646">
        <w:rPr>
          <w:sz w:val="28"/>
          <w:szCs w:val="28"/>
        </w:rPr>
        <w:tab/>
      </w:r>
      <w:r w:rsidRPr="002B7646">
        <w:rPr>
          <w:sz w:val="28"/>
          <w:szCs w:val="28"/>
        </w:rPr>
        <w:tab/>
      </w:r>
      <w:r w:rsidRPr="002B7646">
        <w:rPr>
          <w:sz w:val="28"/>
          <w:szCs w:val="28"/>
        </w:rPr>
        <w:tab/>
      </w:r>
      <w:r w:rsidRPr="002B7646">
        <w:rPr>
          <w:sz w:val="28"/>
          <w:szCs w:val="28"/>
        </w:rPr>
        <w:tab/>
        <w:t xml:space="preserve">             </w:t>
      </w:r>
      <w:r w:rsidRPr="00C477E8">
        <w:rPr>
          <w:color w:val="000000"/>
          <w:spacing w:val="-6"/>
          <w:sz w:val="28"/>
          <w:szCs w:val="28"/>
        </w:rPr>
        <w:t>М.Н. Пархоменко</w:t>
      </w:r>
    </w:p>
    <w:p w:rsidR="0051512A" w:rsidRPr="00720F0E" w:rsidRDefault="0051512A" w:rsidP="0051512A">
      <w:pPr>
        <w:spacing w:line="276" w:lineRule="auto"/>
        <w:jc w:val="both"/>
        <w:rPr>
          <w:sz w:val="28"/>
          <w:szCs w:val="28"/>
        </w:rPr>
      </w:pPr>
    </w:p>
    <w:p w:rsidR="0051512A" w:rsidRDefault="0051512A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8"/>
          <w:szCs w:val="28"/>
        </w:rPr>
      </w:pPr>
    </w:p>
    <w:p w:rsidR="00C23760" w:rsidRDefault="00C23760" w:rsidP="0051512A">
      <w:pPr>
        <w:jc w:val="both"/>
        <w:rPr>
          <w:sz w:val="24"/>
          <w:szCs w:val="28"/>
        </w:rPr>
      </w:pPr>
    </w:p>
    <w:p w:rsidR="004D01F0" w:rsidRDefault="004D01F0" w:rsidP="0051512A">
      <w:pPr>
        <w:jc w:val="both"/>
        <w:rPr>
          <w:sz w:val="24"/>
          <w:szCs w:val="28"/>
        </w:rPr>
      </w:pPr>
    </w:p>
    <w:p w:rsidR="004D01F0" w:rsidRDefault="004D01F0" w:rsidP="0051512A">
      <w:pPr>
        <w:jc w:val="both"/>
        <w:rPr>
          <w:sz w:val="24"/>
          <w:szCs w:val="28"/>
        </w:rPr>
      </w:pPr>
    </w:p>
    <w:p w:rsidR="004D01F0" w:rsidRPr="00C23760" w:rsidRDefault="004D01F0" w:rsidP="0051512A">
      <w:pPr>
        <w:jc w:val="both"/>
        <w:rPr>
          <w:sz w:val="24"/>
          <w:szCs w:val="28"/>
        </w:rPr>
      </w:pPr>
    </w:p>
    <w:p w:rsidR="0051512A" w:rsidRPr="00C23760" w:rsidRDefault="0051512A" w:rsidP="0051512A">
      <w:pPr>
        <w:jc w:val="both"/>
        <w:rPr>
          <w:sz w:val="28"/>
          <w:szCs w:val="28"/>
        </w:rPr>
      </w:pPr>
      <w:r w:rsidRPr="00C23760">
        <w:rPr>
          <w:sz w:val="28"/>
          <w:szCs w:val="28"/>
        </w:rPr>
        <w:t>Постановление вносит</w:t>
      </w:r>
    </w:p>
    <w:p w:rsidR="00C23760" w:rsidRDefault="0051512A" w:rsidP="0051512A">
      <w:pPr>
        <w:jc w:val="both"/>
        <w:rPr>
          <w:sz w:val="28"/>
          <w:szCs w:val="28"/>
        </w:rPr>
      </w:pPr>
      <w:r w:rsidRPr="00C23760">
        <w:rPr>
          <w:sz w:val="28"/>
          <w:szCs w:val="28"/>
        </w:rPr>
        <w:t xml:space="preserve">Отдел культуры и спорта </w:t>
      </w:r>
    </w:p>
    <w:p w:rsidR="0051512A" w:rsidRPr="00C23760" w:rsidRDefault="0051512A" w:rsidP="0051512A">
      <w:pPr>
        <w:jc w:val="both"/>
        <w:rPr>
          <w:sz w:val="28"/>
          <w:szCs w:val="28"/>
        </w:rPr>
      </w:pPr>
      <w:r w:rsidRPr="00C23760">
        <w:rPr>
          <w:sz w:val="28"/>
          <w:szCs w:val="28"/>
        </w:rPr>
        <w:t>Администрации города</w:t>
      </w:r>
    </w:p>
    <w:p w:rsidR="0051512A" w:rsidRDefault="0051512A" w:rsidP="0051512A">
      <w:pPr>
        <w:widowControl w:val="0"/>
        <w:suppressAutoHyphens/>
        <w:ind w:left="6521"/>
        <w:jc w:val="center"/>
        <w:rPr>
          <w:rFonts w:eastAsia="Lucida Sans Unicode"/>
          <w:kern w:val="1"/>
          <w:sz w:val="28"/>
          <w:szCs w:val="28"/>
        </w:rPr>
      </w:pPr>
      <w:r w:rsidRPr="00F32F8C">
        <w:rPr>
          <w:rFonts w:eastAsia="Lucida Sans Unicode"/>
          <w:kern w:val="1"/>
          <w:sz w:val="28"/>
          <w:szCs w:val="28"/>
        </w:rPr>
        <w:t>Приложение</w:t>
      </w:r>
    </w:p>
    <w:p w:rsidR="0051512A" w:rsidRDefault="0051512A" w:rsidP="0051512A">
      <w:pPr>
        <w:widowControl w:val="0"/>
        <w:suppressAutoHyphens/>
        <w:ind w:left="6521"/>
        <w:jc w:val="center"/>
        <w:rPr>
          <w:rFonts w:eastAsia="Lucida Sans Unicode"/>
          <w:kern w:val="1"/>
          <w:sz w:val="28"/>
          <w:szCs w:val="28"/>
        </w:rPr>
      </w:pPr>
      <w:r w:rsidRPr="00F32F8C">
        <w:rPr>
          <w:rFonts w:eastAsia="Lucida Sans Unicode"/>
          <w:kern w:val="1"/>
          <w:sz w:val="28"/>
          <w:szCs w:val="28"/>
        </w:rPr>
        <w:t>к постановлению</w:t>
      </w:r>
    </w:p>
    <w:p w:rsidR="0051512A" w:rsidRDefault="0051512A" w:rsidP="0051512A">
      <w:pPr>
        <w:widowControl w:val="0"/>
        <w:suppressAutoHyphens/>
        <w:ind w:left="6521"/>
        <w:jc w:val="center"/>
        <w:rPr>
          <w:rFonts w:eastAsia="Lucida Sans Unicode"/>
          <w:kern w:val="1"/>
          <w:sz w:val="28"/>
          <w:szCs w:val="28"/>
        </w:rPr>
      </w:pPr>
      <w:r w:rsidRPr="00F32F8C">
        <w:rPr>
          <w:rFonts w:eastAsia="Lucida Sans Unicode"/>
          <w:kern w:val="1"/>
          <w:sz w:val="28"/>
          <w:szCs w:val="28"/>
        </w:rPr>
        <w:t>Администрации города</w:t>
      </w:r>
    </w:p>
    <w:p w:rsidR="0051512A" w:rsidRDefault="0051512A" w:rsidP="0051512A">
      <w:pPr>
        <w:widowControl w:val="0"/>
        <w:suppressAutoHyphens/>
        <w:ind w:left="6521"/>
        <w:jc w:val="center"/>
        <w:rPr>
          <w:rFonts w:eastAsia="Lucida Sans Unicode"/>
          <w:kern w:val="1"/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F97A1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631F0">
        <w:rPr>
          <w:sz w:val="28"/>
          <w:szCs w:val="28"/>
        </w:rPr>
        <w:t xml:space="preserve">11.04.2025 </w:t>
      </w:r>
      <w:r w:rsidRPr="00F97A1D">
        <w:rPr>
          <w:sz w:val="28"/>
          <w:szCs w:val="28"/>
        </w:rPr>
        <w:t>№</w:t>
      </w:r>
      <w:r w:rsidR="001631F0">
        <w:rPr>
          <w:sz w:val="28"/>
          <w:szCs w:val="28"/>
        </w:rPr>
        <w:t xml:space="preserve"> 363</w:t>
      </w:r>
    </w:p>
    <w:p w:rsidR="0051512A" w:rsidRPr="0002663A" w:rsidRDefault="0051512A" w:rsidP="0051512A">
      <w:pPr>
        <w:jc w:val="both"/>
        <w:rPr>
          <w:sz w:val="28"/>
          <w:szCs w:val="28"/>
        </w:rPr>
      </w:pPr>
    </w:p>
    <w:p w:rsidR="0051512A" w:rsidRPr="0002663A" w:rsidRDefault="0051512A" w:rsidP="0051512A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  <w:r w:rsidRPr="0002663A">
        <w:rPr>
          <w:sz w:val="28"/>
          <w:szCs w:val="28"/>
        </w:rPr>
        <w:t>,</w:t>
      </w:r>
    </w:p>
    <w:p w:rsidR="0051512A" w:rsidRDefault="0051512A" w:rsidP="0051512A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посвященных празднованию 80</w:t>
      </w:r>
      <w:r w:rsidRPr="0002663A">
        <w:rPr>
          <w:sz w:val="28"/>
          <w:szCs w:val="28"/>
        </w:rPr>
        <w:t xml:space="preserve">-й годовщины Победы в </w:t>
      </w:r>
    </w:p>
    <w:p w:rsidR="0051512A" w:rsidRPr="0002663A" w:rsidRDefault="0051512A" w:rsidP="0051512A">
      <w:pPr>
        <w:ind w:right="-142"/>
        <w:jc w:val="center"/>
        <w:rPr>
          <w:sz w:val="28"/>
          <w:szCs w:val="28"/>
        </w:rPr>
      </w:pPr>
      <w:r w:rsidRPr="0002663A">
        <w:rPr>
          <w:sz w:val="28"/>
          <w:szCs w:val="28"/>
        </w:rPr>
        <w:t>Великой Отечественной войне</w:t>
      </w:r>
      <w:r>
        <w:rPr>
          <w:sz w:val="28"/>
          <w:szCs w:val="28"/>
        </w:rPr>
        <w:t xml:space="preserve"> </w:t>
      </w:r>
      <w:r w:rsidRPr="0002663A">
        <w:rPr>
          <w:sz w:val="28"/>
          <w:szCs w:val="28"/>
        </w:rPr>
        <w:t>1941 – 1945 годов</w:t>
      </w:r>
    </w:p>
    <w:p w:rsidR="0051512A" w:rsidRDefault="0051512A" w:rsidP="0051512A">
      <w:pPr>
        <w:jc w:val="both"/>
        <w:rPr>
          <w:sz w:val="28"/>
          <w:szCs w:val="28"/>
        </w:rPr>
      </w:pPr>
    </w:p>
    <w:tbl>
      <w:tblPr>
        <w:tblW w:w="10065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3260"/>
        <w:gridCol w:w="2977"/>
        <w:gridCol w:w="1984"/>
      </w:tblGrid>
      <w:tr w:rsidR="0051512A" w:rsidRPr="0002663A" w:rsidTr="00C827BD">
        <w:trPr>
          <w:trHeight w:val="781"/>
        </w:trPr>
        <w:tc>
          <w:tcPr>
            <w:tcW w:w="426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№</w:t>
            </w:r>
          </w:p>
          <w:p w:rsidR="0051512A" w:rsidRPr="00563B67" w:rsidRDefault="0051512A" w:rsidP="0051512A">
            <w:pPr>
              <w:spacing w:after="119"/>
              <w:ind w:left="-105" w:right="-105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п/п</w:t>
            </w:r>
          </w:p>
        </w:tc>
        <w:tc>
          <w:tcPr>
            <w:tcW w:w="1418" w:type="dxa"/>
            <w:shd w:val="clear" w:color="auto" w:fill="auto"/>
          </w:tcPr>
          <w:p w:rsidR="0051512A" w:rsidRPr="00563B67" w:rsidRDefault="0051512A" w:rsidP="00AB035E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, </w:t>
            </w:r>
            <w:r w:rsidRPr="00563B67">
              <w:rPr>
                <w:sz w:val="24"/>
                <w:szCs w:val="24"/>
              </w:rPr>
              <w:t xml:space="preserve">время </w:t>
            </w:r>
          </w:p>
          <w:p w:rsidR="0051512A" w:rsidRPr="00563B67" w:rsidRDefault="0051512A" w:rsidP="00AB035E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63B67">
              <w:rPr>
                <w:sz w:val="24"/>
                <w:szCs w:val="24"/>
              </w:rPr>
              <w:t>роведения</w:t>
            </w:r>
            <w:r>
              <w:rPr>
                <w:sz w:val="24"/>
                <w:szCs w:val="24"/>
              </w:rPr>
              <w:t xml:space="preserve"> </w:t>
            </w:r>
            <w:r w:rsidRPr="00563B67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 xml:space="preserve">Наименование </w:t>
            </w:r>
          </w:p>
          <w:p w:rsidR="0051512A" w:rsidRPr="00563B67" w:rsidRDefault="0051512A" w:rsidP="0051512A">
            <w:pPr>
              <w:spacing w:after="119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 xml:space="preserve">Место </w:t>
            </w:r>
          </w:p>
          <w:p w:rsidR="0051512A" w:rsidRPr="00563B67" w:rsidRDefault="0051512A" w:rsidP="0051512A">
            <w:pPr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 xml:space="preserve">проведения </w:t>
            </w:r>
          </w:p>
          <w:p w:rsidR="0051512A" w:rsidRPr="00563B67" w:rsidRDefault="0051512A" w:rsidP="0051512A">
            <w:pPr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Ответственные</w:t>
            </w:r>
          </w:p>
          <w:p w:rsidR="0051512A" w:rsidRPr="00563B67" w:rsidRDefault="0051512A" w:rsidP="0051512A">
            <w:pPr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исполнит</w:t>
            </w:r>
            <w:r>
              <w:rPr>
                <w:sz w:val="24"/>
                <w:szCs w:val="24"/>
              </w:rPr>
              <w:t>ели</w:t>
            </w:r>
          </w:p>
        </w:tc>
      </w:tr>
    </w:tbl>
    <w:p w:rsidR="0051512A" w:rsidRPr="00563B67" w:rsidRDefault="0051512A" w:rsidP="0051512A">
      <w:pPr>
        <w:jc w:val="both"/>
        <w:rPr>
          <w:sz w:val="2"/>
          <w:szCs w:val="2"/>
        </w:rPr>
      </w:pPr>
    </w:p>
    <w:tbl>
      <w:tblPr>
        <w:tblW w:w="10065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3260"/>
        <w:gridCol w:w="2977"/>
        <w:gridCol w:w="1984"/>
      </w:tblGrid>
      <w:tr w:rsidR="0051512A" w:rsidRPr="0002663A" w:rsidTr="00C827BD">
        <w:trPr>
          <w:trHeight w:val="20"/>
          <w:tblHeader/>
        </w:trPr>
        <w:tc>
          <w:tcPr>
            <w:tcW w:w="426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1512A" w:rsidRPr="00563B67" w:rsidRDefault="0051512A" w:rsidP="0051512A">
            <w:pPr>
              <w:snapToGrid w:val="0"/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5</w:t>
            </w:r>
          </w:p>
        </w:tc>
      </w:tr>
      <w:tr w:rsidR="0051512A" w:rsidRPr="0002663A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</w:tcPr>
          <w:p w:rsidR="0051512A" w:rsidRPr="00563B67" w:rsidRDefault="0051512A" w:rsidP="0051512A">
            <w:pPr>
              <w:jc w:val="center"/>
              <w:rPr>
                <w:sz w:val="24"/>
                <w:szCs w:val="24"/>
              </w:rPr>
            </w:pPr>
            <w:r w:rsidRPr="00563B67">
              <w:rPr>
                <w:sz w:val="24"/>
                <w:szCs w:val="24"/>
              </w:rPr>
              <w:t>Основные мероприятия</w:t>
            </w:r>
          </w:p>
        </w:tc>
      </w:tr>
      <w:tr w:rsidR="0051512A" w:rsidRPr="0002663A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C875AD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51512A" w:rsidRPr="00C875AD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01.04.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>
              <w:rPr>
                <w:color w:val="000000"/>
                <w:sz w:val="24"/>
                <w:szCs w:val="24"/>
              </w:rPr>
              <w:t>12.05</w:t>
            </w:r>
            <w:r w:rsidRPr="00C875AD">
              <w:rPr>
                <w:color w:val="000000"/>
                <w:sz w:val="24"/>
                <w:szCs w:val="24"/>
              </w:rPr>
              <w:t>.2025</w:t>
            </w:r>
          </w:p>
          <w:p w:rsidR="0051512A" w:rsidRPr="00C875AD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C875AD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конкурс детского рисунка «Никто не забыт, 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что не забыто»</w:t>
            </w:r>
          </w:p>
        </w:tc>
        <w:tc>
          <w:tcPr>
            <w:tcW w:w="2977" w:type="dxa"/>
            <w:shd w:val="clear" w:color="auto" w:fill="auto"/>
          </w:tcPr>
          <w:p w:rsidR="0051512A" w:rsidRDefault="0051512A" w:rsidP="00EC5780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ДО «ДХШ </w:t>
            </w:r>
            <w:r w:rsidR="00EC5780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им. Н.В. Овечкина»</w:t>
            </w:r>
            <w:r w:rsidR="00EC5780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(ул. Садовая, 35) </w:t>
            </w:r>
          </w:p>
        </w:tc>
        <w:tc>
          <w:tcPr>
            <w:tcW w:w="1984" w:type="dxa"/>
            <w:shd w:val="clear" w:color="auto" w:fill="auto"/>
          </w:tcPr>
          <w:p w:rsidR="0051512A" w:rsidRPr="00C875AD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</w:tc>
      </w:tr>
      <w:tr w:rsidR="0051512A" w:rsidRPr="0002663A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C875AD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51512A" w:rsidRPr="00C875AD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C875AD">
              <w:rPr>
                <w:color w:val="000000"/>
                <w:sz w:val="24"/>
                <w:szCs w:val="24"/>
              </w:rPr>
              <w:t>15.04.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C875AD">
              <w:rPr>
                <w:color w:val="000000"/>
                <w:sz w:val="24"/>
                <w:szCs w:val="24"/>
              </w:rPr>
              <w:t>17.04.2025</w:t>
            </w:r>
          </w:p>
          <w:p w:rsidR="0051512A" w:rsidRPr="00C875AD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C875AD">
              <w:rPr>
                <w:color w:val="000000"/>
                <w:sz w:val="24"/>
                <w:szCs w:val="24"/>
              </w:rPr>
              <w:t>в соотве</w:t>
            </w:r>
            <w:r w:rsidRPr="00C875AD">
              <w:rPr>
                <w:color w:val="000000"/>
                <w:sz w:val="24"/>
                <w:szCs w:val="24"/>
              </w:rPr>
              <w:t>т</w:t>
            </w:r>
            <w:r w:rsidRPr="00C875AD">
              <w:rPr>
                <w:color w:val="000000"/>
                <w:sz w:val="24"/>
                <w:szCs w:val="24"/>
              </w:rPr>
              <w:t>ствии с гр</w:t>
            </w:r>
            <w:r w:rsidRPr="00C875AD">
              <w:rPr>
                <w:color w:val="000000"/>
                <w:sz w:val="24"/>
                <w:szCs w:val="24"/>
              </w:rPr>
              <w:t>а</w:t>
            </w:r>
            <w:r w:rsidRPr="00C875AD">
              <w:rPr>
                <w:color w:val="000000"/>
                <w:sz w:val="24"/>
                <w:szCs w:val="24"/>
              </w:rPr>
              <w:t>фиком</w:t>
            </w:r>
          </w:p>
        </w:tc>
        <w:tc>
          <w:tcPr>
            <w:tcW w:w="3260" w:type="dxa"/>
            <w:shd w:val="clear" w:color="auto" w:fill="auto"/>
          </w:tcPr>
          <w:p w:rsidR="0051512A" w:rsidRPr="00C875AD" w:rsidRDefault="00CB6C8C" w:rsidP="00823350">
            <w:pPr>
              <w:widowControl w:val="0"/>
              <w:ind w:right="-10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</w:t>
            </w:r>
            <w:r w:rsidR="008A0969">
              <w:rPr>
                <w:color w:val="000000"/>
                <w:sz w:val="24"/>
                <w:szCs w:val="24"/>
              </w:rPr>
              <w:t>-</w:t>
            </w:r>
            <w:r w:rsidR="0051512A" w:rsidRPr="00C875AD">
              <w:rPr>
                <w:color w:val="000000"/>
                <w:sz w:val="24"/>
                <w:szCs w:val="24"/>
              </w:rPr>
              <w:t>конкурс «Мир начин</w:t>
            </w:r>
            <w:r w:rsidR="0051512A" w:rsidRPr="00C875AD">
              <w:rPr>
                <w:color w:val="000000"/>
                <w:sz w:val="24"/>
                <w:szCs w:val="24"/>
              </w:rPr>
              <w:t>а</w:t>
            </w:r>
            <w:r w:rsidR="0051512A" w:rsidRPr="00C875AD">
              <w:rPr>
                <w:color w:val="000000"/>
                <w:sz w:val="24"/>
                <w:szCs w:val="24"/>
              </w:rPr>
              <w:t>ется с детства» в рамках III Фестиваля театральных ко</w:t>
            </w:r>
            <w:r w:rsidR="0051512A" w:rsidRPr="00C875AD">
              <w:rPr>
                <w:color w:val="000000"/>
                <w:sz w:val="24"/>
                <w:szCs w:val="24"/>
              </w:rPr>
              <w:t>л</w:t>
            </w:r>
            <w:r w:rsidR="0051512A" w:rsidRPr="00C875AD">
              <w:rPr>
                <w:color w:val="000000"/>
                <w:sz w:val="24"/>
                <w:szCs w:val="24"/>
              </w:rPr>
              <w:t>лективов дошкольных образ</w:t>
            </w:r>
            <w:r w:rsidR="0051512A" w:rsidRPr="00C875AD">
              <w:rPr>
                <w:color w:val="000000"/>
                <w:sz w:val="24"/>
                <w:szCs w:val="24"/>
              </w:rPr>
              <w:t>о</w:t>
            </w:r>
            <w:r w:rsidR="0051512A" w:rsidRPr="00C875AD">
              <w:rPr>
                <w:color w:val="000000"/>
                <w:sz w:val="24"/>
                <w:szCs w:val="24"/>
              </w:rPr>
              <w:t>вательных организаций «У ко</w:t>
            </w:r>
            <w:r w:rsidR="006F167E">
              <w:rPr>
                <w:color w:val="000000"/>
                <w:sz w:val="24"/>
                <w:szCs w:val="24"/>
              </w:rPr>
              <w:t>-</w:t>
            </w:r>
            <w:r w:rsidR="0051512A" w:rsidRPr="00C875AD">
              <w:rPr>
                <w:color w:val="000000"/>
                <w:sz w:val="24"/>
                <w:szCs w:val="24"/>
              </w:rPr>
              <w:t>лыбели таланта»</w:t>
            </w:r>
          </w:p>
        </w:tc>
        <w:tc>
          <w:tcPr>
            <w:tcW w:w="2977" w:type="dxa"/>
            <w:shd w:val="clear" w:color="auto" w:fill="auto"/>
          </w:tcPr>
          <w:p w:rsidR="00EC5780" w:rsidRDefault="0051512A" w:rsidP="00EC5780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«Новошахтинский дрматическй театр </w:t>
            </w:r>
            <w:r w:rsidR="00EC5780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>им. М.И. Бушнова»</w:t>
            </w:r>
            <w:r w:rsidR="00EC5780">
              <w:rPr>
                <w:sz w:val="24"/>
                <w:szCs w:val="24"/>
              </w:rPr>
              <w:t xml:space="preserve"> </w:t>
            </w:r>
          </w:p>
          <w:p w:rsidR="0051512A" w:rsidRPr="00C875AD" w:rsidRDefault="0051512A" w:rsidP="00EC5780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01B0D">
              <w:rPr>
                <w:sz w:val="24"/>
                <w:szCs w:val="24"/>
              </w:rPr>
              <w:t>ул. Садовая, 31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1512A" w:rsidRPr="00C875AD" w:rsidRDefault="0051512A" w:rsidP="0051512A">
            <w:pPr>
              <w:widowControl w:val="0"/>
              <w:rPr>
                <w:sz w:val="24"/>
                <w:szCs w:val="24"/>
              </w:rPr>
            </w:pPr>
            <w:r w:rsidRPr="00C875AD">
              <w:rPr>
                <w:color w:val="000000"/>
                <w:sz w:val="24"/>
                <w:szCs w:val="24"/>
              </w:rPr>
              <w:t>Бахтинова Т.П.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23.04.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25.04.2025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8A0969" w:rsidP="00823350">
            <w:pPr>
              <w:widowControl w:val="0"/>
              <w:ind w:right="-10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Фестиваль-</w:t>
            </w:r>
            <w:r w:rsidR="0051512A" w:rsidRPr="006F1FD3">
              <w:rPr>
                <w:color w:val="000000"/>
                <w:sz w:val="24"/>
                <w:szCs w:val="24"/>
              </w:rPr>
              <w:t>конкурс хоровых коллективов обучающихся «Песни Орлят во имя мира», посвященного 80-летию П</w:t>
            </w:r>
            <w:r w:rsidR="0051512A" w:rsidRPr="006F1FD3">
              <w:rPr>
                <w:color w:val="000000"/>
                <w:sz w:val="24"/>
                <w:szCs w:val="24"/>
              </w:rPr>
              <w:t>о</w:t>
            </w:r>
            <w:r w:rsidR="0051512A" w:rsidRPr="006F1FD3">
              <w:rPr>
                <w:color w:val="000000"/>
                <w:sz w:val="24"/>
                <w:szCs w:val="24"/>
              </w:rPr>
              <w:t>беды в Великой Отечестве</w:t>
            </w:r>
            <w:r w:rsidR="0051512A" w:rsidRPr="006F1FD3">
              <w:rPr>
                <w:color w:val="000000"/>
                <w:sz w:val="24"/>
                <w:szCs w:val="24"/>
              </w:rPr>
              <w:t>н</w:t>
            </w:r>
            <w:r w:rsidR="0051512A" w:rsidRPr="006F1FD3">
              <w:rPr>
                <w:color w:val="000000"/>
                <w:sz w:val="24"/>
                <w:szCs w:val="24"/>
              </w:rPr>
              <w:t>ной войне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Школы города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27.04.2024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Пешеходная экскурсия «М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нумент Славы»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EB37E6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МБУК «НИКМ» </w:t>
            </w:r>
            <w:r w:rsidR="00EC5780">
              <w:rPr>
                <w:sz w:val="24"/>
                <w:szCs w:val="24"/>
              </w:rPr>
              <w:t xml:space="preserve">                  </w:t>
            </w:r>
            <w:r w:rsidRPr="006F1FD3">
              <w:rPr>
                <w:sz w:val="24"/>
                <w:szCs w:val="24"/>
              </w:rPr>
              <w:t>(ул. 4-я Пятилетка, 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8" w:type="dxa"/>
            <w:shd w:val="clear" w:color="auto" w:fill="auto"/>
          </w:tcPr>
          <w:p w:rsidR="00C827BD" w:rsidRDefault="00A36933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="0051512A" w:rsidRPr="006F1FD3">
              <w:rPr>
                <w:color w:val="000000"/>
                <w:sz w:val="24"/>
                <w:szCs w:val="24"/>
              </w:rPr>
              <w:t xml:space="preserve">прель 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Диктант Победы</w:t>
            </w:r>
          </w:p>
        </w:tc>
        <w:tc>
          <w:tcPr>
            <w:tcW w:w="2977" w:type="dxa"/>
            <w:shd w:val="clear" w:color="auto" w:fill="auto"/>
          </w:tcPr>
          <w:p w:rsidR="0051512A" w:rsidRDefault="0051512A" w:rsidP="0051512A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Школы города</w:t>
            </w:r>
            <w:r w:rsidR="00EB37E6">
              <w:rPr>
                <w:sz w:val="24"/>
                <w:szCs w:val="24"/>
              </w:rPr>
              <w:t>;</w:t>
            </w:r>
          </w:p>
          <w:p w:rsidR="0051512A" w:rsidRPr="006F1FD3" w:rsidRDefault="0051512A" w:rsidP="00515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Новошахтинское местное отделение Партии «Ед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ная Россия»</w:t>
            </w:r>
            <w:r w:rsidR="004E12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(пр-кт Лен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на, 26)</w:t>
            </w:r>
          </w:p>
        </w:tc>
        <w:tc>
          <w:tcPr>
            <w:tcW w:w="1984" w:type="dxa"/>
            <w:shd w:val="clear" w:color="auto" w:fill="auto"/>
          </w:tcPr>
          <w:p w:rsidR="0051512A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  <w:r w:rsidR="008A0969">
              <w:rPr>
                <w:color w:val="000000"/>
                <w:sz w:val="24"/>
                <w:szCs w:val="24"/>
              </w:rPr>
              <w:t>,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Кошелева Т.В.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418" w:type="dxa"/>
            <w:shd w:val="clear" w:color="auto" w:fill="auto"/>
          </w:tcPr>
          <w:p w:rsidR="00C827BD" w:rsidRDefault="00A36933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="0051512A" w:rsidRPr="006F1FD3">
              <w:rPr>
                <w:color w:val="000000"/>
                <w:sz w:val="24"/>
                <w:szCs w:val="24"/>
              </w:rPr>
              <w:t xml:space="preserve">прель 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Акция «Верни Герою имя»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EA35F1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Места захоронений ветер</w:t>
            </w:r>
            <w:r w:rsidRPr="006F1FD3">
              <w:rPr>
                <w:color w:val="000000"/>
                <w:sz w:val="24"/>
                <w:szCs w:val="24"/>
              </w:rPr>
              <w:t>а</w:t>
            </w:r>
            <w:r w:rsidRPr="006F1FD3">
              <w:rPr>
                <w:color w:val="000000"/>
                <w:sz w:val="24"/>
                <w:szCs w:val="24"/>
              </w:rPr>
              <w:t>нов В</w:t>
            </w:r>
            <w:r w:rsidR="00EB37E6">
              <w:rPr>
                <w:color w:val="000000"/>
                <w:sz w:val="24"/>
                <w:szCs w:val="24"/>
              </w:rPr>
              <w:t>еликой Отечестве</w:t>
            </w:r>
            <w:r w:rsidR="00EB37E6">
              <w:rPr>
                <w:color w:val="000000"/>
                <w:sz w:val="24"/>
                <w:szCs w:val="24"/>
              </w:rPr>
              <w:t>н</w:t>
            </w:r>
            <w:r w:rsidR="00EB37E6">
              <w:rPr>
                <w:color w:val="000000"/>
                <w:sz w:val="24"/>
                <w:szCs w:val="24"/>
              </w:rPr>
              <w:t>ной войны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23.04.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24.04.2025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ч.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tabs>
                <w:tab w:val="left" w:pos="142"/>
              </w:tabs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Муниципальный конкурс смотра строя и песни</w:t>
            </w:r>
            <w:r w:rsidR="006F167E">
              <w:rPr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 xml:space="preserve">«Во имя Отчизны, во имя Победы» 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МБОУ СОШ №</w:t>
            </w:r>
            <w:r w:rsidR="00EB37E6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8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 Харьковская, 84-а)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Бахтинова Т.П.</w:t>
            </w:r>
            <w:r w:rsidRPr="006F1FD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A36933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="0051512A" w:rsidRPr="006F1FD3">
              <w:rPr>
                <w:color w:val="000000"/>
                <w:sz w:val="24"/>
                <w:szCs w:val="24"/>
              </w:rPr>
              <w:t xml:space="preserve">прель 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2025</w:t>
            </w:r>
            <w:r w:rsidR="00080E8D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70428D">
            <w:pPr>
              <w:tabs>
                <w:tab w:val="left" w:pos="142"/>
              </w:tabs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Акция </w:t>
            </w:r>
            <w:r w:rsidR="0070428D">
              <w:rPr>
                <w:color w:val="000000"/>
                <w:sz w:val="24"/>
                <w:szCs w:val="24"/>
              </w:rPr>
              <w:t>«</w:t>
            </w:r>
            <w:r w:rsidRPr="006F1FD3">
              <w:rPr>
                <w:color w:val="000000"/>
                <w:sz w:val="24"/>
                <w:szCs w:val="24"/>
              </w:rPr>
              <w:t>Дон помнит</w:t>
            </w:r>
            <w:r w:rsidR="0070428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51512A" w:rsidRPr="00D90D35" w:rsidRDefault="0051512A" w:rsidP="00D90D35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Мемориальные комплексы и братские могилы г. Н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вошахтинска</w:t>
            </w:r>
          </w:p>
        </w:tc>
        <w:tc>
          <w:tcPr>
            <w:tcW w:w="1984" w:type="dxa"/>
            <w:shd w:val="clear" w:color="auto" w:fill="auto"/>
          </w:tcPr>
          <w:p w:rsidR="0051512A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Бахтинова Т.П., </w:t>
            </w:r>
          </w:p>
          <w:p w:rsidR="0051512A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A36933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="0051512A" w:rsidRPr="006F1FD3">
              <w:rPr>
                <w:color w:val="000000"/>
                <w:sz w:val="24"/>
                <w:szCs w:val="24"/>
              </w:rPr>
              <w:t>прель-май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  <w:r w:rsidRPr="006F1FD3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tabs>
                <w:tab w:val="left" w:pos="142"/>
              </w:tabs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Акция «Дорогой памяти»</w:t>
            </w:r>
            <w:r w:rsidR="006F167E">
              <w:rPr>
                <w:color w:val="000000"/>
                <w:sz w:val="24"/>
                <w:szCs w:val="24"/>
              </w:rPr>
              <w:t xml:space="preserve"> </w:t>
            </w:r>
            <w:r w:rsidR="0070428D">
              <w:rPr>
                <w:color w:val="000000"/>
                <w:sz w:val="24"/>
                <w:szCs w:val="24"/>
              </w:rPr>
              <w:t>(ф</w:t>
            </w:r>
            <w:r w:rsidR="0070428D">
              <w:rPr>
                <w:color w:val="000000"/>
                <w:sz w:val="24"/>
                <w:szCs w:val="24"/>
              </w:rPr>
              <w:t>о</w:t>
            </w:r>
            <w:r w:rsidR="0070428D">
              <w:rPr>
                <w:color w:val="000000"/>
                <w:sz w:val="24"/>
                <w:szCs w:val="24"/>
              </w:rPr>
              <w:t>товыставка героев Ве</w:t>
            </w:r>
            <w:r w:rsidRPr="006F1FD3">
              <w:rPr>
                <w:color w:val="000000"/>
                <w:sz w:val="24"/>
                <w:szCs w:val="24"/>
              </w:rPr>
              <w:t>ликой Отечественной войны)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МБУК «НИКМ» 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(4-я Пятилетка, 20, соц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 w:rsidRPr="006F1FD3">
              <w:rPr>
                <w:color w:val="000000"/>
                <w:sz w:val="24"/>
                <w:szCs w:val="24"/>
              </w:rPr>
              <w:t>альные сети)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03.05.2025</w:t>
            </w:r>
          </w:p>
          <w:p w:rsidR="0051512A" w:rsidRPr="006F1FD3" w:rsidRDefault="007D7663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9:</w:t>
            </w:r>
            <w:r w:rsidR="0051512A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70428D" w:rsidP="00823350">
            <w:pPr>
              <w:widowControl w:val="0"/>
              <w:ind w:right="-10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Открытое</w:t>
            </w:r>
            <w:r w:rsidR="0051512A" w:rsidRPr="006F1FD3">
              <w:rPr>
                <w:color w:val="000000"/>
                <w:sz w:val="24"/>
                <w:szCs w:val="24"/>
              </w:rPr>
              <w:t xml:space="preserve"> Первенство МБУ ДО </w:t>
            </w:r>
            <w:r w:rsidR="00CB6C8C">
              <w:rPr>
                <w:color w:val="000000"/>
                <w:sz w:val="24"/>
                <w:szCs w:val="24"/>
              </w:rPr>
              <w:t>СШ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B6C8C">
              <w:rPr>
                <w:color w:val="000000"/>
                <w:sz w:val="24"/>
                <w:szCs w:val="24"/>
              </w:rPr>
              <w:t xml:space="preserve">1 </w:t>
            </w:r>
            <w:r w:rsidR="0051512A" w:rsidRPr="006F1FD3">
              <w:rPr>
                <w:color w:val="000000"/>
                <w:sz w:val="24"/>
                <w:szCs w:val="24"/>
              </w:rPr>
              <w:t>по фут</w:t>
            </w:r>
            <w:r w:rsidR="00CB6C8C">
              <w:rPr>
                <w:color w:val="000000"/>
                <w:sz w:val="24"/>
                <w:szCs w:val="24"/>
              </w:rPr>
              <w:t xml:space="preserve">болу </w:t>
            </w:r>
            <w:r w:rsidR="0051512A" w:rsidRPr="006F1FD3">
              <w:rPr>
                <w:color w:val="000000"/>
                <w:sz w:val="24"/>
                <w:szCs w:val="24"/>
              </w:rPr>
              <w:t>среди команд юношей, посвященное 80-летию Побе</w:t>
            </w:r>
            <w:r w:rsidR="00CB6C8C">
              <w:rPr>
                <w:color w:val="000000"/>
                <w:sz w:val="24"/>
                <w:szCs w:val="24"/>
              </w:rPr>
              <w:t xml:space="preserve">ды в Великой </w:t>
            </w:r>
            <w:r w:rsidR="0051512A" w:rsidRPr="006F1FD3">
              <w:rPr>
                <w:color w:val="000000"/>
                <w:sz w:val="24"/>
                <w:szCs w:val="24"/>
              </w:rPr>
              <w:t>Отечественной  войне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ГБПОУ РО </w:t>
            </w:r>
            <w:r w:rsidR="00B9619E">
              <w:rPr>
                <w:color w:val="000000"/>
                <w:sz w:val="24"/>
                <w:szCs w:val="24"/>
              </w:rPr>
              <w:t>«</w:t>
            </w:r>
            <w:r w:rsidRPr="006F1FD3">
              <w:rPr>
                <w:color w:val="000000"/>
                <w:sz w:val="24"/>
                <w:szCs w:val="24"/>
              </w:rPr>
              <w:t>НТТ</w:t>
            </w:r>
            <w:r w:rsidR="00B9619E">
              <w:rPr>
                <w:color w:val="000000"/>
                <w:sz w:val="24"/>
                <w:szCs w:val="24"/>
              </w:rPr>
              <w:t>»</w:t>
            </w:r>
          </w:p>
          <w:p w:rsidR="0051512A" w:rsidRPr="006F1FD3" w:rsidRDefault="0051512A" w:rsidP="00B9619E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(ул. Грессовская, 21/17/1)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01.05.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70428D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Выставка работ учащихся и преподавателя отделения изо</w:t>
            </w:r>
            <w:r w:rsidR="006F167E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lastRenderedPageBreak/>
              <w:t>бразительного и декоративно-прикладного искусства,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священн</w:t>
            </w:r>
            <w:r w:rsidR="0070428D">
              <w:rPr>
                <w:sz w:val="24"/>
                <w:szCs w:val="24"/>
              </w:rPr>
              <w:t>ая</w:t>
            </w:r>
            <w:r w:rsidRPr="006F1FD3">
              <w:rPr>
                <w:sz w:val="24"/>
                <w:szCs w:val="24"/>
              </w:rPr>
              <w:t xml:space="preserve"> 80-летию Победы в Великой отечественной войне 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lastRenderedPageBreak/>
              <w:t>МБУДО «ДМШ»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(пр. Ленина, 26)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01.05.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D90D35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Выставка работ </w:t>
            </w:r>
            <w:r w:rsidR="0070428D" w:rsidRPr="006F1FD3">
              <w:rPr>
                <w:color w:val="000000"/>
                <w:sz w:val="24"/>
                <w:szCs w:val="24"/>
              </w:rPr>
              <w:t>Н.Д. Маяко</w:t>
            </w:r>
            <w:r w:rsidR="00D90D35">
              <w:rPr>
                <w:color w:val="000000"/>
                <w:sz w:val="24"/>
                <w:szCs w:val="24"/>
              </w:rPr>
              <w:t xml:space="preserve">- </w:t>
            </w:r>
            <w:r w:rsidR="0070428D" w:rsidRPr="006F1FD3">
              <w:rPr>
                <w:color w:val="000000"/>
                <w:sz w:val="24"/>
                <w:szCs w:val="24"/>
              </w:rPr>
              <w:t xml:space="preserve">ва </w:t>
            </w:r>
            <w:r w:rsidR="00D90D35">
              <w:rPr>
                <w:color w:val="000000"/>
                <w:sz w:val="24"/>
                <w:szCs w:val="24"/>
              </w:rPr>
              <w:t xml:space="preserve">− </w:t>
            </w:r>
            <w:r w:rsidRPr="006F1FD3">
              <w:rPr>
                <w:color w:val="000000"/>
                <w:sz w:val="24"/>
                <w:szCs w:val="24"/>
              </w:rPr>
              <w:t>члена художников Ро</w:t>
            </w:r>
            <w:r w:rsidRPr="006F1FD3">
              <w:rPr>
                <w:color w:val="000000"/>
                <w:sz w:val="24"/>
                <w:szCs w:val="24"/>
              </w:rPr>
              <w:t>с</w:t>
            </w:r>
            <w:r w:rsidRPr="006F1FD3">
              <w:rPr>
                <w:color w:val="000000"/>
                <w:sz w:val="24"/>
                <w:szCs w:val="24"/>
              </w:rPr>
              <w:t>сии, участника В</w:t>
            </w:r>
            <w:r w:rsidR="00D90D35">
              <w:rPr>
                <w:color w:val="000000"/>
                <w:sz w:val="24"/>
                <w:szCs w:val="24"/>
              </w:rPr>
              <w:t>еликой От</w:t>
            </w:r>
            <w:r w:rsidR="00D90D35">
              <w:rPr>
                <w:color w:val="000000"/>
                <w:sz w:val="24"/>
                <w:szCs w:val="24"/>
              </w:rPr>
              <w:t>е</w:t>
            </w:r>
            <w:r w:rsidR="00D90D35">
              <w:rPr>
                <w:color w:val="000000"/>
                <w:sz w:val="24"/>
                <w:szCs w:val="24"/>
              </w:rPr>
              <w:t>чественной войны</w:t>
            </w:r>
            <w:r w:rsidRPr="006F1FD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1512A" w:rsidRPr="004E12FF" w:rsidRDefault="0051512A" w:rsidP="004E12FF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МБУК «Новошахтинский дрматическй театр </w:t>
            </w:r>
            <w:r w:rsidR="00CE77BB">
              <w:rPr>
                <w:sz w:val="24"/>
                <w:szCs w:val="24"/>
              </w:rPr>
              <w:t xml:space="preserve">            </w:t>
            </w:r>
            <w:r w:rsidRPr="006F1FD3">
              <w:rPr>
                <w:sz w:val="24"/>
                <w:szCs w:val="24"/>
              </w:rPr>
              <w:t>им. М.И. Бушнова»</w:t>
            </w:r>
            <w:r w:rsidR="004E12FF">
              <w:rPr>
                <w:sz w:val="24"/>
                <w:szCs w:val="24"/>
              </w:rPr>
              <w:t xml:space="preserve"> </w:t>
            </w:r>
            <w:r w:rsidR="00CE77BB">
              <w:rPr>
                <w:sz w:val="24"/>
                <w:szCs w:val="24"/>
              </w:rPr>
              <w:t xml:space="preserve">              </w:t>
            </w:r>
            <w:r w:rsidRPr="006F1FD3">
              <w:rPr>
                <w:sz w:val="24"/>
                <w:szCs w:val="24"/>
              </w:rPr>
              <w:t>(ул. Садовая, 31)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01.05.2025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Всероссийская акция «Бе</w:t>
            </w:r>
            <w:r w:rsidRPr="006F1FD3">
              <w:rPr>
                <w:color w:val="000000"/>
                <w:sz w:val="24"/>
                <w:szCs w:val="24"/>
              </w:rPr>
              <w:t>с</w:t>
            </w:r>
            <w:r w:rsidRPr="006F1FD3">
              <w:rPr>
                <w:color w:val="000000"/>
                <w:sz w:val="24"/>
                <w:szCs w:val="24"/>
              </w:rPr>
              <w:t>смертный полк. Стена пам</w:t>
            </w:r>
            <w:r w:rsidRPr="006F1FD3">
              <w:rPr>
                <w:color w:val="000000"/>
                <w:sz w:val="24"/>
                <w:szCs w:val="24"/>
              </w:rPr>
              <w:t>я</w:t>
            </w:r>
            <w:r w:rsidRPr="006F1FD3">
              <w:rPr>
                <w:color w:val="000000"/>
                <w:sz w:val="24"/>
                <w:szCs w:val="24"/>
              </w:rPr>
              <w:t>ти»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НШФ «ЮФУ»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(ул. 40 лет Октября, 2)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Вакула Н.Н.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01.05.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</w:p>
          <w:p w:rsidR="0051512A" w:rsidRPr="006F1FD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6F167E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Международная акция </w:t>
            </w:r>
            <w:r w:rsidR="0051512A" w:rsidRPr="006F1FD3">
              <w:rPr>
                <w:color w:val="000000"/>
                <w:sz w:val="24"/>
                <w:szCs w:val="24"/>
              </w:rPr>
              <w:t>«Письмо Победы». Всеро</w:t>
            </w:r>
            <w:r w:rsidR="0051512A" w:rsidRPr="006F1FD3">
              <w:rPr>
                <w:color w:val="000000"/>
                <w:sz w:val="24"/>
                <w:szCs w:val="24"/>
              </w:rPr>
              <w:t>с</w:t>
            </w:r>
            <w:r w:rsidR="0051512A" w:rsidRPr="006F1FD3">
              <w:rPr>
                <w:color w:val="000000"/>
                <w:sz w:val="24"/>
                <w:szCs w:val="24"/>
              </w:rPr>
              <w:t>сийское общественное движ</w:t>
            </w:r>
            <w:r w:rsidR="0051512A" w:rsidRPr="006F1FD3">
              <w:rPr>
                <w:color w:val="000000"/>
                <w:sz w:val="24"/>
                <w:szCs w:val="24"/>
              </w:rPr>
              <w:t>е</w:t>
            </w:r>
            <w:r w:rsidR="0051512A" w:rsidRPr="006F1FD3">
              <w:rPr>
                <w:color w:val="000000"/>
                <w:sz w:val="24"/>
                <w:szCs w:val="24"/>
              </w:rPr>
              <w:t>ние «Волонтеры Победы»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4E12FF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НТПТ филиал ГБП ОУ РО «ШРКТ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Э»</w:t>
            </w:r>
            <w:r w:rsidR="004E12FF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Школ</w:t>
            </w:r>
            <w:r w:rsidRPr="006F1FD3">
              <w:rPr>
                <w:color w:val="000000"/>
                <w:sz w:val="24"/>
                <w:szCs w:val="24"/>
              </w:rPr>
              <w:t>ь</w:t>
            </w:r>
            <w:r w:rsidRPr="006F1FD3">
              <w:rPr>
                <w:color w:val="000000"/>
                <w:sz w:val="24"/>
                <w:szCs w:val="24"/>
              </w:rPr>
              <w:t>ная, 7)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Савенко Ю.А.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EA7363">
              <w:rPr>
                <w:sz w:val="24"/>
                <w:szCs w:val="24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01.05.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</w:p>
          <w:p w:rsidR="0051512A" w:rsidRPr="00EA736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10.05.2025</w:t>
            </w:r>
          </w:p>
          <w:p w:rsidR="0051512A" w:rsidRPr="00EA7363" w:rsidRDefault="0051512A" w:rsidP="00C827BD">
            <w:pPr>
              <w:widowControl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9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 w:rsidRPr="00EA7363"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Турнир по футболу «Кубок Победы»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МБУ ДО СШ № 4</w:t>
            </w:r>
          </w:p>
          <w:p w:rsidR="0051512A" w:rsidRPr="00EA736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(ул. Горняцкая, 46)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03.05.2025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4297E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Открытый турнир по баске</w:t>
            </w:r>
            <w:r w:rsidRPr="006F1FD3">
              <w:rPr>
                <w:color w:val="000000"/>
                <w:sz w:val="24"/>
                <w:szCs w:val="24"/>
              </w:rPr>
              <w:t>т</w:t>
            </w:r>
            <w:r w:rsidRPr="006F1FD3">
              <w:rPr>
                <w:color w:val="000000"/>
                <w:sz w:val="24"/>
                <w:szCs w:val="24"/>
              </w:rPr>
              <w:t>болу МБУ ДО СШ № 3 г.</w:t>
            </w:r>
            <w:r w:rsidR="0054297E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вошахтинска среди команд юношей до 15 лет, посвяще</w:t>
            </w:r>
            <w:r w:rsidRPr="006F1FD3"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ный 80-й годовщины в Вел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 w:rsidRPr="006F1FD3">
              <w:rPr>
                <w:color w:val="000000"/>
                <w:sz w:val="24"/>
                <w:szCs w:val="24"/>
              </w:rPr>
              <w:t>кой Отечественной войны 1941</w:t>
            </w:r>
            <w:r w:rsidR="0054297E">
              <w:rPr>
                <w:color w:val="000000"/>
                <w:sz w:val="24"/>
                <w:szCs w:val="24"/>
              </w:rPr>
              <w:t xml:space="preserve"> − </w:t>
            </w:r>
            <w:r w:rsidRPr="006F1FD3">
              <w:rPr>
                <w:color w:val="000000"/>
                <w:sz w:val="24"/>
                <w:szCs w:val="24"/>
              </w:rPr>
              <w:t>1945 гг.</w:t>
            </w:r>
          </w:p>
        </w:tc>
        <w:tc>
          <w:tcPr>
            <w:tcW w:w="2977" w:type="dxa"/>
            <w:shd w:val="clear" w:color="auto" w:fill="auto"/>
          </w:tcPr>
          <w:p w:rsidR="00CE77BB" w:rsidRDefault="0051512A" w:rsidP="00CE77BB">
            <w:pPr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МБУ ДО СШ № 3</w:t>
            </w:r>
            <w:r w:rsidR="00CE77BB">
              <w:rPr>
                <w:color w:val="000000"/>
                <w:sz w:val="24"/>
                <w:szCs w:val="24"/>
              </w:rPr>
              <w:t xml:space="preserve"> </w:t>
            </w:r>
          </w:p>
          <w:p w:rsidR="0051512A" w:rsidRPr="00D90D35" w:rsidRDefault="0051512A" w:rsidP="00CE77BB">
            <w:pPr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Физкультурно-оздорови</w:t>
            </w:r>
            <w:r w:rsidR="00EA35F1">
              <w:rPr>
                <w:color w:val="000000"/>
                <w:sz w:val="24"/>
                <w:szCs w:val="24"/>
              </w:rPr>
              <w:t>-</w:t>
            </w:r>
            <w:r w:rsidRPr="006F1FD3">
              <w:rPr>
                <w:color w:val="000000"/>
                <w:sz w:val="24"/>
                <w:szCs w:val="24"/>
              </w:rPr>
              <w:t>тельный комплекс «Лед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вый»</w:t>
            </w:r>
            <w:r w:rsidR="00D90D35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Харьковская, 173)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EA7363">
              <w:rPr>
                <w:sz w:val="24"/>
                <w:szCs w:val="24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03.05.2025</w:t>
            </w:r>
          </w:p>
          <w:p w:rsidR="0051512A" w:rsidRPr="00EA736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10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 w:rsidRPr="00EA7363"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EA736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Турнир по каратэ, посвяще</w:t>
            </w:r>
            <w:r w:rsidRPr="00EA7363">
              <w:rPr>
                <w:color w:val="000000"/>
                <w:sz w:val="24"/>
                <w:szCs w:val="24"/>
              </w:rPr>
              <w:t>н</w:t>
            </w:r>
            <w:r w:rsidRPr="00EA7363">
              <w:rPr>
                <w:color w:val="000000"/>
                <w:sz w:val="24"/>
                <w:szCs w:val="24"/>
              </w:rPr>
              <w:t>ный 80-летию Победы в В</w:t>
            </w:r>
            <w:r w:rsidRPr="00EA7363">
              <w:rPr>
                <w:color w:val="000000"/>
                <w:sz w:val="24"/>
                <w:szCs w:val="24"/>
              </w:rPr>
              <w:t>е</w:t>
            </w:r>
            <w:r w:rsidRPr="00EA7363">
              <w:rPr>
                <w:color w:val="000000"/>
                <w:sz w:val="24"/>
                <w:szCs w:val="24"/>
              </w:rPr>
              <w:t>ликой Отечественной войне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EA7363" w:rsidRDefault="0051512A" w:rsidP="0051512A">
            <w:pPr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МБУ ДО СШ № 4</w:t>
            </w:r>
          </w:p>
          <w:p w:rsidR="0051512A" w:rsidRPr="00EA7363" w:rsidRDefault="0051512A" w:rsidP="0051512A">
            <w:pPr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(ул. Горняцкая, 46)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EA736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03.05.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04.05.2025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Турнир по настольному те</w:t>
            </w:r>
            <w:r w:rsidRPr="006F1FD3"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нису, посвященный 80-летию Победы в Великой Отечест</w:t>
            </w:r>
            <w:r w:rsidR="00010C5E">
              <w:rPr>
                <w:color w:val="000000"/>
                <w:sz w:val="24"/>
                <w:szCs w:val="24"/>
              </w:rPr>
              <w:t>-</w:t>
            </w:r>
            <w:r w:rsidRPr="006F1FD3">
              <w:rPr>
                <w:color w:val="000000"/>
                <w:sz w:val="24"/>
                <w:szCs w:val="24"/>
              </w:rPr>
              <w:t>венной войне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МБОУ СОШ № 1</w:t>
            </w:r>
          </w:p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(пр. Ленина, 40/9/8а);</w:t>
            </w:r>
          </w:p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МБОУ ООШ № 38</w:t>
            </w:r>
          </w:p>
          <w:p w:rsidR="0051512A" w:rsidRPr="006F1FD3" w:rsidRDefault="0051512A" w:rsidP="00B9619E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(ул. Франко, 10</w:t>
            </w:r>
            <w:r w:rsidR="00B9619E">
              <w:rPr>
                <w:color w:val="000000"/>
                <w:sz w:val="24"/>
                <w:szCs w:val="24"/>
              </w:rPr>
              <w:t>/2-в</w:t>
            </w:r>
            <w:r w:rsidRPr="006F1FD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05.05.2025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7D766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7D766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Урок мужества «Есть в пам</w:t>
            </w:r>
            <w:r w:rsidRPr="006F1FD3">
              <w:rPr>
                <w:color w:val="000000"/>
                <w:sz w:val="24"/>
                <w:szCs w:val="24"/>
              </w:rPr>
              <w:t>я</w:t>
            </w:r>
            <w:r w:rsidRPr="006F1FD3">
              <w:rPr>
                <w:color w:val="000000"/>
                <w:sz w:val="24"/>
                <w:szCs w:val="24"/>
              </w:rPr>
              <w:t>ти мгновения войны»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УМЦ «Авангард»</w:t>
            </w:r>
          </w:p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(ул. Ульянцева, 1в)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05.05.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07.05.2025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D76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7D7663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4297E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Соревнования по плаванию среди обучающихся отдел</w:t>
            </w:r>
            <w:r w:rsidRPr="006F1FD3">
              <w:rPr>
                <w:color w:val="000000"/>
                <w:sz w:val="24"/>
                <w:szCs w:val="24"/>
              </w:rPr>
              <w:t>е</w:t>
            </w:r>
            <w:r w:rsidRPr="006F1FD3">
              <w:rPr>
                <w:color w:val="000000"/>
                <w:sz w:val="24"/>
                <w:szCs w:val="24"/>
              </w:rPr>
              <w:t xml:space="preserve">ния плавания МБУ ДО СШ </w:t>
            </w:r>
            <w:r w:rsidR="00530587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№ 3, посвященное 80-й г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довщине в Великой Отечест</w:t>
            </w:r>
            <w:r w:rsidR="00530587">
              <w:rPr>
                <w:color w:val="000000"/>
                <w:sz w:val="24"/>
                <w:szCs w:val="24"/>
              </w:rPr>
              <w:t>-</w:t>
            </w:r>
            <w:r w:rsidRPr="006F1FD3">
              <w:rPr>
                <w:color w:val="000000"/>
                <w:sz w:val="24"/>
                <w:szCs w:val="24"/>
              </w:rPr>
              <w:t>венной войны 1941</w:t>
            </w:r>
            <w:r w:rsidR="0054297E">
              <w:rPr>
                <w:color w:val="000000"/>
                <w:sz w:val="24"/>
                <w:szCs w:val="24"/>
              </w:rPr>
              <w:t xml:space="preserve"> − </w:t>
            </w:r>
            <w:r w:rsidRPr="006F1FD3">
              <w:rPr>
                <w:color w:val="000000"/>
                <w:sz w:val="24"/>
                <w:szCs w:val="24"/>
              </w:rPr>
              <w:t>1945 гг.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МБУ ДО СШ № 3</w:t>
            </w:r>
          </w:p>
          <w:p w:rsidR="0051512A" w:rsidRPr="00010C5E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Спортивный комплекс «Старт»</w:t>
            </w:r>
            <w:r w:rsidR="00010C5E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Харьковская, 56-а)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05.05.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E042C3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Всероссийская акция </w:t>
            </w:r>
            <w:r w:rsidR="00E042C3">
              <w:rPr>
                <w:color w:val="000000"/>
                <w:sz w:val="24"/>
                <w:szCs w:val="24"/>
              </w:rPr>
              <w:t>«</w:t>
            </w:r>
            <w:r w:rsidRPr="006F1FD3">
              <w:rPr>
                <w:color w:val="000000"/>
                <w:sz w:val="24"/>
                <w:szCs w:val="24"/>
              </w:rPr>
              <w:t>Гео</w:t>
            </w:r>
            <w:r w:rsidRPr="006F1FD3">
              <w:rPr>
                <w:color w:val="000000"/>
                <w:sz w:val="24"/>
                <w:szCs w:val="24"/>
              </w:rPr>
              <w:t>р</w:t>
            </w:r>
            <w:r w:rsidRPr="006F1FD3">
              <w:rPr>
                <w:color w:val="000000"/>
                <w:sz w:val="24"/>
                <w:szCs w:val="24"/>
              </w:rPr>
              <w:t>гиевская ленточка</w:t>
            </w:r>
            <w:r w:rsidR="00E042C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Территория города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05.05.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Международная акция «Чит</w:t>
            </w:r>
            <w:r w:rsidRPr="006F1FD3">
              <w:rPr>
                <w:color w:val="000000"/>
                <w:sz w:val="24"/>
                <w:szCs w:val="24"/>
              </w:rPr>
              <w:t>а</w:t>
            </w:r>
            <w:r w:rsidRPr="006F1FD3">
              <w:rPr>
                <w:color w:val="000000"/>
                <w:sz w:val="24"/>
                <w:szCs w:val="24"/>
              </w:rPr>
              <w:t>ем детям о войне»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CE77BB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НТПТ филиал ГБП ОУ РО «ШРКТиЭ»</w:t>
            </w:r>
            <w:r w:rsidR="00CE77BB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Школ</w:t>
            </w:r>
            <w:r w:rsidRPr="006F1FD3">
              <w:rPr>
                <w:color w:val="000000"/>
                <w:sz w:val="24"/>
                <w:szCs w:val="24"/>
              </w:rPr>
              <w:t>ь</w:t>
            </w:r>
            <w:r w:rsidRPr="006F1FD3">
              <w:rPr>
                <w:color w:val="000000"/>
                <w:sz w:val="24"/>
                <w:szCs w:val="24"/>
              </w:rPr>
              <w:t>ная, 7)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Савенко Ю.А.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06.05.2025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B0603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B06033">
              <w:rPr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E042C3" w:rsidP="00823350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Концерт, посвящённый праз</w:t>
            </w:r>
            <w:r w:rsidR="00FF0EE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днованию 80-</w:t>
            </w:r>
            <w:r w:rsidR="0051512A" w:rsidRPr="006F1FD3">
              <w:rPr>
                <w:sz w:val="24"/>
                <w:szCs w:val="24"/>
              </w:rPr>
              <w:t>летию Великой Отечественной войны</w:t>
            </w:r>
          </w:p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«Этот день Победы!»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МБУ ЦСОГПВиИ</w:t>
            </w:r>
          </w:p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</w:t>
            </w:r>
            <w:r w:rsidR="00B9619E">
              <w:rPr>
                <w:sz w:val="24"/>
                <w:szCs w:val="24"/>
              </w:rPr>
              <w:t xml:space="preserve"> </w:t>
            </w:r>
            <w:r w:rsidR="00010C5E">
              <w:rPr>
                <w:sz w:val="24"/>
                <w:szCs w:val="24"/>
              </w:rPr>
              <w:t>Кузнецкая</w:t>
            </w:r>
            <w:r w:rsidRPr="006F1FD3">
              <w:rPr>
                <w:sz w:val="24"/>
                <w:szCs w:val="24"/>
              </w:rPr>
              <w:t>,</w:t>
            </w:r>
            <w:r w:rsidR="00010C5E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3)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06.05.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13.05.2025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0603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B06033">
              <w:rPr>
                <w:sz w:val="24"/>
                <w:szCs w:val="24"/>
              </w:rPr>
              <w:t xml:space="preserve"> ч 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Мастер-классы по изготовл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нию открыток</w:t>
            </w:r>
            <w:r w:rsidR="00F32149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«Открытка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беды», «Голубь Победы»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ТЦ «МАКСИМУМ»</w:t>
            </w:r>
          </w:p>
          <w:p w:rsidR="0051512A" w:rsidRPr="006F1FD3" w:rsidRDefault="0051512A" w:rsidP="00B9619E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 Садовая</w:t>
            </w:r>
            <w:r w:rsidR="00010C5E">
              <w:rPr>
                <w:sz w:val="24"/>
                <w:szCs w:val="24"/>
              </w:rPr>
              <w:t>,</w:t>
            </w:r>
            <w:r w:rsidRPr="006F1FD3">
              <w:rPr>
                <w:sz w:val="24"/>
                <w:szCs w:val="24"/>
              </w:rPr>
              <w:t xml:space="preserve"> 32)</w:t>
            </w:r>
          </w:p>
          <w:p w:rsidR="0051512A" w:rsidRPr="006F1FD3" w:rsidRDefault="0051512A" w:rsidP="0051512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06.05.2025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B0603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B0603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Выставка работ учащихся детской художественной школы «День Победы!»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B9619E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ТЦ «МАКСИМУМ»</w:t>
            </w:r>
          </w:p>
          <w:p w:rsidR="0051512A" w:rsidRPr="006F1FD3" w:rsidRDefault="0051512A" w:rsidP="00B9619E">
            <w:pPr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 Садовая</w:t>
            </w:r>
            <w:r w:rsidR="00010C5E">
              <w:rPr>
                <w:sz w:val="24"/>
                <w:szCs w:val="24"/>
              </w:rPr>
              <w:t>,</w:t>
            </w:r>
            <w:r w:rsidRPr="006F1FD3">
              <w:rPr>
                <w:sz w:val="24"/>
                <w:szCs w:val="24"/>
              </w:rPr>
              <w:t xml:space="preserve"> 32)</w:t>
            </w:r>
          </w:p>
          <w:p w:rsidR="0051512A" w:rsidRPr="006F1FD3" w:rsidRDefault="0051512A" w:rsidP="0051512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2400E8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400E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06.05.2025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B06033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2400E8"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E042C3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Турнир по настольному те</w:t>
            </w:r>
            <w:r w:rsidRPr="006F1FD3"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нису среди обучающихся о</w:t>
            </w:r>
            <w:r w:rsidRPr="006F1FD3">
              <w:rPr>
                <w:color w:val="000000"/>
                <w:sz w:val="24"/>
                <w:szCs w:val="24"/>
              </w:rPr>
              <w:t>т</w:t>
            </w:r>
            <w:r w:rsidRPr="006F1FD3">
              <w:rPr>
                <w:color w:val="000000"/>
                <w:sz w:val="24"/>
                <w:szCs w:val="24"/>
              </w:rPr>
              <w:t>деления настольного</w:t>
            </w:r>
            <w:r>
              <w:rPr>
                <w:color w:val="000000"/>
                <w:sz w:val="24"/>
                <w:szCs w:val="24"/>
              </w:rPr>
              <w:t xml:space="preserve"> тен</w:t>
            </w:r>
            <w:r w:rsidR="009E04F7">
              <w:rPr>
                <w:color w:val="000000"/>
                <w:sz w:val="24"/>
                <w:szCs w:val="24"/>
              </w:rPr>
              <w:t xml:space="preserve">ниса МБУ ДО СШ № </w:t>
            </w:r>
            <w:r>
              <w:rPr>
                <w:color w:val="000000"/>
                <w:sz w:val="24"/>
                <w:szCs w:val="24"/>
              </w:rPr>
              <w:t>3,</w:t>
            </w:r>
            <w:r w:rsidR="009E04F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посвяще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ный 80-й годовщин</w:t>
            </w:r>
            <w:r w:rsidR="00E042C3">
              <w:rPr>
                <w:color w:val="000000"/>
                <w:sz w:val="24"/>
                <w:szCs w:val="24"/>
              </w:rPr>
              <w:t>е</w:t>
            </w:r>
            <w:r w:rsidRPr="006F1FD3">
              <w:rPr>
                <w:color w:val="000000"/>
                <w:sz w:val="24"/>
                <w:szCs w:val="24"/>
              </w:rPr>
              <w:t xml:space="preserve"> в Вел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 w:rsidRPr="006F1FD3">
              <w:rPr>
                <w:color w:val="000000"/>
                <w:sz w:val="24"/>
                <w:szCs w:val="24"/>
              </w:rPr>
              <w:t>кой Отечественной войн</w:t>
            </w:r>
            <w:r w:rsidR="00E042C3">
              <w:rPr>
                <w:color w:val="000000"/>
                <w:sz w:val="24"/>
                <w:szCs w:val="24"/>
              </w:rPr>
              <w:t xml:space="preserve">е 1941 − </w:t>
            </w:r>
            <w:r w:rsidRPr="006F1FD3">
              <w:rPr>
                <w:color w:val="000000"/>
                <w:sz w:val="24"/>
                <w:szCs w:val="24"/>
              </w:rPr>
              <w:t>1945 гг.</w:t>
            </w:r>
          </w:p>
        </w:tc>
        <w:tc>
          <w:tcPr>
            <w:tcW w:w="2977" w:type="dxa"/>
            <w:shd w:val="clear" w:color="auto" w:fill="auto"/>
          </w:tcPr>
          <w:p w:rsidR="00EA35F1" w:rsidRDefault="0051512A" w:rsidP="00EA35F1">
            <w:pPr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МБУ ДО СШ № 3</w:t>
            </w:r>
            <w:r w:rsidR="00EA35F1">
              <w:rPr>
                <w:color w:val="000000"/>
                <w:sz w:val="24"/>
                <w:szCs w:val="24"/>
              </w:rPr>
              <w:t xml:space="preserve"> </w:t>
            </w:r>
          </w:p>
          <w:p w:rsidR="0051512A" w:rsidRPr="00010C5E" w:rsidRDefault="0051512A" w:rsidP="00010C5E">
            <w:pPr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Спортивный комплекс «Старт»</w:t>
            </w:r>
            <w:r w:rsidR="00010C5E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Харьковская, 56-а)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2400E8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400E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2400E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2400E8">
              <w:rPr>
                <w:color w:val="000000"/>
                <w:sz w:val="24"/>
                <w:szCs w:val="24"/>
              </w:rPr>
              <w:t xml:space="preserve"> ч 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widowControl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Фестиваль военно-патриоти</w:t>
            </w:r>
            <w:r w:rsidR="00E042C3">
              <w:rPr>
                <w:color w:val="000000"/>
                <w:sz w:val="24"/>
                <w:szCs w:val="24"/>
              </w:rPr>
              <w:t>-</w:t>
            </w:r>
            <w:r w:rsidRPr="006F1FD3">
              <w:rPr>
                <w:color w:val="000000"/>
                <w:sz w:val="24"/>
                <w:szCs w:val="24"/>
              </w:rPr>
              <w:t>ческой песни</w:t>
            </w:r>
            <w:r w:rsidR="00E042C3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«Память Вел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 w:rsidRPr="006F1FD3">
              <w:rPr>
                <w:color w:val="000000"/>
                <w:sz w:val="24"/>
                <w:szCs w:val="24"/>
              </w:rPr>
              <w:t>кой Победы»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НТПТ филиал ГБП ОУ РО «ШРКТ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Э»</w:t>
            </w:r>
            <w:r w:rsidR="006955F6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Школ</w:t>
            </w:r>
            <w:r w:rsidRPr="006F1FD3">
              <w:rPr>
                <w:color w:val="000000"/>
                <w:sz w:val="24"/>
                <w:szCs w:val="24"/>
              </w:rPr>
              <w:t>ь</w:t>
            </w:r>
            <w:r w:rsidRPr="006F1FD3">
              <w:rPr>
                <w:color w:val="000000"/>
                <w:sz w:val="24"/>
                <w:szCs w:val="24"/>
              </w:rPr>
              <w:t>ная, 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Савенко Ю.А.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9B3213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B321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2400E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2400E8"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9B3213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Турнир по пауэрлифтингу</w:t>
            </w:r>
            <w:r w:rsidR="009E04F7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(жиму штанги лежа) среди обучающихся отделения па</w:t>
            </w:r>
            <w:r w:rsidRPr="006F1FD3">
              <w:rPr>
                <w:color w:val="000000"/>
                <w:sz w:val="24"/>
                <w:szCs w:val="24"/>
              </w:rPr>
              <w:t>у</w:t>
            </w:r>
            <w:r w:rsidRPr="006F1FD3">
              <w:rPr>
                <w:color w:val="000000"/>
                <w:sz w:val="24"/>
                <w:szCs w:val="24"/>
              </w:rPr>
              <w:t xml:space="preserve">эрлифтинга МБУ ДО СШ </w:t>
            </w:r>
            <w:r w:rsidR="009E04F7">
              <w:rPr>
                <w:color w:val="000000"/>
                <w:sz w:val="24"/>
                <w:szCs w:val="24"/>
              </w:rPr>
              <w:t xml:space="preserve">      </w:t>
            </w:r>
            <w:r w:rsidRPr="006F1FD3">
              <w:rPr>
                <w:color w:val="000000"/>
                <w:sz w:val="24"/>
                <w:szCs w:val="24"/>
              </w:rPr>
              <w:t>№ 3, посвященный 80-й г</w:t>
            </w:r>
            <w:r w:rsidR="009B321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до</w:t>
            </w:r>
            <w:r w:rsidR="009B3213">
              <w:rPr>
                <w:color w:val="000000"/>
                <w:sz w:val="24"/>
                <w:szCs w:val="24"/>
              </w:rPr>
              <w:t>-</w:t>
            </w:r>
            <w:r w:rsidRPr="006F1FD3">
              <w:rPr>
                <w:color w:val="000000"/>
                <w:sz w:val="24"/>
                <w:szCs w:val="24"/>
              </w:rPr>
              <w:t>вщин</w:t>
            </w:r>
            <w:r w:rsidR="009B3213">
              <w:rPr>
                <w:color w:val="000000"/>
                <w:sz w:val="24"/>
                <w:szCs w:val="24"/>
              </w:rPr>
              <w:t>е</w:t>
            </w:r>
            <w:r w:rsidRPr="006F1FD3">
              <w:rPr>
                <w:color w:val="000000"/>
                <w:sz w:val="24"/>
                <w:szCs w:val="24"/>
              </w:rPr>
              <w:t xml:space="preserve"> в Великой Отечестве</w:t>
            </w:r>
            <w:r w:rsidRPr="006F1FD3">
              <w:rPr>
                <w:color w:val="000000"/>
                <w:sz w:val="24"/>
                <w:szCs w:val="24"/>
              </w:rPr>
              <w:t>н</w:t>
            </w:r>
            <w:r w:rsidRPr="006F1FD3">
              <w:rPr>
                <w:color w:val="000000"/>
                <w:sz w:val="24"/>
                <w:szCs w:val="24"/>
              </w:rPr>
              <w:t>ной войн</w:t>
            </w:r>
            <w:r w:rsidR="009B3213">
              <w:rPr>
                <w:color w:val="000000"/>
                <w:sz w:val="24"/>
                <w:szCs w:val="24"/>
              </w:rPr>
              <w:t xml:space="preserve">е 1941 − </w:t>
            </w:r>
            <w:r w:rsidRPr="006F1FD3">
              <w:rPr>
                <w:color w:val="000000"/>
                <w:sz w:val="24"/>
                <w:szCs w:val="24"/>
              </w:rPr>
              <w:t>1945 гг.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МБУ ДО СШ № 3</w:t>
            </w:r>
          </w:p>
          <w:p w:rsidR="0051512A" w:rsidRPr="00600160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Спортивный комплекс «Старт»</w:t>
            </w:r>
            <w:r w:rsidR="00600160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(ул. Харьковская, 56-а)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BC51FA" w:rsidP="00F435D9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1512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2400E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2400E8">
              <w:rPr>
                <w:color w:val="000000"/>
                <w:sz w:val="24"/>
                <w:szCs w:val="24"/>
              </w:rPr>
              <w:t xml:space="preserve"> ч 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9B3213">
            <w:pPr>
              <w:widowControl w:val="0"/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Праздничный концерт, п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 xml:space="preserve">священный 9 мая </w:t>
            </w:r>
            <w:r w:rsidR="009B3213">
              <w:rPr>
                <w:color w:val="000000"/>
                <w:sz w:val="24"/>
                <w:szCs w:val="24"/>
              </w:rPr>
              <w:t>«</w:t>
            </w:r>
            <w:r w:rsidRPr="006F1FD3">
              <w:rPr>
                <w:color w:val="000000"/>
                <w:sz w:val="24"/>
                <w:szCs w:val="24"/>
              </w:rPr>
              <w:t>Память вечно жива!»</w:t>
            </w:r>
          </w:p>
        </w:tc>
        <w:tc>
          <w:tcPr>
            <w:tcW w:w="2977" w:type="dxa"/>
            <w:shd w:val="clear" w:color="auto" w:fill="auto"/>
          </w:tcPr>
          <w:p w:rsidR="0051512A" w:rsidRPr="00600160" w:rsidRDefault="0051512A" w:rsidP="00A55015">
            <w:pPr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ОСПЦР с ОД «Дворец м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лодежи»</w:t>
            </w:r>
            <w:r w:rsidR="00600160"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(пр.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Ленина, 50)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Default="0051512A" w:rsidP="00C827BD">
            <w:pPr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2400E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2400E8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Концерт «В этот день ликует вся планета»</w:t>
            </w:r>
          </w:p>
        </w:tc>
        <w:tc>
          <w:tcPr>
            <w:tcW w:w="2977" w:type="dxa"/>
            <w:shd w:val="clear" w:color="auto" w:fill="auto"/>
          </w:tcPr>
          <w:p w:rsidR="0051512A" w:rsidRPr="006F1FD3" w:rsidRDefault="0051512A" w:rsidP="0051512A">
            <w:pPr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МБУ ДО «ЦРТД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1FD3">
              <w:rPr>
                <w:color w:val="000000"/>
                <w:sz w:val="24"/>
                <w:szCs w:val="24"/>
              </w:rPr>
              <w:t>Ю»</w:t>
            </w:r>
          </w:p>
          <w:p w:rsidR="0051512A" w:rsidRPr="006F1FD3" w:rsidRDefault="0051512A" w:rsidP="0051512A">
            <w:pPr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(пр. Ленина, 21/16)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widowControl w:val="0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</w:t>
            </w:r>
            <w:r w:rsidR="00F14E0A">
              <w:rPr>
                <w:color w:val="000000"/>
                <w:sz w:val="24"/>
                <w:szCs w:val="24"/>
              </w:rPr>
              <w:t xml:space="preserve">2025 − </w:t>
            </w:r>
            <w:r w:rsidRPr="006F1FD3">
              <w:rPr>
                <w:color w:val="000000"/>
                <w:sz w:val="24"/>
                <w:szCs w:val="24"/>
              </w:rPr>
              <w:t>09.05.2025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Премьерный показ спектакля </w:t>
            </w:r>
          </w:p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«А зори здесь тихие…»</w:t>
            </w:r>
          </w:p>
          <w:p w:rsidR="0051512A" w:rsidRPr="006F1FD3" w:rsidRDefault="0051512A" w:rsidP="00823350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Б.Л. Васильева </w:t>
            </w:r>
          </w:p>
        </w:tc>
        <w:tc>
          <w:tcPr>
            <w:tcW w:w="2977" w:type="dxa"/>
            <w:shd w:val="clear" w:color="auto" w:fill="auto"/>
          </w:tcPr>
          <w:p w:rsidR="0051512A" w:rsidRPr="006955F6" w:rsidRDefault="0051512A" w:rsidP="006955F6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«Новошахтинский др</w:t>
            </w:r>
            <w:r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м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тическ</w:t>
            </w:r>
            <w:r>
              <w:rPr>
                <w:sz w:val="24"/>
                <w:szCs w:val="24"/>
              </w:rPr>
              <w:t>и</w:t>
            </w:r>
            <w:r w:rsidR="006955F6">
              <w:rPr>
                <w:sz w:val="24"/>
                <w:szCs w:val="24"/>
              </w:rPr>
              <w:t xml:space="preserve">й театр                  </w:t>
            </w:r>
            <w:r w:rsidR="00AB7A0C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им. М.И. Бушнова»</w:t>
            </w:r>
            <w:r w:rsidR="006955F6">
              <w:rPr>
                <w:sz w:val="24"/>
                <w:szCs w:val="24"/>
              </w:rPr>
              <w:t xml:space="preserve">               </w:t>
            </w:r>
            <w:r w:rsidR="00AB7A0C">
              <w:rPr>
                <w:sz w:val="24"/>
                <w:szCs w:val="24"/>
              </w:rPr>
              <w:t>(</w:t>
            </w:r>
            <w:r w:rsidRPr="006F1FD3">
              <w:rPr>
                <w:sz w:val="24"/>
                <w:szCs w:val="24"/>
              </w:rPr>
              <w:t>ул. Садовая, 31</w:t>
            </w:r>
            <w:r w:rsidR="00AB7A0C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Н.Г.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09.05.2024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4A0CB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Митинг, посвященный 80-й годовщине Победы в Великой Отечественной войне 1941 – 1945 г</w:t>
            </w:r>
            <w:r w:rsidR="004A0CBA">
              <w:rPr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51512A" w:rsidRPr="006F1FD3" w:rsidRDefault="00AB7A0C" w:rsidP="00600160">
            <w:pPr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1512A" w:rsidRPr="006F1FD3">
              <w:rPr>
                <w:sz w:val="24"/>
                <w:szCs w:val="24"/>
              </w:rPr>
              <w:t>етский парк</w:t>
            </w:r>
            <w:r w:rsidR="00827D0B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«Город де</w:t>
            </w:r>
            <w:r w:rsidR="0051512A" w:rsidRPr="006F1FD3">
              <w:rPr>
                <w:sz w:val="24"/>
                <w:szCs w:val="24"/>
              </w:rPr>
              <w:t>т</w:t>
            </w:r>
            <w:r w:rsidR="0051512A" w:rsidRPr="006F1FD3">
              <w:rPr>
                <w:sz w:val="24"/>
                <w:szCs w:val="24"/>
              </w:rPr>
              <w:t>ства» (пр. Ленина</w:t>
            </w:r>
            <w:r w:rsidR="0051512A" w:rsidRPr="00600160">
              <w:rPr>
                <w:sz w:val="24"/>
                <w:szCs w:val="24"/>
              </w:rPr>
              <w:t>,</w:t>
            </w:r>
            <w:r w:rsidR="0051512A" w:rsidRPr="00600160">
              <w:rPr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19Б</w:t>
            </w:r>
            <w:r w:rsidR="0051512A" w:rsidRPr="00600160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Туркатова Е.И.,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Марченко Н.В.,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Коновалова Н.Г.,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Ахмедиева Г.А.,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09.05.2025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18</w:t>
            </w:r>
            <w:r w:rsidR="00574409">
              <w:rPr>
                <w:sz w:val="24"/>
                <w:szCs w:val="24"/>
              </w:rPr>
              <w:t>:</w:t>
            </w:r>
            <w:r w:rsidRPr="006F1FD3">
              <w:rPr>
                <w:sz w:val="24"/>
                <w:szCs w:val="24"/>
              </w:rPr>
              <w:t>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Праздничный концерт,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священный 80-й годовщине Великой Победы</w:t>
            </w:r>
          </w:p>
        </w:tc>
        <w:tc>
          <w:tcPr>
            <w:tcW w:w="2977" w:type="dxa"/>
          </w:tcPr>
          <w:p w:rsidR="0051512A" w:rsidRPr="006F1FD3" w:rsidRDefault="0051512A" w:rsidP="0051512A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Парк «Комсомольский» (ул. Харьковская, 175А)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Н.Г.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15.05.2025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C51F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BC51FA">
              <w:rPr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Вечер-портрет «Снова к пр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шлому взглядом приблизит</w:t>
            </w:r>
            <w:r w:rsidRPr="006F1FD3">
              <w:rPr>
                <w:sz w:val="24"/>
                <w:szCs w:val="24"/>
              </w:rPr>
              <w:t>ь</w:t>
            </w:r>
            <w:r w:rsidRPr="006F1FD3">
              <w:rPr>
                <w:sz w:val="24"/>
                <w:szCs w:val="24"/>
              </w:rPr>
              <w:t>ся»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УМЦ «Авангард»</w:t>
            </w:r>
          </w:p>
          <w:p w:rsidR="0051512A" w:rsidRPr="006F1FD3" w:rsidRDefault="0051512A" w:rsidP="0051512A">
            <w:pPr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 Ульянцева, 1в)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Самбек, поселок Красный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07.05.2025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</w:p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</w:t>
            </w:r>
            <w:r w:rsidRPr="006F1FD3">
              <w:rPr>
                <w:sz w:val="24"/>
                <w:szCs w:val="24"/>
              </w:rPr>
              <w:t>амятник</w:t>
            </w:r>
            <w:r>
              <w:rPr>
                <w:sz w:val="24"/>
                <w:szCs w:val="24"/>
              </w:rPr>
              <w:t xml:space="preserve">у жителям, </w:t>
            </w:r>
            <w:r w:rsidRPr="006F1FD3">
              <w:rPr>
                <w:sz w:val="24"/>
                <w:szCs w:val="24"/>
              </w:rPr>
              <w:t>павшим в годы Великой Отечестве</w:t>
            </w:r>
            <w:r w:rsidRPr="006F1FD3">
              <w:rPr>
                <w:sz w:val="24"/>
                <w:szCs w:val="24"/>
              </w:rPr>
              <w:t>н</w:t>
            </w:r>
            <w:r w:rsidRPr="006F1FD3">
              <w:rPr>
                <w:sz w:val="24"/>
                <w:szCs w:val="24"/>
              </w:rPr>
              <w:t>ной войны</w:t>
            </w:r>
          </w:p>
        </w:tc>
        <w:tc>
          <w:tcPr>
            <w:tcW w:w="2977" w:type="dxa"/>
          </w:tcPr>
          <w:p w:rsidR="0051512A" w:rsidRPr="006F1FD3" w:rsidRDefault="0051512A" w:rsidP="009D6C68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Памятник жителям, </w:t>
            </w:r>
            <w:r w:rsidRPr="006F1FD3">
              <w:rPr>
                <w:sz w:val="24"/>
                <w:szCs w:val="24"/>
              </w:rPr>
              <w:t>па</w:t>
            </w:r>
            <w:r w:rsidRPr="006F1FD3">
              <w:rPr>
                <w:sz w:val="24"/>
                <w:szCs w:val="24"/>
              </w:rPr>
              <w:t>в</w:t>
            </w:r>
            <w:r w:rsidRPr="006F1FD3">
              <w:rPr>
                <w:sz w:val="24"/>
                <w:szCs w:val="24"/>
              </w:rPr>
              <w:t>шим в годы Великой От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чественной войны (ул. К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тельникова, 7-а/20/13)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10:30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 к стеле в честь Героя Советск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 xml:space="preserve">го Союза П.С. Дернова </w:t>
            </w:r>
          </w:p>
        </w:tc>
        <w:tc>
          <w:tcPr>
            <w:tcW w:w="2977" w:type="dxa"/>
          </w:tcPr>
          <w:p w:rsidR="004473AE" w:rsidRDefault="0051512A" w:rsidP="004473AE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Стела в честь Героя Сове</w:t>
            </w:r>
            <w:r w:rsidRPr="006F1FD3">
              <w:rPr>
                <w:sz w:val="24"/>
                <w:szCs w:val="24"/>
              </w:rPr>
              <w:t>т</w:t>
            </w:r>
            <w:r w:rsidRPr="006F1FD3">
              <w:rPr>
                <w:sz w:val="24"/>
                <w:szCs w:val="24"/>
              </w:rPr>
              <w:t>ского Союза</w:t>
            </w:r>
            <w:r w:rsidR="00EE1414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П.С. Дернова </w:t>
            </w:r>
          </w:p>
          <w:p w:rsidR="0051512A" w:rsidRPr="006F1FD3" w:rsidRDefault="0051512A" w:rsidP="004473AE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 Соколова, 19)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51F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07.05.2025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12</w:t>
            </w:r>
            <w:r w:rsidR="00BC51FA">
              <w:rPr>
                <w:sz w:val="24"/>
                <w:szCs w:val="24"/>
              </w:rPr>
              <w:t>:</w:t>
            </w:r>
            <w:r w:rsidRPr="006F1FD3">
              <w:rPr>
                <w:sz w:val="24"/>
                <w:szCs w:val="24"/>
              </w:rPr>
              <w:t xml:space="preserve">00 ч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Праздничный концерт «Вел</w:t>
            </w:r>
            <w:r w:rsidRPr="006F1FD3">
              <w:rPr>
                <w:sz w:val="24"/>
                <w:szCs w:val="24"/>
              </w:rPr>
              <w:t>и</w:t>
            </w:r>
            <w:r w:rsidRPr="006F1FD3">
              <w:rPr>
                <w:sz w:val="24"/>
                <w:szCs w:val="24"/>
              </w:rPr>
              <w:t>кая Победа – память и слава на все времена»</w:t>
            </w:r>
          </w:p>
        </w:tc>
        <w:tc>
          <w:tcPr>
            <w:tcW w:w="2977" w:type="dxa"/>
          </w:tcPr>
          <w:p w:rsidR="0051512A" w:rsidRPr="006F1FD3" w:rsidRDefault="00EE1414" w:rsidP="007852FD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Самбек МБУК «ГДК и К»</w:t>
            </w:r>
            <w:r w:rsidR="007852FD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(ул</w:t>
            </w:r>
            <w:r w:rsidR="0051512A" w:rsidRPr="009D6C68">
              <w:rPr>
                <w:sz w:val="22"/>
                <w:szCs w:val="24"/>
              </w:rPr>
              <w:t>.</w:t>
            </w:r>
            <w:r w:rsidR="0051512A" w:rsidRPr="009D6C68">
              <w:rPr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о</w:t>
            </w:r>
            <w:r w:rsidR="0051512A" w:rsidRPr="006F1FD3">
              <w:rPr>
                <w:sz w:val="24"/>
                <w:szCs w:val="24"/>
              </w:rPr>
              <w:t>тельникова,</w:t>
            </w:r>
            <w:r w:rsidR="0051512A" w:rsidRPr="003D22CB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7</w:t>
            </w:r>
            <w:r w:rsidR="0051512A" w:rsidRPr="009D6C68">
              <w:rPr>
                <w:sz w:val="22"/>
                <w:szCs w:val="24"/>
              </w:rPr>
              <w:t>-</w:t>
            </w:r>
            <w:r w:rsidR="0051512A" w:rsidRPr="006F1FD3">
              <w:rPr>
                <w:sz w:val="24"/>
                <w:szCs w:val="24"/>
              </w:rPr>
              <w:t>а/20/13)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51512A" w:rsidRPr="006F1FD3" w:rsidRDefault="0051512A" w:rsidP="00C827BD">
            <w:pPr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Горького, поселок Бугултай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BC51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 к братским могилам жертв ф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шизма</w:t>
            </w:r>
          </w:p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1512A" w:rsidRPr="006F1FD3" w:rsidRDefault="0051512A" w:rsidP="00EE1414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Братская могила</w:t>
            </w:r>
            <w:r w:rsidR="00EE1414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жертв ф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шизма (490 метров с запа</w:t>
            </w:r>
            <w:r w:rsidRPr="006F1FD3">
              <w:rPr>
                <w:sz w:val="24"/>
                <w:szCs w:val="24"/>
              </w:rPr>
              <w:t>д</w:t>
            </w:r>
            <w:r w:rsidRPr="006F1FD3">
              <w:rPr>
                <w:sz w:val="24"/>
                <w:szCs w:val="24"/>
              </w:rPr>
              <w:t>ной сто</w:t>
            </w:r>
            <w:r w:rsidR="00EE1414">
              <w:rPr>
                <w:sz w:val="24"/>
                <w:szCs w:val="24"/>
              </w:rPr>
              <w:t>роны от улицы О</w:t>
            </w:r>
            <w:r w:rsidR="00EE1414">
              <w:rPr>
                <w:sz w:val="24"/>
                <w:szCs w:val="24"/>
              </w:rPr>
              <w:t>т</w:t>
            </w:r>
            <w:r w:rsidR="00EE1414">
              <w:rPr>
                <w:sz w:val="24"/>
                <w:szCs w:val="24"/>
              </w:rPr>
              <w:t>дель</w:t>
            </w:r>
            <w:r w:rsidRPr="006F1FD3">
              <w:rPr>
                <w:sz w:val="24"/>
                <w:szCs w:val="24"/>
              </w:rPr>
              <w:t>ной),</w:t>
            </w:r>
            <w:r w:rsidR="003D22CB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Братская могила</w:t>
            </w:r>
            <w:r w:rsidRPr="006F1FD3">
              <w:t xml:space="preserve"> </w:t>
            </w:r>
            <w:r w:rsidR="00EE1414">
              <w:rPr>
                <w:sz w:val="24"/>
                <w:szCs w:val="24"/>
              </w:rPr>
              <w:t xml:space="preserve">жертв фашизма </w:t>
            </w:r>
            <w:r w:rsidRPr="006F1FD3">
              <w:rPr>
                <w:sz w:val="24"/>
                <w:szCs w:val="24"/>
              </w:rPr>
              <w:t>(340 ме</w:t>
            </w:r>
            <w:r w:rsidRPr="006F1FD3">
              <w:rPr>
                <w:sz w:val="24"/>
                <w:szCs w:val="24"/>
              </w:rPr>
              <w:t>т</w:t>
            </w:r>
            <w:r w:rsidRPr="006F1FD3">
              <w:rPr>
                <w:sz w:val="24"/>
                <w:szCs w:val="24"/>
              </w:rPr>
              <w:t>ров с юго-западной стор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ны от улицы Отдельной)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BC51FA" w:rsidP="0051512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51512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10:30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 к братской могиле «Слава Гер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ям» павших в 1941−1945 г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дах в боях</w:t>
            </w:r>
          </w:p>
        </w:tc>
        <w:tc>
          <w:tcPr>
            <w:tcW w:w="2977" w:type="dxa"/>
          </w:tcPr>
          <w:p w:rsidR="0051512A" w:rsidRPr="006F1FD3" w:rsidRDefault="00EE1414" w:rsidP="00E8698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могиле «Сла</w:t>
            </w:r>
            <w:r w:rsidR="0051512A" w:rsidRPr="006F1FD3">
              <w:rPr>
                <w:sz w:val="24"/>
                <w:szCs w:val="24"/>
              </w:rPr>
              <w:t>ва Ге</w:t>
            </w:r>
            <w:r w:rsidR="003D22CB">
              <w:rPr>
                <w:sz w:val="24"/>
                <w:szCs w:val="24"/>
              </w:rPr>
              <w:t>-</w:t>
            </w:r>
            <w:r w:rsidR="0051512A" w:rsidRPr="006F1FD3">
              <w:rPr>
                <w:sz w:val="24"/>
                <w:szCs w:val="24"/>
              </w:rPr>
              <w:t>роям» павших в 1941</w:t>
            </w:r>
            <w:r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−</w:t>
            </w:r>
            <w:r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1945 годах в боях (ул.</w:t>
            </w:r>
            <w:r w:rsidR="0051512A" w:rsidRPr="003D22CB">
              <w:rPr>
                <w:sz w:val="18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Крас</w:t>
            </w:r>
            <w:r w:rsidR="003D22CB">
              <w:rPr>
                <w:sz w:val="24"/>
                <w:szCs w:val="24"/>
              </w:rPr>
              <w:t>-</w:t>
            </w:r>
            <w:r w:rsidR="0051512A" w:rsidRPr="006F1FD3">
              <w:rPr>
                <w:sz w:val="24"/>
                <w:szCs w:val="24"/>
              </w:rPr>
              <w:t>ный Проспект</w:t>
            </w:r>
            <w:r w:rsidR="00AC48B5">
              <w:rPr>
                <w:sz w:val="24"/>
                <w:szCs w:val="24"/>
              </w:rPr>
              <w:t>,</w:t>
            </w:r>
            <w:r w:rsidR="0051512A" w:rsidRPr="006F1FD3">
              <w:rPr>
                <w:sz w:val="24"/>
                <w:szCs w:val="24"/>
              </w:rPr>
              <w:t xml:space="preserve"> 69-а)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06.05.2025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11:00 ч 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  <w:r>
              <w:rPr>
                <w:sz w:val="24"/>
                <w:szCs w:val="24"/>
              </w:rPr>
              <w:t xml:space="preserve"> к стеле </w:t>
            </w:r>
            <w:r w:rsidRPr="006F1FD3">
              <w:rPr>
                <w:sz w:val="24"/>
                <w:szCs w:val="24"/>
              </w:rPr>
              <w:t>в память шахтеров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гибших на фронтах Великой Отечественной войны</w:t>
            </w:r>
          </w:p>
        </w:tc>
        <w:tc>
          <w:tcPr>
            <w:tcW w:w="2977" w:type="dxa"/>
          </w:tcPr>
          <w:p w:rsidR="0051512A" w:rsidRPr="006F1FD3" w:rsidRDefault="0051512A" w:rsidP="00AC48B5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Стела в память шахтеров погибших на фронтах В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ликой Отечественной во</w:t>
            </w:r>
            <w:r w:rsidRPr="006F1FD3">
              <w:rPr>
                <w:sz w:val="24"/>
                <w:szCs w:val="24"/>
              </w:rPr>
              <w:t>й</w:t>
            </w:r>
            <w:r w:rsidRPr="006F1FD3">
              <w:rPr>
                <w:sz w:val="24"/>
                <w:szCs w:val="24"/>
              </w:rPr>
              <w:t>ны</w:t>
            </w:r>
            <w:r w:rsidR="00207B60" w:rsidRPr="004473AE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(ул</w:t>
            </w:r>
            <w:r w:rsidRPr="00207B60">
              <w:rPr>
                <w:sz w:val="22"/>
                <w:szCs w:val="24"/>
              </w:rPr>
              <w:t>.</w:t>
            </w:r>
            <w:r w:rsidRPr="004473AE">
              <w:rPr>
                <w:sz w:val="16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Горького</w:t>
            </w:r>
            <w:r w:rsidR="00AC48B5" w:rsidRPr="00207B60">
              <w:rPr>
                <w:sz w:val="22"/>
                <w:szCs w:val="24"/>
              </w:rPr>
              <w:t>,</w:t>
            </w:r>
            <w:r w:rsidRPr="004473AE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13в)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06.05.2025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11:30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4A0CBA" w:rsidP="00823350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Музыкально-</w:t>
            </w:r>
            <w:r w:rsidR="0051512A" w:rsidRPr="006F1FD3">
              <w:rPr>
                <w:sz w:val="24"/>
                <w:szCs w:val="24"/>
              </w:rPr>
              <w:t>литературная</w:t>
            </w:r>
          </w:p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композиция «Войны свяще</w:t>
            </w:r>
            <w:r w:rsidRPr="006F1FD3">
              <w:rPr>
                <w:sz w:val="24"/>
                <w:szCs w:val="24"/>
              </w:rPr>
              <w:t>н</w:t>
            </w:r>
            <w:r w:rsidRPr="006F1FD3">
              <w:rPr>
                <w:sz w:val="24"/>
                <w:szCs w:val="24"/>
              </w:rPr>
              <w:t>ные страницы навеки в пам</w:t>
            </w:r>
            <w:r w:rsidRPr="006F1FD3">
              <w:rPr>
                <w:sz w:val="24"/>
                <w:szCs w:val="24"/>
              </w:rPr>
              <w:t>я</w:t>
            </w:r>
            <w:r w:rsidRPr="006F1FD3">
              <w:rPr>
                <w:sz w:val="24"/>
                <w:szCs w:val="24"/>
              </w:rPr>
              <w:t>ти людской»</w:t>
            </w:r>
          </w:p>
        </w:tc>
        <w:tc>
          <w:tcPr>
            <w:tcW w:w="2977" w:type="dxa"/>
          </w:tcPr>
          <w:p w:rsidR="0051512A" w:rsidRPr="006F1FD3" w:rsidRDefault="00AC48B5" w:rsidP="007852FD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Горького МБУК «ГДК и К»</w:t>
            </w:r>
            <w:r w:rsidR="007852FD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(ул. Го</w:t>
            </w:r>
            <w:r w:rsidR="007852FD">
              <w:rPr>
                <w:sz w:val="24"/>
                <w:szCs w:val="24"/>
              </w:rPr>
              <w:t>-</w:t>
            </w:r>
            <w:r w:rsidR="0051512A" w:rsidRPr="006F1FD3">
              <w:rPr>
                <w:sz w:val="24"/>
                <w:szCs w:val="24"/>
              </w:rPr>
              <w:t>рького, 13)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Несветаевский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07.05.2025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FF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11:30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4A0CB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Праздничный концерт,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 xml:space="preserve">священный 80-й годовщине Великой Победы </w:t>
            </w:r>
            <w:r w:rsidRPr="006F1FD3">
              <w:rPr>
                <w:color w:val="000000"/>
                <w:sz w:val="24"/>
                <w:szCs w:val="24"/>
              </w:rPr>
              <w:t xml:space="preserve">– </w:t>
            </w:r>
            <w:r w:rsidRPr="006F1FD3">
              <w:rPr>
                <w:sz w:val="24"/>
                <w:szCs w:val="24"/>
              </w:rPr>
              <w:t>«День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 xml:space="preserve">беды </w:t>
            </w:r>
            <w:r w:rsidR="004A0CBA">
              <w:rPr>
                <w:sz w:val="24"/>
                <w:szCs w:val="24"/>
              </w:rPr>
              <w:t>−</w:t>
            </w:r>
            <w:r w:rsidRPr="006F1FD3">
              <w:rPr>
                <w:sz w:val="24"/>
                <w:szCs w:val="24"/>
              </w:rPr>
              <w:t xml:space="preserve"> праздник всей стр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ны!»</w:t>
            </w:r>
          </w:p>
        </w:tc>
        <w:tc>
          <w:tcPr>
            <w:tcW w:w="2977" w:type="dxa"/>
          </w:tcPr>
          <w:p w:rsidR="0051512A" w:rsidRPr="006F1FD3" w:rsidRDefault="00AC48B5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Несветае</w:t>
            </w:r>
            <w:r w:rsidR="0051512A" w:rsidRPr="006F1FD3">
              <w:rPr>
                <w:sz w:val="24"/>
                <w:szCs w:val="24"/>
              </w:rPr>
              <w:t>в</w:t>
            </w:r>
            <w:r w:rsidR="0051512A" w:rsidRPr="006F1FD3">
              <w:rPr>
                <w:sz w:val="24"/>
                <w:szCs w:val="24"/>
              </w:rPr>
              <w:t>ский МБУК «ГДК и К»</w:t>
            </w:r>
            <w:r w:rsidR="00101CC5">
              <w:rPr>
                <w:sz w:val="24"/>
                <w:szCs w:val="24"/>
              </w:rPr>
              <w:t xml:space="preserve"> </w:t>
            </w:r>
            <w:r w:rsidR="00844421">
              <w:rPr>
                <w:sz w:val="24"/>
                <w:szCs w:val="24"/>
              </w:rPr>
              <w:t xml:space="preserve">   </w:t>
            </w:r>
            <w:r w:rsidR="0051512A" w:rsidRPr="006F1FD3">
              <w:rPr>
                <w:sz w:val="24"/>
                <w:szCs w:val="24"/>
              </w:rPr>
              <w:t xml:space="preserve">(ул. Ленинградская, 28) 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07.05.2025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FF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  <w:r>
              <w:rPr>
                <w:sz w:val="24"/>
                <w:szCs w:val="24"/>
              </w:rPr>
              <w:t xml:space="preserve"> к</w:t>
            </w:r>
            <w:r w:rsidRPr="006F1F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братской могиле</w:t>
            </w:r>
            <w:r w:rsidR="00844421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воинов, 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гибших в годы Великой От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чест</w:t>
            </w:r>
            <w:r w:rsidRPr="006F1FD3">
              <w:rPr>
                <w:sz w:val="24"/>
                <w:szCs w:val="24"/>
              </w:rPr>
              <w:t>венной войны</w:t>
            </w:r>
          </w:p>
        </w:tc>
        <w:tc>
          <w:tcPr>
            <w:tcW w:w="2977" w:type="dxa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Братская могила</w:t>
            </w:r>
            <w:r w:rsidR="00101CC5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воинов, </w:t>
            </w:r>
            <w:r>
              <w:rPr>
                <w:sz w:val="24"/>
                <w:szCs w:val="24"/>
              </w:rPr>
              <w:t>погибших в годы Великой Отечест</w:t>
            </w:r>
            <w:r w:rsidRPr="006F1FD3">
              <w:rPr>
                <w:sz w:val="24"/>
                <w:szCs w:val="24"/>
              </w:rPr>
              <w:t>венной войны</w:t>
            </w:r>
            <w:r w:rsidR="00101CC5">
              <w:rPr>
                <w:sz w:val="24"/>
                <w:szCs w:val="24"/>
              </w:rPr>
              <w:t xml:space="preserve"> </w:t>
            </w:r>
            <w:r w:rsidR="00844421">
              <w:rPr>
                <w:sz w:val="24"/>
                <w:szCs w:val="24"/>
              </w:rPr>
              <w:t xml:space="preserve">      </w:t>
            </w:r>
            <w:r w:rsidRPr="006F1FD3">
              <w:rPr>
                <w:sz w:val="22"/>
                <w:szCs w:val="24"/>
              </w:rPr>
              <w:t>(</w:t>
            </w:r>
            <w:r w:rsidRPr="006F1FD3">
              <w:rPr>
                <w:sz w:val="24"/>
                <w:szCs w:val="24"/>
              </w:rPr>
              <w:t>ул</w:t>
            </w:r>
            <w:r w:rsidRPr="006F1FD3">
              <w:rPr>
                <w:szCs w:val="24"/>
              </w:rPr>
              <w:t xml:space="preserve">. </w:t>
            </w:r>
            <w:r w:rsidRPr="006F1FD3">
              <w:rPr>
                <w:sz w:val="24"/>
                <w:szCs w:val="24"/>
              </w:rPr>
              <w:t xml:space="preserve">Ленинградская, </w:t>
            </w:r>
            <w:r w:rsidR="00844421">
              <w:rPr>
                <w:sz w:val="24"/>
                <w:szCs w:val="24"/>
              </w:rPr>
              <w:t xml:space="preserve">             </w:t>
            </w:r>
            <w:r w:rsidRPr="006F1FD3">
              <w:rPr>
                <w:sz w:val="24"/>
                <w:szCs w:val="24"/>
              </w:rPr>
              <w:t>3-а, 3-б)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D4650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  <w:r w:rsidR="00844421">
              <w:rPr>
                <w:color w:val="000000"/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82335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Праздничный концерт,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священный 80-й годовщине Великой Победы «Слава тебе, победитель солдат!»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101CC5" w:rsidP="007852FD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Обособленное </w:t>
            </w:r>
            <w:r w:rsidR="0051512A" w:rsidRPr="006F1FD3">
              <w:rPr>
                <w:sz w:val="24"/>
                <w:szCs w:val="24"/>
              </w:rPr>
              <w:t>подраздел</w:t>
            </w:r>
            <w:r w:rsidR="0051512A" w:rsidRPr="006F1FD3">
              <w:rPr>
                <w:sz w:val="24"/>
                <w:szCs w:val="24"/>
              </w:rPr>
              <w:t>е</w:t>
            </w:r>
            <w:r w:rsidR="0051512A" w:rsidRPr="006F1FD3">
              <w:rPr>
                <w:sz w:val="24"/>
                <w:szCs w:val="24"/>
              </w:rPr>
              <w:t>ние МБУ ДО «ЦРТД и Ю» ПК «Созвездие»</w:t>
            </w:r>
            <w:r w:rsidR="007852FD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(ул. Л</w:t>
            </w:r>
            <w:r w:rsidR="0051512A" w:rsidRPr="006F1FD3">
              <w:rPr>
                <w:sz w:val="24"/>
                <w:szCs w:val="24"/>
              </w:rPr>
              <w:t>е</w:t>
            </w:r>
            <w:r w:rsidR="0051512A" w:rsidRPr="006F1FD3">
              <w:rPr>
                <w:sz w:val="24"/>
                <w:szCs w:val="24"/>
              </w:rPr>
              <w:t>нинградская, 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Новая Соколовка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 xml:space="preserve">06.05.2025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</w:p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</w:t>
            </w:r>
            <w:r w:rsidRPr="006F1FD3">
              <w:rPr>
                <w:sz w:val="24"/>
                <w:szCs w:val="24"/>
              </w:rPr>
              <w:t>емориал</w:t>
            </w:r>
            <w:r>
              <w:rPr>
                <w:sz w:val="24"/>
                <w:szCs w:val="24"/>
              </w:rPr>
              <w:t>у</w:t>
            </w:r>
            <w:r w:rsidR="004A0CBA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«Раненный со</w:t>
            </w:r>
            <w:r w:rsidRPr="006F1FD3">
              <w:rPr>
                <w:sz w:val="24"/>
                <w:szCs w:val="24"/>
              </w:rPr>
              <w:t>л</w:t>
            </w:r>
            <w:r w:rsidRPr="006F1FD3">
              <w:rPr>
                <w:sz w:val="24"/>
                <w:szCs w:val="24"/>
              </w:rPr>
              <w:t>дат»</w:t>
            </w:r>
          </w:p>
        </w:tc>
        <w:tc>
          <w:tcPr>
            <w:tcW w:w="2977" w:type="dxa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Мемориал</w:t>
            </w:r>
            <w:r w:rsidR="00D46508">
              <w:rPr>
                <w:sz w:val="24"/>
                <w:szCs w:val="24"/>
              </w:rPr>
              <w:t xml:space="preserve"> «Раненный со</w:t>
            </w:r>
            <w:r w:rsidR="00D46508">
              <w:rPr>
                <w:sz w:val="24"/>
                <w:szCs w:val="24"/>
              </w:rPr>
              <w:t>л</w:t>
            </w:r>
            <w:r w:rsidR="00D46508">
              <w:rPr>
                <w:sz w:val="24"/>
                <w:szCs w:val="24"/>
              </w:rPr>
              <w:t>дат» (ул. Молодог</w:t>
            </w:r>
            <w:r w:rsidRPr="006F1FD3">
              <w:rPr>
                <w:sz w:val="24"/>
                <w:szCs w:val="24"/>
              </w:rPr>
              <w:t>варде</w:t>
            </w:r>
            <w:r w:rsidRPr="006F1FD3">
              <w:rPr>
                <w:sz w:val="24"/>
                <w:szCs w:val="24"/>
              </w:rPr>
              <w:t>й</w:t>
            </w:r>
            <w:r w:rsidRPr="006F1FD3">
              <w:rPr>
                <w:sz w:val="24"/>
                <w:szCs w:val="24"/>
              </w:rPr>
              <w:t>цев, 37)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rPr>
                <w:i/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07.05.2025</w:t>
            </w:r>
          </w:p>
          <w:p w:rsidR="0051512A" w:rsidRPr="006F1FD3" w:rsidRDefault="00DA01CB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</w:t>
            </w:r>
            <w:r w:rsidR="0051512A">
              <w:rPr>
                <w:color w:val="000000"/>
                <w:sz w:val="24"/>
                <w:szCs w:val="24"/>
              </w:rPr>
              <w:t>00</w:t>
            </w:r>
            <w:r w:rsidR="00970A21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4A0CBA" w:rsidP="004A0CB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FD3">
              <w:rPr>
                <w:sz w:val="24"/>
                <w:szCs w:val="24"/>
              </w:rPr>
              <w:t>раздничное мероприятие</w:t>
            </w:r>
            <w:r>
              <w:rPr>
                <w:sz w:val="24"/>
                <w:szCs w:val="24"/>
              </w:rPr>
              <w:t xml:space="preserve"> «День Победы!</w:t>
            </w:r>
            <w:r w:rsidR="0051512A" w:rsidRPr="006F1FD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Обособленное подраздел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ние МБУ ДО «ЦРТД и Ю» ПК «Юность»</w:t>
            </w:r>
            <w:r w:rsidR="00970A21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(ул. Рабоче-Крестьянская, 23)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09.05.2025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16:00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Праздничная программа «Храним в сердцах Великую Победу!»</w:t>
            </w:r>
          </w:p>
        </w:tc>
        <w:tc>
          <w:tcPr>
            <w:tcW w:w="2977" w:type="dxa"/>
          </w:tcPr>
          <w:p w:rsidR="0051512A" w:rsidRPr="006F1FD3" w:rsidRDefault="00721C7B" w:rsidP="005151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Новая Сок</w:t>
            </w:r>
            <w:r w:rsidR="0051512A" w:rsidRPr="006F1FD3">
              <w:rPr>
                <w:sz w:val="24"/>
                <w:szCs w:val="24"/>
              </w:rPr>
              <w:t>о</w:t>
            </w:r>
            <w:r w:rsidR="0051512A" w:rsidRPr="006F1FD3">
              <w:rPr>
                <w:sz w:val="24"/>
                <w:szCs w:val="24"/>
              </w:rPr>
              <w:t>ловка МБУК «ГДК и К»</w:t>
            </w:r>
          </w:p>
          <w:p w:rsidR="00DA01CB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(ул.</w:t>
            </w:r>
            <w:r w:rsidRPr="006F1FD3">
              <w:rPr>
                <w:sz w:val="16"/>
                <w:szCs w:val="24"/>
              </w:rPr>
              <w:t xml:space="preserve"> </w:t>
            </w:r>
            <w:r w:rsidR="00970A21">
              <w:rPr>
                <w:sz w:val="24"/>
                <w:szCs w:val="24"/>
              </w:rPr>
              <w:t>Рабоче-Крестьянс</w:t>
            </w:r>
            <w:r w:rsidRPr="006F1FD3">
              <w:rPr>
                <w:sz w:val="24"/>
                <w:szCs w:val="24"/>
              </w:rPr>
              <w:t>кая, 19)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</w:tbl>
    <w:p w:rsidR="00DA01CB" w:rsidRDefault="00DA01CB"/>
    <w:p w:rsidR="001C6106" w:rsidRDefault="001C6106"/>
    <w:tbl>
      <w:tblPr>
        <w:tblW w:w="10065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3260"/>
        <w:gridCol w:w="2977"/>
        <w:gridCol w:w="1984"/>
      </w:tblGrid>
      <w:tr w:rsidR="00DA01CB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DA01CB" w:rsidRDefault="001C6106" w:rsidP="001C610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A01CB" w:rsidRPr="006F1FD3" w:rsidRDefault="001C6106" w:rsidP="001C6106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A01CB" w:rsidRPr="006F1FD3" w:rsidRDefault="001C6106" w:rsidP="001C6106">
            <w:pPr>
              <w:snapToGrid w:val="0"/>
              <w:ind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A01CB" w:rsidRDefault="001C6106" w:rsidP="001C6106">
            <w:pPr>
              <w:snapToGrid w:val="0"/>
              <w:ind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A01CB" w:rsidRPr="006F1FD3" w:rsidRDefault="001C6106" w:rsidP="001C61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C6106" w:rsidRPr="006F1FD3" w:rsidTr="00A747D7">
        <w:trPr>
          <w:trHeight w:val="20"/>
        </w:trPr>
        <w:tc>
          <w:tcPr>
            <w:tcW w:w="10065" w:type="dxa"/>
            <w:gridSpan w:val="5"/>
            <w:shd w:val="clear" w:color="auto" w:fill="auto"/>
          </w:tcPr>
          <w:p w:rsidR="001C6106" w:rsidRPr="006F1FD3" w:rsidRDefault="001C6106" w:rsidP="001C6106">
            <w:pPr>
              <w:snapToGrid w:val="0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Соколово-Кундрюченский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51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12:00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Концертная программа «За мир, за Победу!»</w:t>
            </w:r>
          </w:p>
        </w:tc>
        <w:tc>
          <w:tcPr>
            <w:tcW w:w="2977" w:type="dxa"/>
          </w:tcPr>
          <w:p w:rsidR="0051512A" w:rsidRPr="006F1FD3" w:rsidRDefault="006E1FDE" w:rsidP="00970A21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Соколово-Кундрюченский</w:t>
            </w:r>
          </w:p>
          <w:p w:rsidR="0051512A" w:rsidRPr="006F1FD3" w:rsidRDefault="0051512A" w:rsidP="00970A21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lastRenderedPageBreak/>
              <w:t>МБУК «ГДК и К»</w:t>
            </w:r>
            <w:r w:rsidR="007852F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(ул. М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исеенко, 2/1-а)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lastRenderedPageBreak/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BC51FA" w:rsidP="0051512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  <w:r w:rsidR="0051512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09.05.202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</w:p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</w:t>
            </w:r>
            <w:r w:rsidRPr="006F1FD3">
              <w:rPr>
                <w:sz w:val="24"/>
                <w:szCs w:val="24"/>
              </w:rPr>
              <w:t>емориал</w:t>
            </w:r>
            <w:r>
              <w:rPr>
                <w:sz w:val="24"/>
                <w:szCs w:val="24"/>
              </w:rPr>
              <w:t>у к воинам, па</w:t>
            </w:r>
            <w:r>
              <w:rPr>
                <w:sz w:val="24"/>
                <w:szCs w:val="24"/>
              </w:rPr>
              <w:t>в</w:t>
            </w:r>
            <w:r w:rsidRPr="006F1FD3">
              <w:rPr>
                <w:sz w:val="24"/>
                <w:szCs w:val="24"/>
              </w:rPr>
              <w:t>шим в годы Великой Отечест</w:t>
            </w:r>
            <w:r w:rsidR="004E69E9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венной войны 1941</w:t>
            </w:r>
            <w:r w:rsidR="0012226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12226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1945 го</w:t>
            </w:r>
            <w:r w:rsidR="004E69E9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дов</w:t>
            </w:r>
          </w:p>
        </w:tc>
        <w:tc>
          <w:tcPr>
            <w:tcW w:w="2977" w:type="dxa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Мемориал воинам, </w:t>
            </w:r>
            <w:r>
              <w:rPr>
                <w:sz w:val="24"/>
                <w:szCs w:val="24"/>
              </w:rPr>
              <w:t>пав</w:t>
            </w:r>
            <w:r w:rsidRPr="006F1FD3">
              <w:rPr>
                <w:sz w:val="24"/>
                <w:szCs w:val="24"/>
              </w:rPr>
              <w:t>шим в годы Великой Отечест</w:t>
            </w:r>
            <w:r w:rsidR="00970A21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венной войны 1941</w:t>
            </w:r>
            <w:r w:rsidR="00970A21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970A21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1945 годов, парк</w:t>
            </w:r>
            <w:r w:rsidR="004066C3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(ул. Курская, 21-б)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09.05.202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1</w:t>
            </w:r>
            <w:r w:rsidRPr="006F1FD3">
              <w:rPr>
                <w:sz w:val="24"/>
                <w:szCs w:val="24"/>
                <w:lang w:val="en-US"/>
              </w:rPr>
              <w:t>0</w:t>
            </w:r>
            <w:r w:rsidRPr="006F1FD3">
              <w:rPr>
                <w:sz w:val="24"/>
                <w:szCs w:val="24"/>
              </w:rPr>
              <w:t>:30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84025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Концертная программа </w:t>
            </w:r>
            <w:r w:rsidR="0051512A" w:rsidRPr="006F1FD3">
              <w:rPr>
                <w:sz w:val="24"/>
                <w:szCs w:val="24"/>
              </w:rPr>
              <w:t>«П</w:t>
            </w:r>
            <w:r w:rsidR="0051512A" w:rsidRPr="006F1FD3">
              <w:rPr>
                <w:sz w:val="24"/>
                <w:szCs w:val="24"/>
              </w:rPr>
              <w:t>о</w:t>
            </w:r>
            <w:r w:rsidR="0051512A" w:rsidRPr="006F1FD3">
              <w:rPr>
                <w:sz w:val="24"/>
                <w:szCs w:val="24"/>
              </w:rPr>
              <w:t>клон и память поколений»</w:t>
            </w:r>
          </w:p>
        </w:tc>
        <w:tc>
          <w:tcPr>
            <w:tcW w:w="2977" w:type="dxa"/>
          </w:tcPr>
          <w:p w:rsidR="0051512A" w:rsidRPr="006F1FD3" w:rsidRDefault="004066C3" w:rsidP="0051512A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им. Панова А.А. </w:t>
            </w:r>
            <w:r w:rsidR="0051512A" w:rsidRPr="006F1FD3">
              <w:rPr>
                <w:sz w:val="24"/>
                <w:szCs w:val="24"/>
              </w:rPr>
              <w:t>посе</w:t>
            </w:r>
            <w:r w:rsidR="0051512A" w:rsidRPr="006F1FD3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ка Соколово-Кун</w:t>
            </w:r>
            <w:r w:rsidR="0051512A" w:rsidRPr="006F1FD3">
              <w:rPr>
                <w:sz w:val="24"/>
                <w:szCs w:val="24"/>
              </w:rPr>
              <w:t>дрюч</w:t>
            </w:r>
            <w:r w:rsidR="006E1FDE">
              <w:rPr>
                <w:sz w:val="24"/>
                <w:szCs w:val="24"/>
              </w:rPr>
              <w:t>ен</w:t>
            </w:r>
            <w:r>
              <w:rPr>
                <w:sz w:val="24"/>
                <w:szCs w:val="24"/>
              </w:rPr>
              <w:t>-</w:t>
            </w:r>
            <w:r w:rsidR="006E1FDE">
              <w:rPr>
                <w:sz w:val="24"/>
                <w:szCs w:val="24"/>
              </w:rPr>
              <w:t xml:space="preserve">ский МБУК «ГДК и К» </w:t>
            </w:r>
            <w:r>
              <w:rPr>
                <w:sz w:val="24"/>
                <w:szCs w:val="24"/>
              </w:rPr>
              <w:t xml:space="preserve"> </w:t>
            </w:r>
            <w:r w:rsidR="006E1FDE">
              <w:rPr>
                <w:sz w:val="24"/>
                <w:szCs w:val="24"/>
              </w:rPr>
              <w:t>(ул. Курс</w:t>
            </w:r>
            <w:r w:rsidR="0051512A" w:rsidRPr="006F1FD3">
              <w:rPr>
                <w:sz w:val="24"/>
                <w:szCs w:val="24"/>
              </w:rPr>
              <w:t>кая, 21-б)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Кирова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07.05.202</w:t>
            </w:r>
            <w:r w:rsidRPr="006F1FD3">
              <w:rPr>
                <w:color w:val="000000"/>
                <w:sz w:val="24"/>
                <w:szCs w:val="24"/>
                <w:lang w:val="en-US"/>
              </w:rPr>
              <w:t>5</w:t>
            </w:r>
            <w:r w:rsidRPr="006F1FD3">
              <w:rPr>
                <w:color w:val="000000"/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10:00 ч</w:t>
            </w:r>
          </w:p>
        </w:tc>
        <w:tc>
          <w:tcPr>
            <w:tcW w:w="3260" w:type="dxa"/>
            <w:shd w:val="clear" w:color="auto" w:fill="auto"/>
          </w:tcPr>
          <w:p w:rsidR="0051512A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</w:t>
            </w:r>
          </w:p>
          <w:p w:rsidR="0051512A" w:rsidRPr="006F1FD3" w:rsidRDefault="0051512A" w:rsidP="0051512A">
            <w:pPr>
              <w:snapToGrid w:val="0"/>
              <w:ind w:right="-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белиск</w:t>
            </w:r>
            <w:r>
              <w:rPr>
                <w:sz w:val="24"/>
                <w:szCs w:val="24"/>
              </w:rPr>
              <w:t>у</w:t>
            </w:r>
            <w:r w:rsidRPr="006F1FD3">
              <w:rPr>
                <w:sz w:val="24"/>
                <w:szCs w:val="24"/>
              </w:rPr>
              <w:t xml:space="preserve"> погибшим шахт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рам в годы Великой Отечест</w:t>
            </w:r>
            <w:r w:rsidR="00932624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венной войны 1941</w:t>
            </w:r>
            <w:r w:rsidR="0012226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12226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1945 го</w:t>
            </w:r>
            <w:r w:rsidR="0012226D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дов</w:t>
            </w:r>
          </w:p>
        </w:tc>
        <w:tc>
          <w:tcPr>
            <w:tcW w:w="2977" w:type="dxa"/>
          </w:tcPr>
          <w:p w:rsidR="0051512A" w:rsidRPr="006F1FD3" w:rsidRDefault="0051512A" w:rsidP="004066C3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Обелиск погибшим шахт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рам в годы Великой Отеч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ственной войны 1941</w:t>
            </w:r>
            <w:r w:rsidR="004066C3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4066C3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1945 годов </w:t>
            </w:r>
            <w:r w:rsidRPr="006F1FD3">
              <w:rPr>
                <w:sz w:val="22"/>
                <w:szCs w:val="24"/>
              </w:rPr>
              <w:t>(</w:t>
            </w:r>
            <w:r w:rsidRPr="006F1FD3">
              <w:rPr>
                <w:sz w:val="24"/>
                <w:szCs w:val="24"/>
              </w:rPr>
              <w:t>ул</w:t>
            </w:r>
            <w:r w:rsidRPr="006F1FD3">
              <w:rPr>
                <w:szCs w:val="24"/>
              </w:rPr>
              <w:t xml:space="preserve">. </w:t>
            </w:r>
            <w:r w:rsidRPr="006F1FD3">
              <w:rPr>
                <w:sz w:val="24"/>
                <w:szCs w:val="24"/>
              </w:rPr>
              <w:t>Маг</w:t>
            </w:r>
            <w:r w:rsidR="004066C3">
              <w:rPr>
                <w:sz w:val="24"/>
                <w:szCs w:val="24"/>
              </w:rPr>
              <w:t>и</w:t>
            </w:r>
            <w:r w:rsidRPr="006F1FD3">
              <w:rPr>
                <w:sz w:val="24"/>
                <w:szCs w:val="24"/>
              </w:rPr>
              <w:t>с</w:t>
            </w:r>
            <w:r w:rsidR="00583A76">
              <w:rPr>
                <w:sz w:val="24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тральная</w:t>
            </w:r>
            <w:r w:rsidRPr="006F1FD3">
              <w:rPr>
                <w:sz w:val="22"/>
                <w:szCs w:val="24"/>
              </w:rPr>
              <w:t>,</w:t>
            </w:r>
            <w:r w:rsidRPr="006F1FD3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8</w:t>
            </w:r>
            <w:r w:rsidRPr="006F1FD3">
              <w:rPr>
                <w:sz w:val="22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2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07.05.202</w:t>
            </w:r>
            <w:r w:rsidRPr="006F1FD3">
              <w:rPr>
                <w:color w:val="000000"/>
                <w:sz w:val="24"/>
                <w:szCs w:val="24"/>
                <w:lang w:val="en-US"/>
              </w:rPr>
              <w:t>5</w:t>
            </w:r>
            <w:r w:rsidRPr="006F1FD3">
              <w:rPr>
                <w:color w:val="000000"/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1</w:t>
            </w:r>
            <w:r w:rsidRPr="006F1FD3">
              <w:rPr>
                <w:color w:val="000000"/>
                <w:sz w:val="24"/>
                <w:szCs w:val="24"/>
                <w:lang w:val="en-US"/>
              </w:rPr>
              <w:t>2</w:t>
            </w:r>
            <w:r w:rsidRPr="006F1FD3">
              <w:rPr>
                <w:color w:val="000000"/>
                <w:sz w:val="24"/>
                <w:szCs w:val="24"/>
              </w:rPr>
              <w:t>:00 ч</w:t>
            </w: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color w:val="000000"/>
                <w:sz w:val="24"/>
                <w:szCs w:val="24"/>
              </w:rPr>
            </w:pPr>
            <w:r w:rsidRPr="006F1FD3">
              <w:rPr>
                <w:color w:val="000000"/>
                <w:sz w:val="24"/>
                <w:szCs w:val="24"/>
              </w:rPr>
              <w:t>Праздничный концерт «П</w:t>
            </w:r>
            <w:r w:rsidRPr="006F1FD3">
              <w:rPr>
                <w:color w:val="000000"/>
                <w:sz w:val="24"/>
                <w:szCs w:val="24"/>
              </w:rPr>
              <w:t>о</w:t>
            </w:r>
            <w:r w:rsidRPr="006F1FD3">
              <w:rPr>
                <w:color w:val="000000"/>
                <w:sz w:val="24"/>
                <w:szCs w:val="24"/>
              </w:rPr>
              <w:t>бедный май»</w:t>
            </w:r>
          </w:p>
        </w:tc>
        <w:tc>
          <w:tcPr>
            <w:tcW w:w="2977" w:type="dxa"/>
          </w:tcPr>
          <w:p w:rsidR="0051512A" w:rsidRPr="006F1FD3" w:rsidRDefault="006E1FDE" w:rsidP="00583A76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512A" w:rsidRPr="006F1FD3">
              <w:rPr>
                <w:sz w:val="24"/>
                <w:szCs w:val="24"/>
              </w:rPr>
              <w:t>луб поселка Кирова МБУК «ГДК и К»</w:t>
            </w:r>
            <w:r w:rsidR="00583A76">
              <w:rPr>
                <w:sz w:val="2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(ул</w:t>
            </w:r>
            <w:r w:rsidR="0051512A" w:rsidRPr="006F1FD3">
              <w:rPr>
                <w:szCs w:val="24"/>
              </w:rPr>
              <w:t>.</w:t>
            </w:r>
            <w:r w:rsidR="0051512A" w:rsidRPr="006F1FD3">
              <w:rPr>
                <w:sz w:val="1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М</w:t>
            </w:r>
            <w:r w:rsidR="0051512A" w:rsidRPr="006F1FD3">
              <w:rPr>
                <w:sz w:val="24"/>
                <w:szCs w:val="24"/>
              </w:rPr>
              <w:t>а</w:t>
            </w:r>
            <w:r w:rsidR="0051512A" w:rsidRPr="006F1FD3">
              <w:rPr>
                <w:sz w:val="24"/>
                <w:szCs w:val="24"/>
              </w:rPr>
              <w:t>гистральная,</w:t>
            </w:r>
            <w:r w:rsidR="0051512A" w:rsidRPr="006F1FD3">
              <w:rPr>
                <w:sz w:val="14"/>
                <w:szCs w:val="24"/>
              </w:rPr>
              <w:t xml:space="preserve"> </w:t>
            </w:r>
            <w:r w:rsidR="0051512A" w:rsidRPr="006F1FD3">
              <w:rPr>
                <w:sz w:val="24"/>
                <w:szCs w:val="24"/>
              </w:rPr>
              <w:t>8-а)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ЗАО «Пригородное»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 к братской могиле, павших при освобождении совхоза № 6, памятнику жителям, павшим в годы Великой Отечественной войны 1941</w:t>
            </w:r>
            <w:r w:rsidR="003A39A0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3A39A0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1945 годов</w:t>
            </w:r>
          </w:p>
        </w:tc>
        <w:tc>
          <w:tcPr>
            <w:tcW w:w="2977" w:type="dxa"/>
          </w:tcPr>
          <w:p w:rsidR="0051512A" w:rsidRPr="006F1FD3" w:rsidRDefault="0051512A" w:rsidP="003A39A0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Братская могила, павших при освобождении совхоза № 6, памятник жителям, павшим в годы Великой Отечественной войны </w:t>
            </w:r>
            <w:r w:rsidR="0020744B">
              <w:rPr>
                <w:sz w:val="24"/>
                <w:szCs w:val="24"/>
              </w:rPr>
              <w:t xml:space="preserve">          </w:t>
            </w:r>
            <w:r w:rsidRPr="006F1FD3">
              <w:rPr>
                <w:sz w:val="24"/>
                <w:szCs w:val="24"/>
              </w:rPr>
              <w:t>1941</w:t>
            </w:r>
            <w:r w:rsidR="00583A76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583A76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1945 годов, </w:t>
            </w:r>
            <w:r w:rsidR="0020744B">
              <w:rPr>
                <w:sz w:val="24"/>
                <w:szCs w:val="24"/>
              </w:rPr>
              <w:t xml:space="preserve"> </w:t>
            </w:r>
            <w:r w:rsidR="003A39A0">
              <w:rPr>
                <w:sz w:val="24"/>
                <w:szCs w:val="24"/>
              </w:rPr>
              <w:t xml:space="preserve">          </w:t>
            </w:r>
            <w:r w:rsidRPr="006F1FD3">
              <w:rPr>
                <w:sz w:val="24"/>
                <w:szCs w:val="24"/>
              </w:rPr>
              <w:t>(ул. Плодовая, 1, 2-е отд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 xml:space="preserve">ление Совхоза 6) 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07.05.202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  <w:r w:rsidRPr="006F1FD3">
              <w:rPr>
                <w:sz w:val="24"/>
                <w:szCs w:val="24"/>
              </w:rPr>
              <w:t xml:space="preserve"> 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Возложение венков и цветов к братской могиле па</w:t>
            </w:r>
            <w:r w:rsidR="00584025">
              <w:rPr>
                <w:sz w:val="24"/>
                <w:szCs w:val="24"/>
              </w:rPr>
              <w:t xml:space="preserve">вших при освобождении совхоза </w:t>
            </w:r>
            <w:r w:rsidRPr="006F1FD3">
              <w:rPr>
                <w:sz w:val="24"/>
                <w:szCs w:val="24"/>
              </w:rPr>
              <w:t>№ 6</w:t>
            </w:r>
          </w:p>
        </w:tc>
        <w:tc>
          <w:tcPr>
            <w:tcW w:w="2977" w:type="dxa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Братская могила павших при освобождении совхоза № 6 (ул. Агрономическая, </w:t>
            </w:r>
          </w:p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3 «Б», 1-е отделение Со</w:t>
            </w:r>
            <w:r w:rsidRPr="006F1FD3">
              <w:rPr>
                <w:sz w:val="24"/>
                <w:szCs w:val="24"/>
              </w:rPr>
              <w:t>в</w:t>
            </w:r>
            <w:r w:rsidRPr="006F1FD3">
              <w:rPr>
                <w:sz w:val="24"/>
                <w:szCs w:val="24"/>
              </w:rPr>
              <w:t>хоза,</w:t>
            </w:r>
            <w:r w:rsidR="0020744B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 xml:space="preserve">6) 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  <w:tr w:rsidR="0051512A" w:rsidRPr="006F1FD3" w:rsidTr="00C827B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08.05.2025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C51F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BC51FA">
              <w:rPr>
                <w:sz w:val="24"/>
                <w:szCs w:val="24"/>
              </w:rPr>
              <w:t xml:space="preserve">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Праздничная программа, п</w:t>
            </w:r>
            <w:r w:rsidRPr="006F1FD3">
              <w:rPr>
                <w:sz w:val="24"/>
                <w:szCs w:val="24"/>
              </w:rPr>
              <w:t>о</w:t>
            </w:r>
            <w:r w:rsidRPr="006F1FD3">
              <w:rPr>
                <w:sz w:val="24"/>
                <w:szCs w:val="24"/>
              </w:rPr>
              <w:t>свящённая 80-летию Великой победы «Будем помнить ве</w:t>
            </w:r>
            <w:r w:rsidRPr="006F1FD3">
              <w:rPr>
                <w:sz w:val="24"/>
                <w:szCs w:val="24"/>
              </w:rPr>
              <w:t>ч</w:t>
            </w:r>
            <w:r w:rsidRPr="006F1FD3">
              <w:rPr>
                <w:sz w:val="24"/>
                <w:szCs w:val="24"/>
              </w:rPr>
              <w:t>но…»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Обособленное</w:t>
            </w:r>
            <w:r w:rsidR="007C42BE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подраздел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ние МБУ ДО «ЦРТД и Ю» ПК «Надежда»</w:t>
            </w:r>
            <w:r w:rsidR="0020744B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(ул. Наз</w:t>
            </w:r>
            <w:r w:rsidRPr="006F1FD3">
              <w:rPr>
                <w:sz w:val="24"/>
                <w:szCs w:val="24"/>
              </w:rPr>
              <w:t>а</w:t>
            </w:r>
            <w:r w:rsidRPr="006F1FD3">
              <w:rPr>
                <w:sz w:val="24"/>
                <w:szCs w:val="24"/>
              </w:rPr>
              <w:t>ренко, 1-б/14)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Бахтинова Т.П.,</w:t>
            </w:r>
          </w:p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Ахмедиева Г.А.</w:t>
            </w:r>
          </w:p>
        </w:tc>
      </w:tr>
      <w:tr w:rsidR="0051512A" w:rsidRPr="006F1FD3" w:rsidTr="00C827BD">
        <w:trPr>
          <w:trHeight w:val="20"/>
        </w:trPr>
        <w:tc>
          <w:tcPr>
            <w:tcW w:w="10065" w:type="dxa"/>
            <w:gridSpan w:val="5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Поселок Западный</w:t>
            </w:r>
          </w:p>
        </w:tc>
      </w:tr>
      <w:tr w:rsidR="0051512A" w:rsidRPr="0002663A" w:rsidTr="00C827BD">
        <w:trPr>
          <w:trHeight w:val="20"/>
        </w:trPr>
        <w:tc>
          <w:tcPr>
            <w:tcW w:w="426" w:type="dxa"/>
            <w:shd w:val="clear" w:color="auto" w:fill="auto"/>
          </w:tcPr>
          <w:p w:rsidR="0051512A" w:rsidRPr="006F1FD3" w:rsidRDefault="0051512A" w:rsidP="00BC51FA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51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06.05.202</w:t>
            </w:r>
            <w:r w:rsidRPr="006F1FD3">
              <w:rPr>
                <w:sz w:val="24"/>
                <w:szCs w:val="24"/>
                <w:lang w:val="en-US"/>
              </w:rPr>
              <w:t>5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  <w:lang w:val="en-US"/>
              </w:rPr>
            </w:pPr>
            <w:r w:rsidRPr="006F1FD3">
              <w:rPr>
                <w:sz w:val="24"/>
                <w:szCs w:val="24"/>
              </w:rPr>
              <w:t>10:00 ч</w:t>
            </w:r>
          </w:p>
          <w:p w:rsidR="0051512A" w:rsidRPr="006F1FD3" w:rsidRDefault="0051512A" w:rsidP="00C827BD"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1512A" w:rsidRPr="006F1FD3" w:rsidRDefault="0051512A" w:rsidP="0020744B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Возложение венков и цветов </w:t>
            </w:r>
            <w:r w:rsidR="0020744B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к обелиску в честь 30-летия Победы в годы Великой От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чественной войны 1941</w:t>
            </w:r>
            <w:r w:rsidR="0020744B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20744B">
              <w:rPr>
                <w:sz w:val="24"/>
                <w:szCs w:val="24"/>
              </w:rPr>
              <w:t xml:space="preserve">  </w:t>
            </w:r>
            <w:r w:rsidRPr="006F1FD3">
              <w:rPr>
                <w:sz w:val="24"/>
                <w:szCs w:val="24"/>
              </w:rPr>
              <w:t>1945 г</w:t>
            </w:r>
            <w:r w:rsidR="0020744B">
              <w:rPr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51512A" w:rsidRPr="006F1FD3" w:rsidRDefault="0051512A" w:rsidP="001C7D8D">
            <w:pPr>
              <w:snapToGrid w:val="0"/>
              <w:ind w:right="-105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Обелиск в честь 30-ле-тия Победы в Великой Отеч</w:t>
            </w:r>
            <w:r w:rsidRPr="006F1FD3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>ственной войн</w:t>
            </w:r>
            <w:r w:rsidR="001C7D8D">
              <w:rPr>
                <w:sz w:val="24"/>
                <w:szCs w:val="24"/>
              </w:rPr>
              <w:t>е</w:t>
            </w:r>
            <w:r w:rsidRPr="006F1FD3">
              <w:rPr>
                <w:sz w:val="24"/>
                <w:szCs w:val="24"/>
              </w:rPr>
              <w:t xml:space="preserve"> 1941</w:t>
            </w:r>
            <w:r w:rsidR="001C7D8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−</w:t>
            </w:r>
            <w:r w:rsidR="001C7D8D">
              <w:rPr>
                <w:sz w:val="24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1945 годов</w:t>
            </w:r>
            <w:r w:rsidR="001C7D8D">
              <w:rPr>
                <w:sz w:val="24"/>
                <w:szCs w:val="24"/>
              </w:rPr>
              <w:t xml:space="preserve"> </w:t>
            </w:r>
            <w:r w:rsidRPr="006F1FD3">
              <w:rPr>
                <w:sz w:val="22"/>
                <w:szCs w:val="24"/>
              </w:rPr>
              <w:t>(</w:t>
            </w:r>
            <w:r w:rsidRPr="006F1FD3">
              <w:rPr>
                <w:sz w:val="24"/>
                <w:szCs w:val="24"/>
              </w:rPr>
              <w:t>ул</w:t>
            </w:r>
            <w:r w:rsidRPr="006F1FD3">
              <w:rPr>
                <w:sz w:val="22"/>
                <w:szCs w:val="24"/>
              </w:rPr>
              <w:t>.</w:t>
            </w:r>
            <w:r w:rsidRPr="006F1FD3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Энгельса</w:t>
            </w:r>
            <w:r w:rsidRPr="006F1FD3">
              <w:rPr>
                <w:sz w:val="22"/>
                <w:szCs w:val="24"/>
              </w:rPr>
              <w:t>,</w:t>
            </w:r>
            <w:r w:rsidRPr="006F1FD3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2</w:t>
            </w:r>
            <w:r w:rsidRPr="006F1FD3">
              <w:rPr>
                <w:sz w:val="22"/>
                <w:szCs w:val="24"/>
              </w:rPr>
              <w:t>-</w:t>
            </w:r>
            <w:r w:rsidRPr="006F1FD3">
              <w:rPr>
                <w:sz w:val="24"/>
                <w:szCs w:val="24"/>
              </w:rPr>
              <w:t>у</w:t>
            </w:r>
            <w:r w:rsidRPr="006F1FD3">
              <w:rPr>
                <w:sz w:val="22"/>
                <w:szCs w:val="24"/>
              </w:rPr>
              <w:t>,</w:t>
            </w:r>
            <w:r w:rsidRPr="006F1FD3">
              <w:rPr>
                <w:sz w:val="18"/>
                <w:szCs w:val="24"/>
              </w:rPr>
              <w:t xml:space="preserve"> </w:t>
            </w:r>
            <w:r w:rsidRPr="006F1FD3">
              <w:rPr>
                <w:sz w:val="24"/>
                <w:szCs w:val="24"/>
              </w:rPr>
              <w:t>сквер</w:t>
            </w:r>
            <w:r w:rsidRPr="006F1FD3">
              <w:rPr>
                <w:sz w:val="22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1512A" w:rsidRPr="006F1FD3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 xml:space="preserve">Коновалова Н.Г., </w:t>
            </w:r>
          </w:p>
          <w:p w:rsidR="0051512A" w:rsidRDefault="0051512A" w:rsidP="0051512A">
            <w:pPr>
              <w:snapToGrid w:val="0"/>
              <w:rPr>
                <w:sz w:val="24"/>
                <w:szCs w:val="24"/>
              </w:rPr>
            </w:pPr>
            <w:r w:rsidRPr="006F1FD3">
              <w:rPr>
                <w:sz w:val="24"/>
                <w:szCs w:val="24"/>
              </w:rPr>
              <w:t>Демьяненко В.И.</w:t>
            </w:r>
          </w:p>
        </w:tc>
      </w:tr>
    </w:tbl>
    <w:p w:rsidR="00054F65" w:rsidRDefault="00054F65" w:rsidP="0051512A">
      <w:pPr>
        <w:tabs>
          <w:tab w:val="left" w:pos="3780"/>
        </w:tabs>
        <w:jc w:val="both"/>
        <w:rPr>
          <w:sz w:val="28"/>
          <w:szCs w:val="28"/>
        </w:rPr>
      </w:pPr>
    </w:p>
    <w:p w:rsidR="00054F65" w:rsidRDefault="00054F65" w:rsidP="0051512A">
      <w:pPr>
        <w:tabs>
          <w:tab w:val="left" w:pos="3780"/>
        </w:tabs>
        <w:jc w:val="both"/>
        <w:rPr>
          <w:sz w:val="28"/>
          <w:szCs w:val="28"/>
        </w:rPr>
      </w:pPr>
    </w:p>
    <w:p w:rsidR="0051512A" w:rsidRPr="004B46A4" w:rsidRDefault="0051512A" w:rsidP="0051512A">
      <w:pPr>
        <w:tabs>
          <w:tab w:val="left" w:pos="3780"/>
        </w:tabs>
        <w:jc w:val="both"/>
        <w:rPr>
          <w:sz w:val="28"/>
          <w:szCs w:val="28"/>
        </w:rPr>
      </w:pPr>
      <w:r w:rsidRPr="004B46A4">
        <w:rPr>
          <w:sz w:val="28"/>
          <w:szCs w:val="28"/>
        </w:rPr>
        <w:t xml:space="preserve">Управляющий делами </w:t>
      </w:r>
    </w:p>
    <w:p w:rsidR="0051512A" w:rsidRPr="007E7AC2" w:rsidRDefault="0051512A" w:rsidP="0051512A">
      <w:pPr>
        <w:ind w:right="-142"/>
        <w:rPr>
          <w:b/>
          <w:sz w:val="16"/>
          <w:u w:val="single"/>
        </w:rPr>
      </w:pPr>
      <w:r w:rsidRPr="004B46A4">
        <w:rPr>
          <w:sz w:val="28"/>
          <w:szCs w:val="28"/>
        </w:rPr>
        <w:t xml:space="preserve">Администрации города </w:t>
      </w:r>
      <w:r w:rsidR="00054F65">
        <w:rPr>
          <w:sz w:val="28"/>
          <w:szCs w:val="28"/>
        </w:rPr>
        <w:t xml:space="preserve"> </w:t>
      </w:r>
      <w:r w:rsidR="00054F65">
        <w:rPr>
          <w:sz w:val="28"/>
          <w:szCs w:val="28"/>
        </w:rPr>
        <w:tab/>
      </w:r>
      <w:r w:rsidR="00054F65">
        <w:rPr>
          <w:sz w:val="28"/>
          <w:szCs w:val="28"/>
        </w:rPr>
        <w:tab/>
      </w:r>
      <w:r w:rsidR="00054F65">
        <w:rPr>
          <w:sz w:val="28"/>
          <w:szCs w:val="28"/>
        </w:rPr>
        <w:tab/>
      </w:r>
      <w:r w:rsidR="00054F65">
        <w:rPr>
          <w:sz w:val="28"/>
          <w:szCs w:val="28"/>
        </w:rPr>
        <w:tab/>
      </w:r>
      <w:r w:rsidR="00054F65">
        <w:rPr>
          <w:sz w:val="28"/>
          <w:szCs w:val="28"/>
        </w:rPr>
        <w:tab/>
      </w:r>
      <w:r w:rsidR="00054F65">
        <w:rPr>
          <w:sz w:val="28"/>
          <w:szCs w:val="28"/>
        </w:rPr>
        <w:tab/>
        <w:t xml:space="preserve">       </w:t>
      </w:r>
      <w:r w:rsidRPr="004B46A4">
        <w:rPr>
          <w:sz w:val="28"/>
          <w:szCs w:val="28"/>
        </w:rPr>
        <w:t>Ю.А.</w:t>
      </w:r>
      <w:r>
        <w:rPr>
          <w:sz w:val="28"/>
          <w:szCs w:val="28"/>
        </w:rPr>
        <w:t xml:space="preserve"> </w:t>
      </w:r>
      <w:r w:rsidRPr="004B46A4">
        <w:rPr>
          <w:sz w:val="28"/>
          <w:szCs w:val="28"/>
        </w:rPr>
        <w:t>Лубенцов</w:t>
      </w:r>
    </w:p>
    <w:p w:rsidR="0051512A" w:rsidRDefault="0051512A" w:rsidP="0051512A">
      <w:pPr>
        <w:jc w:val="center"/>
        <w:rPr>
          <w:sz w:val="28"/>
          <w:szCs w:val="28"/>
        </w:rPr>
      </w:pPr>
    </w:p>
    <w:p w:rsidR="00D97E28" w:rsidRDefault="00D97E28" w:rsidP="00D97E28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СПИСОК,</w:t>
      </w:r>
    </w:p>
    <w:p w:rsidR="00D97E28" w:rsidRPr="00C5710E" w:rsidRDefault="00D97E28" w:rsidP="00D97E28">
      <w:pPr>
        <w:jc w:val="center"/>
        <w:rPr>
          <w:sz w:val="28"/>
          <w:szCs w:val="28"/>
        </w:rPr>
      </w:pPr>
      <w:r w:rsidRPr="00C5710E">
        <w:rPr>
          <w:sz w:val="28"/>
          <w:szCs w:val="28"/>
        </w:rPr>
        <w:t>используемых сокращений</w:t>
      </w:r>
    </w:p>
    <w:p w:rsidR="00D97E28" w:rsidRPr="00C5710E" w:rsidRDefault="00D97E28" w:rsidP="00D97E28">
      <w:pPr>
        <w:jc w:val="center"/>
        <w:rPr>
          <w:sz w:val="28"/>
          <w:szCs w:val="28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7087"/>
      </w:tblGrid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EA3378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lastRenderedPageBreak/>
              <w:t>№</w:t>
            </w:r>
          </w:p>
          <w:p w:rsidR="00D97E28" w:rsidRPr="00824110" w:rsidRDefault="00D97E28" w:rsidP="00EA3378">
            <w:pPr>
              <w:ind w:left="-60" w:right="-6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shd w:val="clear" w:color="auto" w:fill="auto"/>
          </w:tcPr>
          <w:p w:rsidR="00D97E28" w:rsidRPr="00824110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 xml:space="preserve">Сокращенное </w:t>
            </w:r>
          </w:p>
          <w:p w:rsidR="00D97E28" w:rsidRPr="00824110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название</w:t>
            </w:r>
          </w:p>
        </w:tc>
        <w:tc>
          <w:tcPr>
            <w:tcW w:w="7087" w:type="dxa"/>
            <w:shd w:val="clear" w:color="auto" w:fill="auto"/>
          </w:tcPr>
          <w:p w:rsidR="00D97E28" w:rsidRPr="00824110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Полное название</w:t>
            </w:r>
          </w:p>
        </w:tc>
      </w:tr>
    </w:tbl>
    <w:p w:rsidR="00D97E28" w:rsidRPr="00824110" w:rsidRDefault="00D97E28" w:rsidP="00D97E28">
      <w:pPr>
        <w:jc w:val="center"/>
        <w:rPr>
          <w:sz w:val="2"/>
          <w:szCs w:val="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7087"/>
      </w:tblGrid>
      <w:tr w:rsidR="00D97E28" w:rsidRPr="00C5710E" w:rsidTr="00FF060E">
        <w:trPr>
          <w:tblHeader/>
        </w:trPr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97E28" w:rsidRPr="00824110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D97E28" w:rsidRPr="00824110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824110">
              <w:rPr>
                <w:sz w:val="24"/>
                <w:szCs w:val="24"/>
              </w:rPr>
              <w:t>3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ind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«ЦРТД и Ю»</w:t>
            </w:r>
          </w:p>
        </w:tc>
        <w:tc>
          <w:tcPr>
            <w:tcW w:w="7087" w:type="dxa"/>
            <w:shd w:val="clear" w:color="auto" w:fill="auto"/>
          </w:tcPr>
          <w:p w:rsidR="00D97E28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>
              <w:rPr>
                <w:color w:val="000000"/>
                <w:sz w:val="24"/>
                <w:szCs w:val="24"/>
              </w:rPr>
              <w:t>униципальное бюджетное учреждение дополнительного образ</w:t>
            </w:r>
            <w:r w:rsidR="00D97E28">
              <w:rPr>
                <w:color w:val="000000"/>
                <w:sz w:val="24"/>
                <w:szCs w:val="24"/>
              </w:rPr>
              <w:t>о</w:t>
            </w:r>
            <w:r w:rsidR="00D97E28">
              <w:rPr>
                <w:color w:val="000000"/>
                <w:sz w:val="24"/>
                <w:szCs w:val="24"/>
              </w:rPr>
              <w:t>вания «Центр развития детей и юношества»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D07C6">
              <w:rPr>
                <w:sz w:val="24"/>
                <w:szCs w:val="24"/>
              </w:rPr>
              <w:t xml:space="preserve">етский парк </w:t>
            </w:r>
          </w:p>
          <w:p w:rsidR="00D97E28" w:rsidRPr="00007597" w:rsidRDefault="00D97E28" w:rsidP="00FF060E">
            <w:pPr>
              <w:snapToGrid w:val="0"/>
              <w:ind w:right="-60"/>
              <w:rPr>
                <w:sz w:val="24"/>
                <w:szCs w:val="24"/>
              </w:rPr>
            </w:pPr>
            <w:r w:rsidRPr="002D07C6">
              <w:rPr>
                <w:sz w:val="24"/>
                <w:szCs w:val="24"/>
              </w:rPr>
              <w:t>«Город детства»</w:t>
            </w:r>
          </w:p>
        </w:tc>
        <w:tc>
          <w:tcPr>
            <w:tcW w:w="7087" w:type="dxa"/>
            <w:shd w:val="clear" w:color="auto" w:fill="auto"/>
          </w:tcPr>
          <w:p w:rsidR="00D97E28" w:rsidRPr="00007597" w:rsidRDefault="00EA3378" w:rsidP="00DF3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97E28">
              <w:rPr>
                <w:sz w:val="24"/>
                <w:szCs w:val="24"/>
              </w:rPr>
              <w:t>бособленное структурное</w:t>
            </w:r>
            <w:r w:rsidR="00D97E28" w:rsidRPr="002D07C6">
              <w:rPr>
                <w:sz w:val="24"/>
                <w:szCs w:val="24"/>
              </w:rPr>
              <w:t xml:space="preserve"> под</w:t>
            </w:r>
            <w:r w:rsidR="00D97E28">
              <w:rPr>
                <w:sz w:val="24"/>
                <w:szCs w:val="24"/>
              </w:rPr>
              <w:t xml:space="preserve">разделение </w:t>
            </w:r>
            <w:r w:rsidR="00D97E28" w:rsidRPr="002D07C6">
              <w:rPr>
                <w:sz w:val="24"/>
                <w:szCs w:val="24"/>
              </w:rPr>
              <w:t>детский парк «Город детства» муниципального бюджетного учреждения дополнитель</w:t>
            </w:r>
            <w:r w:rsidR="00D97E28">
              <w:rPr>
                <w:sz w:val="24"/>
                <w:szCs w:val="24"/>
              </w:rPr>
              <w:t>-</w:t>
            </w:r>
            <w:r w:rsidR="00D97E28" w:rsidRPr="002D07C6">
              <w:rPr>
                <w:sz w:val="24"/>
                <w:szCs w:val="24"/>
              </w:rPr>
              <w:t>ного образования «Центр развития творчества детей и юношества»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«Дворец молодежи»</w:t>
            </w:r>
          </w:p>
        </w:tc>
        <w:tc>
          <w:tcPr>
            <w:tcW w:w="7087" w:type="dxa"/>
            <w:shd w:val="clear" w:color="auto" w:fill="auto"/>
          </w:tcPr>
          <w:p w:rsidR="00D97E28" w:rsidRPr="006B1B3A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Обособленное структурное подразделение центр работы с одаре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детьми «Дворец молодежи»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УМЦ «Аванград»</w:t>
            </w:r>
          </w:p>
        </w:tc>
        <w:tc>
          <w:tcPr>
            <w:tcW w:w="7087" w:type="dxa"/>
            <w:shd w:val="clear" w:color="auto" w:fill="auto"/>
          </w:tcPr>
          <w:p w:rsidR="00D97E28" w:rsidRPr="009A3457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A3457">
              <w:rPr>
                <w:color w:val="000000"/>
                <w:sz w:val="24"/>
                <w:szCs w:val="24"/>
              </w:rPr>
              <w:t>«Учебно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9A3457">
              <w:rPr>
                <w:color w:val="000000"/>
                <w:sz w:val="24"/>
                <w:szCs w:val="24"/>
              </w:rPr>
              <w:t>методический центр военно-патриотического воспитания молодежи «Авангард»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ПК «Надежда»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Обособленное структурное подразделение подростковый клуб по месту жительства для детей и подростков «Надежда»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ПК «Юность»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Обособленное структурное подразделение подростковый клуб по месту жительства для детей и подростков «</w:t>
            </w:r>
            <w:r>
              <w:rPr>
                <w:color w:val="000000"/>
                <w:sz w:val="24"/>
                <w:szCs w:val="24"/>
              </w:rPr>
              <w:t>Юность</w:t>
            </w:r>
            <w:r w:rsidRPr="002F0217">
              <w:rPr>
                <w:color w:val="000000"/>
                <w:sz w:val="24"/>
                <w:szCs w:val="24"/>
              </w:rPr>
              <w:t>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Pr="00824110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ОСПЦР с ОД </w:t>
            </w:r>
          </w:p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«Дворец молодежи»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Обособленное структурное подразделение центр работы с одаре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детьми «Дворец молодежи»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НШФ ЮФУ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Филиал южного федерального университета в г. Новошахтинске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НТПТ – филиал ГБПОУ РО «ШРКТЭ»</w:t>
            </w:r>
          </w:p>
        </w:tc>
        <w:tc>
          <w:tcPr>
            <w:tcW w:w="7087" w:type="dxa"/>
            <w:shd w:val="clear" w:color="auto" w:fill="auto"/>
          </w:tcPr>
          <w:p w:rsidR="00D97E28" w:rsidRPr="00547095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B1B3A">
              <w:rPr>
                <w:color w:val="000000"/>
                <w:sz w:val="24"/>
                <w:szCs w:val="24"/>
              </w:rPr>
              <w:t>Новошахтинск</w:t>
            </w:r>
            <w:r>
              <w:rPr>
                <w:color w:val="000000"/>
                <w:sz w:val="24"/>
                <w:szCs w:val="24"/>
              </w:rPr>
              <w:t>ий техникум</w:t>
            </w:r>
            <w:r w:rsidRPr="006B1B3A">
              <w:rPr>
                <w:color w:val="000000"/>
                <w:sz w:val="24"/>
                <w:szCs w:val="24"/>
              </w:rPr>
              <w:t xml:space="preserve"> промышленных технологий – филиал государственного бюджетного профессионального образовател</w:t>
            </w:r>
            <w:r w:rsidRPr="006B1B3A">
              <w:rPr>
                <w:color w:val="000000"/>
                <w:sz w:val="24"/>
                <w:szCs w:val="24"/>
              </w:rPr>
              <w:t>ь</w:t>
            </w:r>
            <w:r w:rsidRPr="006B1B3A">
              <w:rPr>
                <w:color w:val="000000"/>
                <w:sz w:val="24"/>
                <w:szCs w:val="24"/>
              </w:rPr>
              <w:t>ного учреждения Ростовской области «Шахтинский региональный колледж топлива и энергетики им. ак. Степанова П.И.»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«ДМШ»</w:t>
            </w:r>
          </w:p>
        </w:tc>
        <w:tc>
          <w:tcPr>
            <w:tcW w:w="7087" w:type="dxa"/>
            <w:shd w:val="clear" w:color="auto" w:fill="auto"/>
          </w:tcPr>
          <w:p w:rsidR="00D97E28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>
              <w:rPr>
                <w:color w:val="000000"/>
                <w:sz w:val="24"/>
                <w:szCs w:val="24"/>
              </w:rPr>
              <w:t>униципальное бюджетное учреждение дополнительного образ</w:t>
            </w:r>
            <w:r w:rsidR="00D97E28">
              <w:rPr>
                <w:color w:val="000000"/>
                <w:sz w:val="24"/>
                <w:szCs w:val="24"/>
              </w:rPr>
              <w:t>о</w:t>
            </w:r>
            <w:r w:rsidR="00D97E28">
              <w:rPr>
                <w:color w:val="000000"/>
                <w:sz w:val="24"/>
                <w:szCs w:val="24"/>
              </w:rPr>
              <w:t>вания «Детская музыкальная школа»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«НИКМ»</w:t>
            </w:r>
          </w:p>
        </w:tc>
        <w:tc>
          <w:tcPr>
            <w:tcW w:w="7087" w:type="dxa"/>
            <w:shd w:val="clear" w:color="auto" w:fill="auto"/>
          </w:tcPr>
          <w:p w:rsidR="00D97E28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 w:rsidRPr="00EB54A4">
              <w:rPr>
                <w:color w:val="000000"/>
                <w:sz w:val="24"/>
                <w:szCs w:val="24"/>
              </w:rPr>
              <w:t>униципально</w:t>
            </w:r>
            <w:r w:rsidR="00D97E28">
              <w:rPr>
                <w:color w:val="000000"/>
                <w:sz w:val="24"/>
                <w:szCs w:val="24"/>
              </w:rPr>
              <w:t>е</w:t>
            </w:r>
            <w:r w:rsidR="00D97E28" w:rsidRPr="00EB54A4">
              <w:rPr>
                <w:color w:val="000000"/>
                <w:sz w:val="24"/>
                <w:szCs w:val="24"/>
              </w:rPr>
              <w:t xml:space="preserve"> бюджетно</w:t>
            </w:r>
            <w:r w:rsidR="00D97E28">
              <w:rPr>
                <w:color w:val="000000"/>
                <w:sz w:val="24"/>
                <w:szCs w:val="24"/>
              </w:rPr>
              <w:t>е</w:t>
            </w:r>
            <w:r w:rsidR="00D97E28" w:rsidRPr="00EB54A4">
              <w:rPr>
                <w:color w:val="000000"/>
                <w:sz w:val="24"/>
                <w:szCs w:val="24"/>
              </w:rPr>
              <w:t xml:space="preserve"> учреждени</w:t>
            </w:r>
            <w:r w:rsidR="00D97E28">
              <w:rPr>
                <w:color w:val="000000"/>
                <w:sz w:val="24"/>
                <w:szCs w:val="24"/>
              </w:rPr>
              <w:t>е культуры «Новошах</w:t>
            </w:r>
            <w:r w:rsidR="00D97E28" w:rsidRPr="00EB54A4">
              <w:rPr>
                <w:color w:val="000000"/>
                <w:sz w:val="24"/>
                <w:szCs w:val="24"/>
              </w:rPr>
              <w:t>ти</w:t>
            </w:r>
            <w:r w:rsidR="00D97E28" w:rsidRPr="00EB54A4">
              <w:rPr>
                <w:color w:val="000000"/>
                <w:sz w:val="24"/>
                <w:szCs w:val="24"/>
              </w:rPr>
              <w:t>н</w:t>
            </w:r>
            <w:r w:rsidR="00D97E28" w:rsidRPr="00EB54A4">
              <w:rPr>
                <w:color w:val="000000"/>
                <w:sz w:val="24"/>
                <w:szCs w:val="24"/>
              </w:rPr>
              <w:t>ский историко-краеведческий музей»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EB54A4">
              <w:rPr>
                <w:color w:val="000000"/>
                <w:sz w:val="24"/>
                <w:szCs w:val="24"/>
              </w:rPr>
              <w:t>МБУК «ЦБС»</w:t>
            </w:r>
          </w:p>
        </w:tc>
        <w:tc>
          <w:tcPr>
            <w:tcW w:w="7087" w:type="dxa"/>
            <w:shd w:val="clear" w:color="auto" w:fill="auto"/>
          </w:tcPr>
          <w:p w:rsidR="00D97E28" w:rsidRDefault="00D97E2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547095">
              <w:rPr>
                <w:color w:val="000000"/>
                <w:sz w:val="24"/>
                <w:szCs w:val="24"/>
              </w:rPr>
              <w:t xml:space="preserve">Центральная городская библиотека им. А.М. Горького </w:t>
            </w:r>
            <w:r>
              <w:rPr>
                <w:color w:val="000000"/>
                <w:sz w:val="24"/>
                <w:szCs w:val="24"/>
              </w:rPr>
              <w:t>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учреждения культуры «</w:t>
            </w:r>
            <w:r w:rsidRPr="00547095">
              <w:rPr>
                <w:color w:val="000000"/>
                <w:sz w:val="24"/>
                <w:szCs w:val="24"/>
              </w:rPr>
              <w:t>Централизованная библиотечная система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547095">
              <w:rPr>
                <w:color w:val="000000"/>
                <w:sz w:val="24"/>
                <w:szCs w:val="24"/>
              </w:rPr>
              <w:t xml:space="preserve">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«ДХШ</w:t>
            </w:r>
          </w:p>
          <w:p w:rsidR="00D97E28" w:rsidRPr="00EB54A4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Н.В. Овечкина»</w:t>
            </w:r>
          </w:p>
        </w:tc>
        <w:tc>
          <w:tcPr>
            <w:tcW w:w="7087" w:type="dxa"/>
            <w:shd w:val="clear" w:color="auto" w:fill="auto"/>
          </w:tcPr>
          <w:p w:rsidR="00D97E28" w:rsidRPr="00547095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>
              <w:rPr>
                <w:color w:val="000000"/>
                <w:sz w:val="24"/>
                <w:szCs w:val="24"/>
              </w:rPr>
              <w:t>униципальное бюджетное учреждение дополнительного образ</w:t>
            </w:r>
            <w:r w:rsidR="00D97E28">
              <w:rPr>
                <w:color w:val="000000"/>
                <w:sz w:val="24"/>
                <w:szCs w:val="24"/>
              </w:rPr>
              <w:t>о</w:t>
            </w:r>
            <w:r w:rsidR="00D97E28">
              <w:rPr>
                <w:color w:val="000000"/>
                <w:sz w:val="24"/>
                <w:szCs w:val="24"/>
              </w:rPr>
              <w:t>вания «Детская художественная  школа имени народного худо</w:t>
            </w:r>
            <w:r w:rsidR="00D97E28">
              <w:rPr>
                <w:color w:val="000000"/>
                <w:sz w:val="24"/>
                <w:szCs w:val="24"/>
              </w:rPr>
              <w:t>ж</w:t>
            </w:r>
            <w:r w:rsidR="00D97E28">
              <w:rPr>
                <w:color w:val="000000"/>
                <w:sz w:val="24"/>
                <w:szCs w:val="24"/>
              </w:rPr>
              <w:t>ника СССР Николая Васильевича Овечкина» города Новошахти</w:t>
            </w:r>
            <w:r w:rsidR="00D97E28">
              <w:rPr>
                <w:color w:val="000000"/>
                <w:sz w:val="24"/>
                <w:szCs w:val="24"/>
              </w:rPr>
              <w:t>н</w:t>
            </w:r>
            <w:r w:rsidR="00D97E28">
              <w:rPr>
                <w:color w:val="000000"/>
                <w:sz w:val="24"/>
                <w:szCs w:val="24"/>
              </w:rPr>
              <w:t>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МБОУ СОШ №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087" w:type="dxa"/>
            <w:shd w:val="clear" w:color="auto" w:fill="auto"/>
          </w:tcPr>
          <w:p w:rsidR="00D97E28" w:rsidRPr="00E37AAA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D97E28" w:rsidRPr="00E37AAA">
              <w:rPr>
                <w:color w:val="000000"/>
                <w:sz w:val="24"/>
                <w:szCs w:val="24"/>
                <w:shd w:val="clear" w:color="auto" w:fill="FFFFFF"/>
              </w:rPr>
              <w:t>униципальное бюджетное общеобразовательное учреждение средняя общеобразовательная школа №</w:t>
            </w:r>
            <w:r w:rsidR="00DF322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97E28" w:rsidRPr="00E37AAA">
              <w:rPr>
                <w:color w:val="000000"/>
                <w:sz w:val="24"/>
                <w:szCs w:val="24"/>
                <w:shd w:val="clear" w:color="auto" w:fill="FFFFFF"/>
              </w:rPr>
              <w:t>1 города Новошахтинска имени Героя Советского Союза Коршунова Константина Ионовича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МБОУ СОШ №</w:t>
            </w:r>
            <w:r>
              <w:rPr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087" w:type="dxa"/>
            <w:shd w:val="clear" w:color="auto" w:fill="auto"/>
          </w:tcPr>
          <w:p w:rsidR="00D97E28" w:rsidRPr="00791AF7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 w:rsidRPr="00E37AAA">
              <w:rPr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</w:t>
            </w:r>
            <w:r w:rsidR="00D97E28">
              <w:rPr>
                <w:color w:val="000000"/>
                <w:sz w:val="24"/>
                <w:szCs w:val="24"/>
              </w:rPr>
              <w:t xml:space="preserve"> 4</w:t>
            </w:r>
            <w:r w:rsidR="00D97E28" w:rsidRPr="00E37AAA">
              <w:rPr>
                <w:color w:val="000000"/>
                <w:sz w:val="24"/>
                <w:szCs w:val="24"/>
              </w:rPr>
              <w:t xml:space="preserve">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 w:rsidRPr="002F0217">
              <w:rPr>
                <w:color w:val="000000"/>
                <w:sz w:val="24"/>
                <w:szCs w:val="24"/>
              </w:rPr>
              <w:t>МБОУ СОШ № 8</w:t>
            </w:r>
          </w:p>
        </w:tc>
        <w:tc>
          <w:tcPr>
            <w:tcW w:w="7087" w:type="dxa"/>
            <w:shd w:val="clear" w:color="auto" w:fill="auto"/>
          </w:tcPr>
          <w:p w:rsidR="00D97E28" w:rsidRPr="00E37AAA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 w:rsidRPr="00E37AAA">
              <w:rPr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</w:t>
            </w:r>
            <w:r w:rsidR="00D97E28">
              <w:rPr>
                <w:color w:val="000000"/>
                <w:sz w:val="24"/>
                <w:szCs w:val="24"/>
              </w:rPr>
              <w:t xml:space="preserve"> </w:t>
            </w:r>
            <w:r w:rsidR="00D97E28" w:rsidRPr="00E37AAA">
              <w:rPr>
                <w:color w:val="000000"/>
                <w:sz w:val="24"/>
                <w:szCs w:val="24"/>
              </w:rPr>
              <w:t>8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410" w:type="dxa"/>
            <w:shd w:val="clear" w:color="auto" w:fill="auto"/>
          </w:tcPr>
          <w:p w:rsidR="00D97E28" w:rsidRPr="002F0217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СШ № 3</w:t>
            </w:r>
          </w:p>
        </w:tc>
        <w:tc>
          <w:tcPr>
            <w:tcW w:w="7087" w:type="dxa"/>
            <w:shd w:val="clear" w:color="auto" w:fill="auto"/>
          </w:tcPr>
          <w:p w:rsidR="00D97E28" w:rsidRPr="00EA3378" w:rsidRDefault="00EA3378" w:rsidP="00DF322D">
            <w:pPr>
              <w:snapToGrid w:val="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униципальное бюджетное учреждение дополнительного образ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вания спортивная школа № 3 города Новошахтинска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СШ № 3</w:t>
            </w:r>
          </w:p>
        </w:tc>
        <w:tc>
          <w:tcPr>
            <w:tcW w:w="7087" w:type="dxa"/>
            <w:shd w:val="clear" w:color="auto" w:fill="auto"/>
          </w:tcPr>
          <w:p w:rsidR="00D97E28" w:rsidRPr="00EA3378" w:rsidRDefault="00EA3378" w:rsidP="00DF322D">
            <w:pPr>
              <w:snapToGri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униципальное бюджетное учреждение дополнительного образ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вания спортивная школа № 3 города Новошахтинска </w:t>
            </w:r>
            <w:r w:rsidR="00D97E28" w:rsidRPr="00EA3378">
              <w:rPr>
                <w:color w:val="000000"/>
                <w:sz w:val="24"/>
                <w:szCs w:val="24"/>
              </w:rPr>
              <w:t>Спортивный комплекс</w:t>
            </w:r>
            <w:r w:rsidR="00D97E28" w:rsidRPr="00EA337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97E28" w:rsidRPr="00EA3378">
              <w:rPr>
                <w:rStyle w:val="ae"/>
                <w:b w:val="0"/>
                <w:color w:val="000000"/>
                <w:sz w:val="24"/>
                <w:szCs w:val="24"/>
                <w:shd w:val="clear" w:color="auto" w:fill="FFFFFF"/>
              </w:rPr>
              <w:t>«Старт»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</w:t>
            </w:r>
            <w:r w:rsidRPr="00F94C1C">
              <w:rPr>
                <w:sz w:val="22"/>
                <w:szCs w:val="24"/>
              </w:rPr>
              <w:t>«</w:t>
            </w:r>
            <w:r>
              <w:rPr>
                <w:sz w:val="24"/>
                <w:szCs w:val="24"/>
              </w:rPr>
              <w:t>ЦСОГПВиИ</w:t>
            </w:r>
          </w:p>
          <w:p w:rsidR="00D97E28" w:rsidRPr="002F0217" w:rsidRDefault="00D97E28" w:rsidP="00FF060E">
            <w:pPr>
              <w:snapToGrid w:val="0"/>
              <w:ind w:right="-6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Новошахти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ска</w:t>
            </w:r>
            <w:r w:rsidRPr="00F94C1C">
              <w:rPr>
                <w:sz w:val="22"/>
                <w:szCs w:val="24"/>
              </w:rPr>
              <w:t>»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D97E28" w:rsidRPr="002F0217">
              <w:rPr>
                <w:color w:val="000000"/>
                <w:sz w:val="24"/>
                <w:szCs w:val="24"/>
              </w:rPr>
              <w:t>униципально</w:t>
            </w:r>
            <w:r w:rsidR="00D97E28">
              <w:rPr>
                <w:color w:val="000000"/>
                <w:sz w:val="24"/>
                <w:szCs w:val="24"/>
              </w:rPr>
              <w:t>е</w:t>
            </w:r>
            <w:r w:rsidR="00D97E28" w:rsidRPr="002F0217">
              <w:rPr>
                <w:color w:val="000000"/>
                <w:sz w:val="24"/>
                <w:szCs w:val="24"/>
              </w:rPr>
              <w:t xml:space="preserve"> бюджетно</w:t>
            </w:r>
            <w:r w:rsidR="00D97E28">
              <w:rPr>
                <w:color w:val="000000"/>
                <w:sz w:val="24"/>
                <w:szCs w:val="24"/>
              </w:rPr>
              <w:t>е</w:t>
            </w:r>
            <w:r w:rsidR="00D97E28" w:rsidRPr="002F0217">
              <w:rPr>
                <w:color w:val="000000"/>
                <w:sz w:val="24"/>
                <w:szCs w:val="24"/>
              </w:rPr>
              <w:t xml:space="preserve"> учреждени</w:t>
            </w:r>
            <w:r w:rsidR="00D97E28">
              <w:rPr>
                <w:color w:val="000000"/>
                <w:sz w:val="24"/>
                <w:szCs w:val="24"/>
              </w:rPr>
              <w:t>е</w:t>
            </w:r>
            <w:r w:rsidR="00D97E28" w:rsidRPr="002F0217">
              <w:rPr>
                <w:color w:val="000000"/>
                <w:sz w:val="24"/>
                <w:szCs w:val="24"/>
              </w:rPr>
              <w:t xml:space="preserve"> «Центр социального о</w:t>
            </w:r>
            <w:r w:rsidR="00D97E28" w:rsidRPr="002F0217">
              <w:rPr>
                <w:color w:val="000000"/>
                <w:sz w:val="24"/>
                <w:szCs w:val="24"/>
              </w:rPr>
              <w:t>б</w:t>
            </w:r>
            <w:r w:rsidR="00D97E28" w:rsidRPr="002F0217">
              <w:rPr>
                <w:color w:val="000000"/>
                <w:sz w:val="24"/>
                <w:szCs w:val="24"/>
              </w:rPr>
              <w:t>служивания граждан пожилого возраста и инвалидов города Н</w:t>
            </w:r>
            <w:r w:rsidR="00D97E28" w:rsidRPr="002F0217">
              <w:rPr>
                <w:color w:val="000000"/>
                <w:sz w:val="24"/>
                <w:szCs w:val="24"/>
              </w:rPr>
              <w:t>о</w:t>
            </w:r>
            <w:r w:rsidR="00D97E28" w:rsidRPr="002F0217">
              <w:rPr>
                <w:color w:val="000000"/>
                <w:sz w:val="24"/>
                <w:szCs w:val="24"/>
              </w:rPr>
              <w:t>вошахтинска»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ТЦ «МАКСИМУМ»</w:t>
            </w:r>
          </w:p>
        </w:tc>
        <w:tc>
          <w:tcPr>
            <w:tcW w:w="7087" w:type="dxa"/>
            <w:shd w:val="clear" w:color="auto" w:fill="auto"/>
          </w:tcPr>
          <w:p w:rsidR="00D97E28" w:rsidRPr="002F0217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="00D97E28">
              <w:rPr>
                <w:color w:val="000000"/>
                <w:sz w:val="24"/>
                <w:szCs w:val="24"/>
              </w:rPr>
              <w:t>орговый центр «МАКСИМУМ»</w:t>
            </w:r>
          </w:p>
        </w:tc>
      </w:tr>
      <w:tr w:rsidR="00D97E28" w:rsidRPr="00C5710E" w:rsidTr="00FF060E">
        <w:tc>
          <w:tcPr>
            <w:tcW w:w="426" w:type="dxa"/>
            <w:shd w:val="clear" w:color="auto" w:fill="auto"/>
          </w:tcPr>
          <w:p w:rsidR="00D97E28" w:rsidRDefault="00D97E28" w:rsidP="00FF060E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410" w:type="dxa"/>
            <w:shd w:val="clear" w:color="auto" w:fill="auto"/>
          </w:tcPr>
          <w:p w:rsidR="00D97E28" w:rsidRDefault="00D97E28" w:rsidP="00FF060E">
            <w:pPr>
              <w:snapToGrid w:val="0"/>
              <w:ind w:righ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ГБОПУ РО «НТТ»</w:t>
            </w:r>
          </w:p>
        </w:tc>
        <w:tc>
          <w:tcPr>
            <w:tcW w:w="7087" w:type="dxa"/>
            <w:shd w:val="clear" w:color="auto" w:fill="auto"/>
          </w:tcPr>
          <w:p w:rsidR="00D97E28" w:rsidRDefault="00EA3378" w:rsidP="00DF322D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D97E28">
              <w:rPr>
                <w:color w:val="000000"/>
                <w:sz w:val="24"/>
                <w:szCs w:val="24"/>
              </w:rPr>
              <w:t xml:space="preserve">осударственное бюджетное профессиональное образовательное </w:t>
            </w:r>
            <w:r w:rsidR="00D97E28">
              <w:rPr>
                <w:color w:val="000000"/>
                <w:sz w:val="24"/>
                <w:szCs w:val="24"/>
              </w:rPr>
              <w:lastRenderedPageBreak/>
              <w:t>учреждение профессиональное образовательное учреждение Р</w:t>
            </w:r>
            <w:r w:rsidR="00D97E28">
              <w:rPr>
                <w:color w:val="000000"/>
                <w:sz w:val="24"/>
                <w:szCs w:val="24"/>
              </w:rPr>
              <w:t>о</w:t>
            </w:r>
            <w:r w:rsidR="00D97E28">
              <w:rPr>
                <w:color w:val="000000"/>
                <w:sz w:val="24"/>
                <w:szCs w:val="24"/>
              </w:rPr>
              <w:t>стовской области «Новошахтинский технологический техникум»</w:t>
            </w:r>
          </w:p>
        </w:tc>
      </w:tr>
    </w:tbl>
    <w:p w:rsidR="00D97E28" w:rsidRPr="00745D1C" w:rsidRDefault="00D97E28" w:rsidP="00D97E28">
      <w:pPr>
        <w:jc w:val="center"/>
        <w:rPr>
          <w:caps/>
          <w:sz w:val="28"/>
          <w:szCs w:val="28"/>
        </w:rPr>
      </w:pPr>
    </w:p>
    <w:p w:rsidR="00D97E28" w:rsidRPr="00F23BFE" w:rsidRDefault="00D97E28" w:rsidP="00D97E28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</w:t>
      </w:r>
      <w:r w:rsidRPr="00F23BFE">
        <w:rPr>
          <w:caps/>
          <w:sz w:val="28"/>
          <w:szCs w:val="28"/>
        </w:rPr>
        <w:t>писок</w:t>
      </w:r>
    </w:p>
    <w:p w:rsidR="00D97E28" w:rsidRPr="00C5710E" w:rsidRDefault="00D97E28" w:rsidP="00D97E28">
      <w:pPr>
        <w:jc w:val="center"/>
        <w:rPr>
          <w:sz w:val="28"/>
          <w:szCs w:val="28"/>
        </w:rPr>
      </w:pPr>
      <w:r w:rsidRPr="00C5710E">
        <w:rPr>
          <w:sz w:val="28"/>
          <w:szCs w:val="28"/>
        </w:rPr>
        <w:t>используемых сокращений должностей руководителей</w:t>
      </w:r>
    </w:p>
    <w:p w:rsidR="00D97E28" w:rsidRDefault="00D97E28" w:rsidP="00D97E28">
      <w:pPr>
        <w:jc w:val="center"/>
        <w:rPr>
          <w:sz w:val="28"/>
          <w:szCs w:val="28"/>
        </w:rPr>
      </w:pPr>
      <w:r w:rsidRPr="00C5710E">
        <w:rPr>
          <w:sz w:val="28"/>
          <w:szCs w:val="28"/>
        </w:rPr>
        <w:t xml:space="preserve"> учреждений и предприятий города</w:t>
      </w:r>
    </w:p>
    <w:p w:rsidR="00D97E28" w:rsidRPr="00745D1C" w:rsidRDefault="00D97E28" w:rsidP="00D97E28">
      <w:pPr>
        <w:jc w:val="both"/>
        <w:rPr>
          <w:sz w:val="28"/>
          <w:szCs w:val="28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7513"/>
      </w:tblGrid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F23BFE" w:rsidRDefault="00D97E28" w:rsidP="00745D1C">
            <w:pPr>
              <w:snapToGrid w:val="0"/>
              <w:ind w:left="-60" w:right="-6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№</w:t>
            </w:r>
          </w:p>
          <w:p w:rsidR="00D97E28" w:rsidRPr="00F23BFE" w:rsidRDefault="00D97E28" w:rsidP="00745D1C">
            <w:pPr>
              <w:ind w:left="-60" w:right="-6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D97E28" w:rsidRPr="00F23BFE" w:rsidRDefault="00D97E28" w:rsidP="00477CDB">
            <w:pPr>
              <w:snapToGrid w:val="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Ф</w:t>
            </w:r>
            <w:r w:rsidR="00477CDB">
              <w:rPr>
                <w:sz w:val="24"/>
                <w:szCs w:val="24"/>
              </w:rPr>
              <w:t>амилия, имя, отчество</w:t>
            </w:r>
          </w:p>
        </w:tc>
        <w:tc>
          <w:tcPr>
            <w:tcW w:w="7513" w:type="dxa"/>
            <w:shd w:val="clear" w:color="auto" w:fill="auto"/>
          </w:tcPr>
          <w:p w:rsidR="00D97E28" w:rsidRPr="00F23BFE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Наименование должности</w:t>
            </w:r>
          </w:p>
        </w:tc>
      </w:tr>
    </w:tbl>
    <w:p w:rsidR="00D97E28" w:rsidRPr="00F23BFE" w:rsidRDefault="00D97E28" w:rsidP="00D97E28">
      <w:pPr>
        <w:jc w:val="both"/>
        <w:rPr>
          <w:sz w:val="2"/>
          <w:szCs w:val="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7513"/>
      </w:tblGrid>
      <w:tr w:rsidR="00D97E28" w:rsidRPr="00C5710E" w:rsidTr="00735271">
        <w:trPr>
          <w:tblHeader/>
        </w:trPr>
        <w:tc>
          <w:tcPr>
            <w:tcW w:w="426" w:type="dxa"/>
            <w:shd w:val="clear" w:color="auto" w:fill="auto"/>
          </w:tcPr>
          <w:p w:rsidR="00D97E28" w:rsidRPr="00F23BFE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97E28" w:rsidRPr="00F23BFE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D97E28" w:rsidRPr="00F23BFE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F23BFE">
              <w:rPr>
                <w:sz w:val="24"/>
                <w:szCs w:val="24"/>
              </w:rPr>
              <w:t>3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Ахмедиева Г.А.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директор муниципального бюджетного учреждения дополнительного образования «Центр развития творчества детей и юношества» города Новошахтинска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Бахтинова Т.П.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ind w:right="-6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начальник Управления образования Администрации города Новоша</w:t>
            </w:r>
            <w:r w:rsidRPr="00432FCA">
              <w:rPr>
                <w:sz w:val="24"/>
                <w:szCs w:val="24"/>
              </w:rPr>
              <w:t>х</w:t>
            </w:r>
            <w:r w:rsidRPr="00432FCA">
              <w:rPr>
                <w:sz w:val="24"/>
                <w:szCs w:val="24"/>
              </w:rPr>
              <w:t>тинска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Вакула Н.Н.</w:t>
            </w:r>
          </w:p>
        </w:tc>
        <w:tc>
          <w:tcPr>
            <w:tcW w:w="7513" w:type="dxa"/>
            <w:shd w:val="clear" w:color="auto" w:fill="auto"/>
          </w:tcPr>
          <w:p w:rsidR="00D97E28" w:rsidRPr="002F0217" w:rsidRDefault="00D97E28" w:rsidP="00477CDB">
            <w:pPr>
              <w:snapToGrid w:val="0"/>
              <w:ind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Филиала ЮФУ в г. Новошахтинске</w:t>
            </w:r>
          </w:p>
        </w:tc>
      </w:tr>
      <w:tr w:rsidR="00D97E28" w:rsidRPr="00C5710E" w:rsidTr="00735271">
        <w:trPr>
          <w:trHeight w:val="372"/>
        </w:trPr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both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 xml:space="preserve">Демьяненко В.И. 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начальник отдела по работе с населением Администрации города</w:t>
            </w:r>
            <w:r w:rsidR="00735271">
              <w:rPr>
                <w:sz w:val="24"/>
                <w:szCs w:val="24"/>
              </w:rPr>
              <w:t xml:space="preserve"> Ново</w:t>
            </w:r>
            <w:r w:rsidR="00477CDB">
              <w:rPr>
                <w:sz w:val="24"/>
                <w:szCs w:val="24"/>
              </w:rPr>
              <w:t>-</w:t>
            </w:r>
            <w:r w:rsidR="00735271">
              <w:rPr>
                <w:sz w:val="24"/>
                <w:szCs w:val="24"/>
              </w:rPr>
              <w:t>шахтинска</w:t>
            </w:r>
            <w:r w:rsidRPr="00432FCA">
              <w:rPr>
                <w:sz w:val="24"/>
                <w:szCs w:val="24"/>
              </w:rPr>
              <w:t xml:space="preserve"> 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Default="00D97E28" w:rsidP="007352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Коденцова Т.В.</w:t>
            </w:r>
          </w:p>
        </w:tc>
        <w:tc>
          <w:tcPr>
            <w:tcW w:w="7513" w:type="dxa"/>
            <w:shd w:val="clear" w:color="auto" w:fill="auto"/>
          </w:tcPr>
          <w:p w:rsidR="00D97E28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города – начальник финансового управления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 xml:space="preserve">Коновалова Н.Г. 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начальник Отдела культуры и спорта Администрации города Новоша</w:t>
            </w:r>
            <w:r w:rsidRPr="00432FCA">
              <w:rPr>
                <w:sz w:val="24"/>
                <w:szCs w:val="24"/>
              </w:rPr>
              <w:t>х</w:t>
            </w:r>
            <w:r w:rsidRPr="00432FCA">
              <w:rPr>
                <w:sz w:val="24"/>
                <w:szCs w:val="24"/>
              </w:rPr>
              <w:t>тинска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Default="00D97E28" w:rsidP="0073527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84" w:type="dxa"/>
            <w:shd w:val="clear" w:color="auto" w:fill="auto"/>
          </w:tcPr>
          <w:p w:rsidR="00D97E28" w:rsidRPr="00D47DC4" w:rsidRDefault="00D97E28" w:rsidP="00735271">
            <w:pPr>
              <w:snapToGrid w:val="0"/>
              <w:rPr>
                <w:sz w:val="24"/>
                <w:szCs w:val="24"/>
              </w:rPr>
            </w:pPr>
            <w:r w:rsidRPr="00D47DC4">
              <w:rPr>
                <w:sz w:val="24"/>
                <w:szCs w:val="24"/>
              </w:rPr>
              <w:t>Кошелева Т.В.</w:t>
            </w:r>
          </w:p>
        </w:tc>
        <w:tc>
          <w:tcPr>
            <w:tcW w:w="7513" w:type="dxa"/>
            <w:shd w:val="clear" w:color="auto" w:fill="auto"/>
          </w:tcPr>
          <w:p w:rsidR="00D97E28" w:rsidRPr="00D47DC4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 w:rsidRPr="00D47DC4">
              <w:rPr>
                <w:sz w:val="24"/>
                <w:szCs w:val="24"/>
              </w:rPr>
              <w:t>ответственный исполнительный секретарь местного отделения Партии «Единая Россия»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Лиханов А.Г.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ind w:right="-60"/>
              <w:rPr>
                <w:sz w:val="24"/>
                <w:szCs w:val="24"/>
              </w:rPr>
            </w:pPr>
            <w:r w:rsidRPr="00432FCA">
              <w:rPr>
                <w:sz w:val="24"/>
                <w:szCs w:val="24"/>
              </w:rPr>
              <w:t>заместитель Главы Администрации города по административно-право</w:t>
            </w:r>
            <w:r w:rsidR="00735271">
              <w:rPr>
                <w:sz w:val="24"/>
                <w:szCs w:val="24"/>
              </w:rPr>
              <w:t>-</w:t>
            </w:r>
            <w:r w:rsidRPr="00432FCA">
              <w:rPr>
                <w:sz w:val="24"/>
                <w:szCs w:val="24"/>
              </w:rPr>
              <w:t>вым вопросам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Лубенцов Ю.А.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7D61DD">
            <w:pPr>
              <w:snapToGrid w:val="0"/>
              <w:spacing w:line="276" w:lineRule="auto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Управляющий делами Администрации города 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Маловичко О.А.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spacing w:line="276" w:lineRule="auto"/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города по строительству, жили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ным вопросам и земельно-имущественным отношениям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432FC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32FCA">
              <w:rPr>
                <w:color w:val="000000"/>
                <w:sz w:val="24"/>
                <w:szCs w:val="24"/>
              </w:rPr>
              <w:t>Марченко Н.В.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snapToGrid w:val="0"/>
              <w:spacing w:line="276" w:lineRule="auto"/>
              <w:ind w:right="-60"/>
              <w:rPr>
                <w:color w:val="000000"/>
                <w:sz w:val="24"/>
                <w:szCs w:val="24"/>
              </w:rPr>
            </w:pPr>
            <w:r w:rsidRPr="00432FCA">
              <w:rPr>
                <w:color w:val="000000"/>
                <w:sz w:val="24"/>
                <w:szCs w:val="24"/>
              </w:rPr>
              <w:t>начальник Отдела Министерства внутренних дел России по г. Новошах</w:t>
            </w:r>
            <w:r w:rsidR="00735271">
              <w:rPr>
                <w:color w:val="000000"/>
                <w:sz w:val="24"/>
                <w:szCs w:val="24"/>
              </w:rPr>
              <w:t>-</w:t>
            </w:r>
            <w:r w:rsidRPr="00432FCA">
              <w:rPr>
                <w:color w:val="000000"/>
                <w:sz w:val="24"/>
                <w:szCs w:val="24"/>
              </w:rPr>
              <w:t>тинску, полковник полиции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Пархоменко М.Н.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7D61DD">
            <w:pPr>
              <w:snapToGrid w:val="0"/>
              <w:spacing w:line="276" w:lineRule="auto"/>
              <w:ind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Pr="00432FCA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84" w:type="dxa"/>
            <w:shd w:val="clear" w:color="auto" w:fill="auto"/>
          </w:tcPr>
          <w:p w:rsidR="00D97E28" w:rsidRPr="00432FCA" w:rsidRDefault="00D97E28" w:rsidP="00735271">
            <w:pPr>
              <w:pStyle w:val="21"/>
              <w:ind w:left="0" w:firstLine="0"/>
              <w:rPr>
                <w:b/>
              </w:rPr>
            </w:pPr>
            <w:r>
              <w:t>Савенко Ю.А.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pStyle w:val="21"/>
              <w:ind w:left="0" w:right="-60" w:firstLine="0"/>
            </w:pPr>
            <w:r w:rsidRPr="00432FCA">
              <w:t>директор</w:t>
            </w:r>
            <w:r w:rsidRPr="00F94C1C">
              <w:rPr>
                <w:sz w:val="20"/>
              </w:rPr>
              <w:t xml:space="preserve"> </w:t>
            </w:r>
            <w:r w:rsidRPr="00432FCA">
              <w:t>Новошахтинского</w:t>
            </w:r>
            <w:r w:rsidRPr="00F94C1C">
              <w:rPr>
                <w:sz w:val="20"/>
              </w:rPr>
              <w:t xml:space="preserve"> </w:t>
            </w:r>
            <w:r w:rsidRPr="00432FCA">
              <w:t>техникума</w:t>
            </w:r>
            <w:r w:rsidRPr="00F94C1C">
              <w:rPr>
                <w:sz w:val="20"/>
              </w:rPr>
              <w:t xml:space="preserve"> </w:t>
            </w:r>
            <w:r w:rsidRPr="00432FCA">
              <w:t>промышленных</w:t>
            </w:r>
            <w:r w:rsidRPr="00F94C1C">
              <w:rPr>
                <w:sz w:val="20"/>
              </w:rPr>
              <w:t xml:space="preserve"> </w:t>
            </w:r>
            <w:r w:rsidRPr="00432FCA">
              <w:t>технологий</w:t>
            </w:r>
            <w:r w:rsidRPr="00F94C1C">
              <w:rPr>
                <w:sz w:val="22"/>
              </w:rPr>
              <w:t xml:space="preserve"> – </w:t>
            </w:r>
            <w:r w:rsidRPr="00432FCA">
              <w:t>фи</w:t>
            </w:r>
            <w:r w:rsidR="00735271">
              <w:t>-</w:t>
            </w:r>
            <w:r w:rsidRPr="00432FCA">
              <w:t>лиал государственного бюджетного профессионального образователь</w:t>
            </w:r>
            <w:r w:rsidR="00735271">
              <w:t>-</w:t>
            </w:r>
            <w:r w:rsidRPr="00432FCA">
              <w:t>ного учреждения Ростовской области «Шахтинский региональный кол</w:t>
            </w:r>
            <w:r w:rsidR="00735271">
              <w:t>-</w:t>
            </w:r>
            <w:r w:rsidRPr="00432FCA">
              <w:t>ледж топлива и энергетики им. ак. Степанова П.И.»</w:t>
            </w:r>
          </w:p>
        </w:tc>
      </w:tr>
      <w:tr w:rsidR="00D97E28" w:rsidRPr="00C5710E" w:rsidTr="00735271">
        <w:tc>
          <w:tcPr>
            <w:tcW w:w="426" w:type="dxa"/>
            <w:shd w:val="clear" w:color="auto" w:fill="auto"/>
          </w:tcPr>
          <w:p w:rsidR="00D97E28" w:rsidRDefault="00D97E28" w:rsidP="00735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84" w:type="dxa"/>
            <w:shd w:val="clear" w:color="auto" w:fill="auto"/>
          </w:tcPr>
          <w:p w:rsidR="00D97E28" w:rsidRPr="00F94C1C" w:rsidRDefault="00D97E28" w:rsidP="00735271">
            <w:pPr>
              <w:ind w:right="-57"/>
              <w:rPr>
                <w:sz w:val="24"/>
                <w:szCs w:val="24"/>
              </w:rPr>
            </w:pPr>
            <w:r w:rsidRPr="00F94C1C">
              <w:rPr>
                <w:sz w:val="24"/>
                <w:szCs w:val="24"/>
              </w:rPr>
              <w:t>Туркатова Е.И.</w:t>
            </w:r>
          </w:p>
        </w:tc>
        <w:tc>
          <w:tcPr>
            <w:tcW w:w="7513" w:type="dxa"/>
            <w:shd w:val="clear" w:color="auto" w:fill="auto"/>
          </w:tcPr>
          <w:p w:rsidR="00D97E28" w:rsidRPr="00432FCA" w:rsidRDefault="00D97E28" w:rsidP="00477CDB">
            <w:pPr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Главы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города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социальным</w:t>
            </w:r>
            <w:r w:rsidRPr="00F94C1C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вопросам</w:t>
            </w:r>
          </w:p>
        </w:tc>
      </w:tr>
    </w:tbl>
    <w:p w:rsidR="00D97E28" w:rsidRDefault="00D97E28" w:rsidP="00D97E28">
      <w:pPr>
        <w:tabs>
          <w:tab w:val="left" w:pos="3780"/>
        </w:tabs>
        <w:jc w:val="both"/>
        <w:rPr>
          <w:sz w:val="28"/>
          <w:szCs w:val="28"/>
        </w:rPr>
      </w:pPr>
    </w:p>
    <w:p w:rsidR="00D97E28" w:rsidRDefault="00D97E28" w:rsidP="00D97E28">
      <w:pPr>
        <w:tabs>
          <w:tab w:val="left" w:pos="3780"/>
        </w:tabs>
        <w:jc w:val="both"/>
        <w:rPr>
          <w:sz w:val="28"/>
          <w:szCs w:val="28"/>
        </w:rPr>
      </w:pPr>
    </w:p>
    <w:p w:rsidR="00D97E28" w:rsidRPr="004B46A4" w:rsidRDefault="00D97E28" w:rsidP="00477CDB">
      <w:pPr>
        <w:tabs>
          <w:tab w:val="left" w:pos="3780"/>
        </w:tabs>
        <w:ind w:left="-142"/>
        <w:jc w:val="both"/>
        <w:rPr>
          <w:sz w:val="28"/>
          <w:szCs w:val="28"/>
        </w:rPr>
      </w:pPr>
      <w:r w:rsidRPr="004B46A4">
        <w:rPr>
          <w:sz w:val="28"/>
          <w:szCs w:val="28"/>
        </w:rPr>
        <w:t xml:space="preserve">Управляющий делами </w:t>
      </w:r>
    </w:p>
    <w:p w:rsidR="00D97E28" w:rsidRPr="007E7AC2" w:rsidRDefault="00D97E28" w:rsidP="00477CDB">
      <w:pPr>
        <w:ind w:left="-142" w:right="-426"/>
        <w:rPr>
          <w:b/>
          <w:sz w:val="16"/>
          <w:u w:val="single"/>
        </w:rPr>
      </w:pPr>
      <w:r w:rsidRPr="004B46A4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77CDB">
        <w:rPr>
          <w:sz w:val="28"/>
          <w:szCs w:val="28"/>
        </w:rPr>
        <w:t xml:space="preserve">               </w:t>
      </w:r>
      <w:r w:rsidRPr="004B46A4">
        <w:rPr>
          <w:sz w:val="28"/>
          <w:szCs w:val="28"/>
        </w:rPr>
        <w:t>Ю.А.</w:t>
      </w:r>
      <w:r>
        <w:rPr>
          <w:sz w:val="28"/>
          <w:szCs w:val="28"/>
        </w:rPr>
        <w:t xml:space="preserve"> </w:t>
      </w:r>
      <w:r w:rsidRPr="004B46A4">
        <w:rPr>
          <w:sz w:val="28"/>
          <w:szCs w:val="28"/>
        </w:rPr>
        <w:t>Лубенцов</w:t>
      </w:r>
    </w:p>
    <w:p w:rsidR="00D97E28" w:rsidRDefault="00D97E28" w:rsidP="0051512A">
      <w:pPr>
        <w:jc w:val="center"/>
        <w:rPr>
          <w:sz w:val="28"/>
          <w:szCs w:val="28"/>
        </w:rPr>
      </w:pPr>
    </w:p>
    <w:sectPr w:rsidR="00D97E28" w:rsidSect="00C521FA">
      <w:pgSz w:w="11907" w:h="16840" w:code="9"/>
      <w:pgMar w:top="1134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2" w:rsidRDefault="00770AE2">
      <w:r>
        <w:separator/>
      </w:r>
    </w:p>
  </w:endnote>
  <w:endnote w:type="continuationSeparator" w:id="0">
    <w:p w:rsidR="00770AE2" w:rsidRDefault="0077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2" w:rsidRDefault="00770AE2">
      <w:r>
        <w:separator/>
      </w:r>
    </w:p>
  </w:footnote>
  <w:footnote w:type="continuationSeparator" w:id="0">
    <w:p w:rsidR="00770AE2" w:rsidRDefault="00770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F19C8"/>
    <w:multiLevelType w:val="hybridMultilevel"/>
    <w:tmpl w:val="A9A80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742E2"/>
    <w:multiLevelType w:val="multilevel"/>
    <w:tmpl w:val="31F62DC8"/>
    <w:lvl w:ilvl="0">
      <w:start w:val="1"/>
      <w:numFmt w:val="decimalZero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Zero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C2377E7"/>
    <w:multiLevelType w:val="hybridMultilevel"/>
    <w:tmpl w:val="F5D6ABF8"/>
    <w:lvl w:ilvl="0" w:tplc="A4B65C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A6C4C"/>
    <w:multiLevelType w:val="hybridMultilevel"/>
    <w:tmpl w:val="97A053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53691"/>
    <w:multiLevelType w:val="hybridMultilevel"/>
    <w:tmpl w:val="AF502E1C"/>
    <w:lvl w:ilvl="0" w:tplc="20C80A9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E65E7"/>
    <w:multiLevelType w:val="hybridMultilevel"/>
    <w:tmpl w:val="3FB0D73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65D431F4"/>
    <w:multiLevelType w:val="hybridMultilevel"/>
    <w:tmpl w:val="278EBB1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562F6"/>
    <w:multiLevelType w:val="hybridMultilevel"/>
    <w:tmpl w:val="E8524E6C"/>
    <w:lvl w:ilvl="0" w:tplc="64348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3851E4"/>
    <w:multiLevelType w:val="hybridMultilevel"/>
    <w:tmpl w:val="3098C570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F18B1"/>
    <w:multiLevelType w:val="hybridMultilevel"/>
    <w:tmpl w:val="A95CD53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C512A"/>
    <w:multiLevelType w:val="multilevel"/>
    <w:tmpl w:val="EE1E79F6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2A"/>
    <w:rsid w:val="00010C5E"/>
    <w:rsid w:val="000223E0"/>
    <w:rsid w:val="00054F65"/>
    <w:rsid w:val="00080E8D"/>
    <w:rsid w:val="000920AC"/>
    <w:rsid w:val="00101CC5"/>
    <w:rsid w:val="001028E8"/>
    <w:rsid w:val="0012226D"/>
    <w:rsid w:val="00125E8B"/>
    <w:rsid w:val="001631F0"/>
    <w:rsid w:val="00172355"/>
    <w:rsid w:val="001C6106"/>
    <w:rsid w:val="001C7D8D"/>
    <w:rsid w:val="0020744B"/>
    <w:rsid w:val="00207B60"/>
    <w:rsid w:val="00226938"/>
    <w:rsid w:val="00227A7E"/>
    <w:rsid w:val="0023592D"/>
    <w:rsid w:val="002400E8"/>
    <w:rsid w:val="002478B3"/>
    <w:rsid w:val="00267B5E"/>
    <w:rsid w:val="00271882"/>
    <w:rsid w:val="00284C0F"/>
    <w:rsid w:val="002B7E36"/>
    <w:rsid w:val="0033277B"/>
    <w:rsid w:val="00345513"/>
    <w:rsid w:val="00374C3F"/>
    <w:rsid w:val="003A39A0"/>
    <w:rsid w:val="003D22CB"/>
    <w:rsid w:val="004066C3"/>
    <w:rsid w:val="00436203"/>
    <w:rsid w:val="004473AE"/>
    <w:rsid w:val="004567B2"/>
    <w:rsid w:val="00477CDB"/>
    <w:rsid w:val="00484504"/>
    <w:rsid w:val="004A0CBA"/>
    <w:rsid w:val="004D01F0"/>
    <w:rsid w:val="004E12FF"/>
    <w:rsid w:val="004E69E9"/>
    <w:rsid w:val="004E73EE"/>
    <w:rsid w:val="0051512A"/>
    <w:rsid w:val="00530587"/>
    <w:rsid w:val="0054297E"/>
    <w:rsid w:val="00574409"/>
    <w:rsid w:val="00583A76"/>
    <w:rsid w:val="00584025"/>
    <w:rsid w:val="005B0891"/>
    <w:rsid w:val="00600160"/>
    <w:rsid w:val="0060675B"/>
    <w:rsid w:val="00642031"/>
    <w:rsid w:val="00667C00"/>
    <w:rsid w:val="006703F3"/>
    <w:rsid w:val="006955F6"/>
    <w:rsid w:val="006E1FDE"/>
    <w:rsid w:val="006F167E"/>
    <w:rsid w:val="0070428D"/>
    <w:rsid w:val="00721C7B"/>
    <w:rsid w:val="00735271"/>
    <w:rsid w:val="00745D1C"/>
    <w:rsid w:val="0075433F"/>
    <w:rsid w:val="00770AE2"/>
    <w:rsid w:val="007852FD"/>
    <w:rsid w:val="0079544A"/>
    <w:rsid w:val="007C42BE"/>
    <w:rsid w:val="007D61DD"/>
    <w:rsid w:val="007D7663"/>
    <w:rsid w:val="007E208F"/>
    <w:rsid w:val="007E7AC2"/>
    <w:rsid w:val="00823350"/>
    <w:rsid w:val="00827D0B"/>
    <w:rsid w:val="00844421"/>
    <w:rsid w:val="00846F6C"/>
    <w:rsid w:val="008A0969"/>
    <w:rsid w:val="00907BDF"/>
    <w:rsid w:val="009300A0"/>
    <w:rsid w:val="00932624"/>
    <w:rsid w:val="00937984"/>
    <w:rsid w:val="00970A21"/>
    <w:rsid w:val="00990747"/>
    <w:rsid w:val="0099714A"/>
    <w:rsid w:val="009B3213"/>
    <w:rsid w:val="009D6C68"/>
    <w:rsid w:val="009E04F7"/>
    <w:rsid w:val="009E324C"/>
    <w:rsid w:val="009F02EF"/>
    <w:rsid w:val="00A36933"/>
    <w:rsid w:val="00A55015"/>
    <w:rsid w:val="00A678E5"/>
    <w:rsid w:val="00A95C03"/>
    <w:rsid w:val="00AA6EA6"/>
    <w:rsid w:val="00AB035E"/>
    <w:rsid w:val="00AB7A0C"/>
    <w:rsid w:val="00AC48B5"/>
    <w:rsid w:val="00B06033"/>
    <w:rsid w:val="00B07084"/>
    <w:rsid w:val="00B17F54"/>
    <w:rsid w:val="00B51091"/>
    <w:rsid w:val="00B9619E"/>
    <w:rsid w:val="00BC51FA"/>
    <w:rsid w:val="00BD266F"/>
    <w:rsid w:val="00C03F4A"/>
    <w:rsid w:val="00C23760"/>
    <w:rsid w:val="00C331F6"/>
    <w:rsid w:val="00C37D3E"/>
    <w:rsid w:val="00C521FA"/>
    <w:rsid w:val="00C658B0"/>
    <w:rsid w:val="00C827BD"/>
    <w:rsid w:val="00C94754"/>
    <w:rsid w:val="00CB6C8C"/>
    <w:rsid w:val="00CD3B4F"/>
    <w:rsid w:val="00CE77BB"/>
    <w:rsid w:val="00CF703B"/>
    <w:rsid w:val="00D46508"/>
    <w:rsid w:val="00D52C12"/>
    <w:rsid w:val="00D8158B"/>
    <w:rsid w:val="00D90D35"/>
    <w:rsid w:val="00D97E28"/>
    <w:rsid w:val="00DA01CB"/>
    <w:rsid w:val="00DD26EE"/>
    <w:rsid w:val="00DD3606"/>
    <w:rsid w:val="00DF322D"/>
    <w:rsid w:val="00E042C3"/>
    <w:rsid w:val="00E1711A"/>
    <w:rsid w:val="00E70849"/>
    <w:rsid w:val="00E8698A"/>
    <w:rsid w:val="00EA3378"/>
    <w:rsid w:val="00EA35F1"/>
    <w:rsid w:val="00EB37E6"/>
    <w:rsid w:val="00EC5780"/>
    <w:rsid w:val="00EE1414"/>
    <w:rsid w:val="00F14E0A"/>
    <w:rsid w:val="00F32149"/>
    <w:rsid w:val="00F435D9"/>
    <w:rsid w:val="00F640B8"/>
    <w:rsid w:val="00F946F1"/>
    <w:rsid w:val="00FB0042"/>
    <w:rsid w:val="00FD0370"/>
    <w:rsid w:val="00FF060E"/>
    <w:rsid w:val="00FF0EE6"/>
    <w:rsid w:val="00FF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84"/>
  </w:style>
  <w:style w:type="paragraph" w:styleId="1">
    <w:name w:val="heading 1"/>
    <w:basedOn w:val="a"/>
    <w:next w:val="a"/>
    <w:link w:val="10"/>
    <w:qFormat/>
    <w:rsid w:val="00B07084"/>
    <w:pPr>
      <w:keepNext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nhideWhenUsed/>
    <w:qFormat/>
    <w:rsid w:val="0051512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7084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920A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1512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1512A"/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51512A"/>
    <w:pPr>
      <w:widowControl w:val="0"/>
      <w:suppressAutoHyphens/>
      <w:ind w:left="720" w:hanging="720"/>
    </w:pPr>
    <w:rPr>
      <w:rFonts w:eastAsia="Andale Sans UI"/>
      <w:kern w:val="1"/>
      <w:sz w:val="24"/>
      <w:szCs w:val="24"/>
    </w:rPr>
  </w:style>
  <w:style w:type="paragraph" w:customStyle="1" w:styleId="a9">
    <w:name w:val="Содержимое таблицы"/>
    <w:basedOn w:val="a"/>
    <w:rsid w:val="0051512A"/>
    <w:pPr>
      <w:widowControl w:val="0"/>
      <w:suppressLineNumbers/>
      <w:suppressAutoHyphens/>
    </w:pPr>
    <w:rPr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51512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qFormat/>
    <w:rsid w:val="0051512A"/>
    <w:rPr>
      <w:rFonts w:ascii="Calibri" w:hAnsi="Calibri"/>
      <w:sz w:val="22"/>
      <w:szCs w:val="22"/>
    </w:rPr>
  </w:style>
  <w:style w:type="paragraph" w:customStyle="1" w:styleId="Standard">
    <w:name w:val="Standard"/>
    <w:rsid w:val="0051512A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51512A"/>
    <w:pPr>
      <w:spacing w:after="120"/>
      <w:textAlignment w:val="baseline"/>
    </w:pPr>
    <w:rPr>
      <w:rFonts w:eastAsia="Andale Sans UI"/>
      <w:color w:val="auto"/>
      <w:lang w:val="de-DE" w:eastAsia="ja-JP" w:bidi="fa-IR"/>
    </w:rPr>
  </w:style>
  <w:style w:type="character" w:styleId="ac">
    <w:name w:val="Hyperlink"/>
    <w:uiPriority w:val="99"/>
    <w:unhideWhenUsed/>
    <w:rsid w:val="0051512A"/>
    <w:rPr>
      <w:color w:val="0000FF"/>
      <w:u w:val="single"/>
    </w:rPr>
  </w:style>
  <w:style w:type="character" w:styleId="ad">
    <w:name w:val="Emphasis"/>
    <w:uiPriority w:val="20"/>
    <w:qFormat/>
    <w:rsid w:val="0051512A"/>
    <w:rPr>
      <w:i/>
      <w:iCs/>
    </w:rPr>
  </w:style>
  <w:style w:type="character" w:styleId="ae">
    <w:name w:val="Strong"/>
    <w:uiPriority w:val="22"/>
    <w:qFormat/>
    <w:rsid w:val="005151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84"/>
  </w:style>
  <w:style w:type="paragraph" w:styleId="1">
    <w:name w:val="heading 1"/>
    <w:basedOn w:val="a"/>
    <w:next w:val="a"/>
    <w:link w:val="10"/>
    <w:qFormat/>
    <w:rsid w:val="00B07084"/>
    <w:pPr>
      <w:keepNext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nhideWhenUsed/>
    <w:qFormat/>
    <w:rsid w:val="0051512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7084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920A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1512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1512A"/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51512A"/>
    <w:pPr>
      <w:widowControl w:val="0"/>
      <w:suppressAutoHyphens/>
      <w:ind w:left="720" w:hanging="720"/>
    </w:pPr>
    <w:rPr>
      <w:rFonts w:eastAsia="Andale Sans UI"/>
      <w:kern w:val="1"/>
      <w:sz w:val="24"/>
      <w:szCs w:val="24"/>
    </w:rPr>
  </w:style>
  <w:style w:type="paragraph" w:customStyle="1" w:styleId="a9">
    <w:name w:val="Содержимое таблицы"/>
    <w:basedOn w:val="a"/>
    <w:rsid w:val="0051512A"/>
    <w:pPr>
      <w:widowControl w:val="0"/>
      <w:suppressLineNumbers/>
      <w:suppressAutoHyphens/>
    </w:pPr>
    <w:rPr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51512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qFormat/>
    <w:rsid w:val="0051512A"/>
    <w:rPr>
      <w:rFonts w:ascii="Calibri" w:hAnsi="Calibri"/>
      <w:sz w:val="22"/>
      <w:szCs w:val="22"/>
    </w:rPr>
  </w:style>
  <w:style w:type="paragraph" w:customStyle="1" w:styleId="Standard">
    <w:name w:val="Standard"/>
    <w:rsid w:val="0051512A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51512A"/>
    <w:pPr>
      <w:spacing w:after="120"/>
      <w:textAlignment w:val="baseline"/>
    </w:pPr>
    <w:rPr>
      <w:rFonts w:eastAsia="Andale Sans UI"/>
      <w:color w:val="auto"/>
      <w:lang w:val="de-DE" w:eastAsia="ja-JP" w:bidi="fa-IR"/>
    </w:rPr>
  </w:style>
  <w:style w:type="character" w:styleId="ac">
    <w:name w:val="Hyperlink"/>
    <w:uiPriority w:val="99"/>
    <w:unhideWhenUsed/>
    <w:rsid w:val="0051512A"/>
    <w:rPr>
      <w:color w:val="0000FF"/>
      <w:u w:val="single"/>
    </w:rPr>
  </w:style>
  <w:style w:type="character" w:styleId="ad">
    <w:name w:val="Emphasis"/>
    <w:uiPriority w:val="20"/>
    <w:qFormat/>
    <w:rsid w:val="0051512A"/>
    <w:rPr>
      <w:i/>
      <w:iCs/>
    </w:rPr>
  </w:style>
  <w:style w:type="character" w:styleId="ae">
    <w:name w:val="Strong"/>
    <w:uiPriority w:val="22"/>
    <w:qFormat/>
    <w:rsid w:val="00515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8E21-29F2-4B29-ABBF-B5F3F6BF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Pages>1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2025-04-11T13:02:00Z</cp:lastPrinted>
  <dcterms:created xsi:type="dcterms:W3CDTF">2025-04-11T13:02:00Z</dcterms:created>
  <dcterms:modified xsi:type="dcterms:W3CDTF">2025-04-14T12:49:00Z</dcterms:modified>
</cp:coreProperties>
</file>