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12.09.2024</w:t>
        <w:tab/>
        <w:tab/>
        <w:tab/>
        <w:tab/>
        <w:tab/>
        <w:t xml:space="preserve">   № 218</w:t>
        <w:tab/>
        <w:t xml:space="preserve"> </w:t>
        <w:tab/>
        <w:tab/>
        <w:t xml:space="preserve">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от 17.10.2019 № 222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158, 161, 162, 217, 219.1 Бюджетного кодекса Российской Федерации, в целях совершенствования порядка составления, ут-верждения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распоряжение Администрации города от 17.10.2019 № 222 «Об утверждении Порядка составления, утверждения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учреждений» согласно приложению.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распоряжение вступает в силу со дня его подписания.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распоряжения возложить на управляющего делами Администрации города Лубенцова Ю.А.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бухгалтерского учета и отчетности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12.09.2024 № 218</w:t>
      </w:r>
    </w:p>
    <w:p>
      <w:pPr>
        <w:pStyle w:val="Normal"/>
        <w:overflowPunct w:val="false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распоряжение Администрации города от 17.10.2019 № 222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составления, утверждения и ведения бюджетных росписей главного распорядителя (получателя) средств бюджета города 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подведомственных Администрации города муниципальных учреждений»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1. Приложение № 4 к Порядку составления, утверждения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 изложить в редакции: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4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составления, утверждения и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ведения бюджетных росписей главного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распорядителя (получателя) средств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бюджета города и подведомственных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учреждений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  <w:t>Примечания:   1. Указывается код вида изменений в соответствии с приложени-</w:t>
      </w:r>
    </w:p>
    <w:p>
      <w:pPr>
        <w:pStyle w:val="Normal"/>
        <w:spacing w:lineRule="auto" w:line="228"/>
        <w:ind w:firstLine="19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ем № 6 к настоящему Порядку.</w:t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2. Указываются следующие фонды:</w:t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100 – средства местного бюджета;</w:t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101 - поступления от физических лиц;</w:t>
      </w:r>
    </w:p>
    <w:p>
      <w:pPr>
        <w:pStyle w:val="Normal"/>
        <w:tabs>
          <w:tab w:val="clear" w:pos="708"/>
          <w:tab w:val="left" w:pos="2130" w:leader="none"/>
        </w:tabs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102 - поступления от юридических лиц;</w:t>
      </w:r>
    </w:p>
    <w:p>
      <w:pPr>
        <w:pStyle w:val="Normal"/>
        <w:tabs>
          <w:tab w:val="clear" w:pos="708"/>
          <w:tab w:val="left" w:pos="2130" w:leader="none"/>
        </w:tabs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201 - прочие безвозмездные поступления от физических лиц;</w:t>
      </w:r>
    </w:p>
    <w:p>
      <w:pPr>
        <w:pStyle w:val="Normal"/>
        <w:tabs>
          <w:tab w:val="clear" w:pos="708"/>
          <w:tab w:val="left" w:pos="2130" w:leader="none"/>
        </w:tabs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202 - прочие безвозмездные поступления от юридических лиц;</w:t>
      </w:r>
    </w:p>
    <w:p>
      <w:pPr>
        <w:pStyle w:val="Normal"/>
        <w:tabs>
          <w:tab w:val="clear" w:pos="708"/>
          <w:tab w:val="left" w:pos="2130" w:leader="none"/>
        </w:tabs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301 - остатки средств субсидий;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304 - остатки средств субвенций;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305 - межбюджетные трансферты;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335 - субвенции из областного бюджета;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336 - субсидии из областного бюджета;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337 - средства резервного фонда Правительства Ростовской </w:t>
      </w:r>
    </w:p>
    <w:p>
      <w:pPr>
        <w:pStyle w:val="Normal"/>
        <w:spacing w:lineRule="auto" w:line="228"/>
        <w:ind w:firstLine="19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области;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404 - остатки средств субвенций;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405 - межбюджетные трансферты из федерального бюджета;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435 - субвенции из федерального бюджета;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436 - субсидии из федерального бюджета;</w:t>
      </w:r>
    </w:p>
    <w:p>
      <w:pPr>
        <w:pStyle w:val="Normal"/>
        <w:spacing w:lineRule="auto" w:line="22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437 - расходы резервного фонда.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Ю.А. Лубенцов».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 Приложение № 6 к Порядку составления, утверждения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 изложить в редакции: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составления, утверждения и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ведения бюджетных росписей главного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распорядителя (получателя) средств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бюджета города и подведомственных</w:t>
      </w:r>
    </w:p>
    <w:p>
      <w:pPr>
        <w:pStyle w:val="Normal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муниципальных учреждений</w:t>
      </w:r>
    </w:p>
    <w:p>
      <w:pPr>
        <w:pStyle w:val="Normal"/>
        <w:ind w:left="48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видов изменений бюджетной росписи и лимитов бюджетных обязательств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3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9212"/>
      </w:tblGrid>
      <w:tr>
        <w:trPr>
          <w:trHeight w:val="402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изменений</w:t>
            </w:r>
          </w:p>
        </w:tc>
      </w:tr>
      <w:tr>
        <w:trPr>
          <w:trHeight w:val="402" w:hRule="atLeast"/>
        </w:trPr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923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9212"/>
      </w:tblGrid>
      <w:tr>
        <w:trPr>
          <w:tblHeader w:val="true"/>
          <w:trHeight w:val="13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595" w:hRule="atLeast"/>
        </w:trPr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 сводную бюджетную роспись на основании решения Новошахтинской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Думы о внесении изменений в решение о бюджете города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принятия решения Новошахтинской городской Думы о внесении изменений в решение Новошахтинской городской Думы о бюджете города Новошахтинска</w:t>
            </w:r>
          </w:p>
        </w:tc>
      </w:tr>
      <w:tr>
        <w:trPr>
          <w:trHeight w:val="300" w:hRule="atLeast"/>
        </w:trPr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 сводную бюджетную роспись и лимиты бюджетных обязательств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ходе исполнения бюджета города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перераспределения бюджетных ассигнований, предусмотренных для исполнения публичных нормативных обязательств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изменения функций и полномочий главных распорядителей, получателей бюджетных средств, а также в связи с передачей муниципального имущества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перераспределения бюджетных ассигнований на осуществление инвестиций и предоставление субсидий на осуществление капитальных вложений в объекты муниципальной собственности (за исключением бюджетных ас-сигнований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исполнения судебных актов, предусматривающих обращение взыскания на средства бюджета города Новошахтинска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060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исполнения (перераспределения) средств резервного фонда Администрации города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распределения бюджетных ассигнований, предоставляемых на конкурсной основе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080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исполнения (перераспределения) зарезервированных в составе утвержденных бюджетных ассигнований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изменения типа муниципальных учреждений  и организационно-правовой формы муниципальных унитарных предприятий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перераспределения бюджетных ассигнований между текущим финансовым годом и плановым периодом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перераспределения лимитов бюджетных обязательств в пределах групп, подгрупп видов расходов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лиц, сверх объемов, утвержденных областным законом об областном бюджете, а также в случае сокращения (возврата при отсутствии потребности) указанных межбюджетных трансфертов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связи с использованием целевых остатков прошлых лет, не использованных на начало текущего финансового года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случае увеличения бюджетных ассигнований текущего финансового года на оплату заключенных муниципальных контрактах на поставку товаров, выполнение работ, окузание услуг, подлежащих в соответствии с условиями этих муниципальных контрактов оплате в отчетном финансовом году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изменения, вносимые в связи с распоряжением Заместителя Главы Администрации города - начальника финансового управления</w:t>
            </w:r>
          </w:p>
        </w:tc>
      </w:tr>
      <w:tr>
        <w:trPr>
          <w:trHeight w:val="300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в лимиты бюджетных обязательств в ходе исполнения бюджета города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доведение лимитов бюджетных обязательств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лимитов бюджетных обязательств</w:t>
            </w:r>
          </w:p>
        </w:tc>
      </w:tr>
      <w:tr>
        <w:trPr>
          <w:trHeight w:val="300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лимитов бюджетных обязательств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Ю.А. Лубенцов».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/>
      </w:pPr>
      <w:r>
        <w:rPr>
          <w:sz w:val="28"/>
          <w:szCs w:val="28"/>
        </w:rPr>
        <w:t>Администрации города                                                                      Ю.А. Лубенцов</w:t>
      </w:r>
    </w:p>
    <w:sectPr>
      <w:type w:val="nextPage"/>
      <w:pgSz w:w="11906" w:h="16838"/>
      <w:pgMar w:left="1701" w:right="567" w:gutter="0" w:header="0" w:top="567" w:footer="0" w:bottom="709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6fb7"/>
    <w:pPr>
      <w:widowControl/>
      <w:suppressAutoHyphens w:val="fals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ea6fb7"/>
    <w:pPr>
      <w:keepNext w:val="true"/>
      <w:overflowPunct w:val="false"/>
      <w:textAlignment w:val="auto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link w:val="2"/>
    <w:uiPriority w:val="9"/>
    <w:qFormat/>
    <w:rsid w:val="00ea6fb7"/>
    <w:pPr>
      <w:keepNext w:val="true"/>
      <w:overflowPunct w:val="false"/>
      <w:jc w:val="center"/>
      <w:textAlignment w:val="auto"/>
      <w:outlineLvl w:val="1"/>
    </w:pPr>
    <w:rPr>
      <w:rFonts w:ascii="Arial" w:hAnsi="Arial"/>
      <w:color w:val="000000"/>
    </w:rPr>
  </w:style>
  <w:style w:type="paragraph" w:styleId="Heading3">
    <w:name w:val="heading 3"/>
    <w:link w:val="3"/>
    <w:uiPriority w:val="9"/>
    <w:qFormat/>
    <w:rsid w:val="00ea6fb7"/>
    <w:pPr>
      <w:widowControl/>
      <w:bidi w:val="0"/>
      <w:spacing w:before="0" w:after="0"/>
      <w:jc w:val="left"/>
      <w:outlineLvl w:val="2"/>
    </w:pPr>
    <w:rPr>
      <w:rFonts w:ascii="Calibri" w:hAnsi="Calibri" w:asciiTheme="minorHAnsi" w:hAnsiTheme="minorHAnsi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Heading4">
    <w:name w:val="heading 4"/>
    <w:link w:val="4"/>
    <w:uiPriority w:val="9"/>
    <w:qFormat/>
    <w:rsid w:val="00ea6fb7"/>
    <w:pPr>
      <w:widowControl/>
      <w:bidi w:val="0"/>
      <w:spacing w:before="0" w:after="0"/>
      <w:jc w:val="left"/>
      <w:outlineLvl w:val="3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5"/>
    <w:uiPriority w:val="9"/>
    <w:qFormat/>
    <w:rsid w:val="00ea6fb7"/>
    <w:pPr>
      <w:keepNext w:val="true"/>
      <w:overflowPunct w:val="false"/>
      <w:textAlignment w:val="auto"/>
      <w:outlineLvl w:val="4"/>
    </w:pPr>
    <w:rPr>
      <w:rFonts w:ascii="Arial" w:hAnsi="Arial"/>
      <w:color w:val="000000"/>
    </w:rPr>
  </w:style>
  <w:style w:type="paragraph" w:styleId="Heading6">
    <w:name w:val="heading 6"/>
    <w:basedOn w:val="Normal"/>
    <w:next w:val="Normal"/>
    <w:link w:val="6"/>
    <w:uiPriority w:val="9"/>
    <w:qFormat/>
    <w:rsid w:val="00ea6fb7"/>
    <w:pPr>
      <w:keepNext w:val="true"/>
      <w:overflowPunct w:val="false"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Нижний колонтитул Знак"/>
    <w:qFormat/>
    <w:rsid w:val="005e0245"/>
    <w:rPr/>
  </w:style>
  <w:style w:type="character" w:styleId="Style9" w:customStyle="1">
    <w:name w:val="Текст выноски Знак"/>
    <w:link w:val="BalloonText"/>
    <w:uiPriority w:val="99"/>
    <w:semiHidden/>
    <w:qFormat/>
    <w:rsid w:val="00800429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ea6fb7"/>
    <w:rPr>
      <w:rFonts w:ascii="Arial" w:hAnsi="Arial"/>
      <w:b/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3" w:customStyle="1">
    <w:name w:val="Заголовок 3 Знак"/>
    <w:basedOn w:val="DefaultParagraphFont"/>
    <w:uiPriority w:val="9"/>
    <w:qFormat/>
    <w:rsid w:val="00ea6fb7"/>
    <w:rPr>
      <w:rFonts w:ascii="Calibri" w:hAnsi="Calibri" w:asciiTheme="minorHAnsi" w:hAnsiTheme="minorHAnsi"/>
      <w:color w:val="000000"/>
      <w:sz w:val="24"/>
    </w:rPr>
  </w:style>
  <w:style w:type="character" w:styleId="4" w:customStyle="1">
    <w:name w:val="Заголовок 4 Знак"/>
    <w:basedOn w:val="DefaultParagraphFont"/>
    <w:uiPriority w:val="9"/>
    <w:qFormat/>
    <w:rsid w:val="00ea6fb7"/>
    <w:rPr>
      <w:rFonts w:ascii="Arial" w:hAnsi="Arial"/>
      <w:b/>
      <w:color w:val="000000"/>
      <w:sz w:val="22"/>
    </w:rPr>
  </w:style>
  <w:style w:type="character" w:styleId="5" w:customStyle="1">
    <w:name w:val="Заголовок 5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6" w:customStyle="1">
    <w:name w:val="Заголовок 6 Знак"/>
    <w:basedOn w:val="DefaultParagraphFont"/>
    <w:uiPriority w:val="9"/>
    <w:qFormat/>
    <w:rsid w:val="00ea6fb7"/>
    <w:rPr>
      <w:rFonts w:ascii="Arial" w:hAnsi="Arial"/>
      <w:b/>
      <w:caps/>
      <w:color w:val="000000"/>
      <w:u w:val="single"/>
    </w:rPr>
  </w:style>
  <w:style w:type="character" w:styleId="Style10" w:customStyle="1">
    <w:name w:val="Название Знак"/>
    <w:basedOn w:val="DefaultParagraphFont"/>
    <w:uiPriority w:val="10"/>
    <w:qFormat/>
    <w:rsid w:val="00ea6fb7"/>
    <w:rPr>
      <w:rFonts w:ascii="Calibri" w:hAnsi="Calibri" w:asciiTheme="minorHAnsi" w:hAnsiTheme="minorHAnsi"/>
      <w:b/>
      <w:color w:val="000000"/>
      <w:sz w:val="24"/>
    </w:rPr>
  </w:style>
  <w:style w:type="character" w:styleId="Style11" w:customStyle="1">
    <w:name w:val="Подзаголовок Знак"/>
    <w:basedOn w:val="DefaultParagraphFont"/>
    <w:uiPriority w:val="11"/>
    <w:qFormat/>
    <w:rsid w:val="00ea6fb7"/>
    <w:rPr>
      <w:rFonts w:ascii="XO Thames" w:hAnsi="XO Thames"/>
      <w:i/>
      <w:color w:val="000000"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8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Title">
    <w:name w:val="Title"/>
    <w:link w:val="Style10"/>
    <w:uiPriority w:val="10"/>
    <w:qFormat/>
    <w:rsid w:val="00ea6fb7"/>
    <w:pPr>
      <w:widowControl/>
      <w:bidi w:val="0"/>
      <w:spacing w:before="0" w:after="0"/>
      <w:jc w:val="left"/>
    </w:pPr>
    <w:rPr>
      <w:rFonts w:ascii="Calibri" w:hAnsi="Calibri" w:asciiTheme="minorHAnsi" w:hAnsiTheme="minorHAnsi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rsid w:val="00ea6fb7"/>
    <w:pPr>
      <w:widowControl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</TotalTime>
  <Application>LibreOffice/24.8.3.2$Linux_X86_64 LibreOffice_project/48a6bac9e7e268aeb4c3483fcf825c94556d9f92</Application>
  <AppVersion>15.0000</AppVersion>
  <Pages>6</Pages>
  <Words>782</Words>
  <Characters>5690</Characters>
  <CharactersWithSpaces>7151</CharactersWithSpaces>
  <Paragraphs>109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2024-09-13T08:19:00Z</dcterms:created>
  <dc:creator>1</dc:creator>
  <dc:description/>
  <dc:language>ru-RU</dc:language>
  <cp:lastModifiedBy>1</cp:lastModifiedBy>
  <cp:lastPrinted>2024-09-13T08:18:00Z</cp:lastPrinted>
  <dcterms:modified xsi:type="dcterms:W3CDTF">2025-02-27T08:46:00Z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