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F24917" w:rsidP="00D00358">
      <w:pPr>
        <w:jc w:val="center"/>
      </w:pP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3279C6" w:rsidRDefault="00740E86" w:rsidP="00740E86">
      <w:pPr>
        <w:jc w:val="right"/>
        <w:rPr>
          <w:spacing w:val="30"/>
          <w:sz w:val="28"/>
          <w:szCs w:val="28"/>
        </w:rPr>
      </w:pPr>
      <w:r w:rsidRPr="00740E86">
        <w:rPr>
          <w:spacing w:val="30"/>
          <w:sz w:val="28"/>
          <w:szCs w:val="28"/>
        </w:rPr>
        <w:t>Проект</w:t>
      </w:r>
    </w:p>
    <w:p w:rsidR="00F041DE" w:rsidRPr="00740E86" w:rsidRDefault="00F041DE" w:rsidP="00794ABC">
      <w:pPr>
        <w:jc w:val="center"/>
        <w:rPr>
          <w:spacing w:val="30"/>
          <w:sz w:val="28"/>
          <w:szCs w:val="28"/>
        </w:rPr>
      </w:pPr>
    </w:p>
    <w:p w:rsidR="00740E86" w:rsidRDefault="00740E86" w:rsidP="00794ABC">
      <w:pPr>
        <w:spacing w:line="216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Администрация города Новошахтинска</w:t>
      </w:r>
    </w:p>
    <w:p w:rsidR="00740E86" w:rsidRDefault="00740E86" w:rsidP="00794ABC">
      <w:pPr>
        <w:spacing w:line="216" w:lineRule="auto"/>
        <w:jc w:val="center"/>
        <w:rPr>
          <w:kern w:val="2"/>
          <w:sz w:val="28"/>
          <w:szCs w:val="28"/>
        </w:rPr>
      </w:pPr>
    </w:p>
    <w:p w:rsidR="00740E86" w:rsidRDefault="00740E86" w:rsidP="00794ABC">
      <w:pPr>
        <w:spacing w:line="216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ПОСТАНОВЛЕНИЕ</w:t>
      </w:r>
    </w:p>
    <w:p w:rsidR="00740E86" w:rsidRDefault="00740E86" w:rsidP="00740E86">
      <w:pPr>
        <w:spacing w:line="216" w:lineRule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                                      ______                                  ______________</w:t>
      </w:r>
    </w:p>
    <w:p w:rsidR="00740E86" w:rsidRDefault="00740E86" w:rsidP="00794ABC">
      <w:pPr>
        <w:spacing w:line="216" w:lineRule="auto"/>
        <w:jc w:val="center"/>
        <w:rPr>
          <w:kern w:val="2"/>
          <w:sz w:val="28"/>
          <w:szCs w:val="28"/>
        </w:rPr>
      </w:pPr>
    </w:p>
    <w:p w:rsidR="003279C6" w:rsidRPr="00740E86" w:rsidRDefault="003279C6" w:rsidP="00794ABC">
      <w:pPr>
        <w:spacing w:line="216" w:lineRule="auto"/>
        <w:jc w:val="center"/>
        <w:rPr>
          <w:kern w:val="2"/>
          <w:sz w:val="28"/>
          <w:szCs w:val="28"/>
        </w:rPr>
      </w:pPr>
      <w:r w:rsidRPr="00740E86">
        <w:rPr>
          <w:kern w:val="2"/>
          <w:sz w:val="28"/>
          <w:szCs w:val="28"/>
        </w:rPr>
        <w:t>О</w:t>
      </w:r>
      <w:r w:rsidR="00F041DE" w:rsidRPr="00740E86">
        <w:rPr>
          <w:kern w:val="2"/>
          <w:sz w:val="28"/>
          <w:szCs w:val="28"/>
        </w:rPr>
        <w:t xml:space="preserve"> </w:t>
      </w:r>
      <w:r w:rsidRPr="00740E86">
        <w:rPr>
          <w:kern w:val="2"/>
          <w:sz w:val="28"/>
          <w:szCs w:val="28"/>
        </w:rPr>
        <w:t>внесении</w:t>
      </w:r>
      <w:r w:rsidR="00F041DE" w:rsidRPr="00740E86">
        <w:rPr>
          <w:kern w:val="2"/>
          <w:sz w:val="28"/>
          <w:szCs w:val="28"/>
        </w:rPr>
        <w:t xml:space="preserve"> </w:t>
      </w:r>
      <w:r w:rsidRPr="00740E86">
        <w:rPr>
          <w:kern w:val="2"/>
          <w:sz w:val="28"/>
          <w:szCs w:val="28"/>
        </w:rPr>
        <w:t>изменений</w:t>
      </w:r>
      <w:r w:rsidR="00F041DE" w:rsidRPr="00740E86">
        <w:rPr>
          <w:kern w:val="2"/>
          <w:sz w:val="28"/>
          <w:szCs w:val="28"/>
        </w:rPr>
        <w:t xml:space="preserve"> </w:t>
      </w:r>
    </w:p>
    <w:p w:rsidR="003279C6" w:rsidRPr="00740E86" w:rsidRDefault="003279C6" w:rsidP="00740E86">
      <w:pPr>
        <w:spacing w:line="216" w:lineRule="auto"/>
        <w:jc w:val="center"/>
        <w:rPr>
          <w:kern w:val="2"/>
          <w:sz w:val="28"/>
          <w:szCs w:val="28"/>
        </w:rPr>
      </w:pPr>
      <w:r w:rsidRPr="00740E86">
        <w:rPr>
          <w:kern w:val="2"/>
          <w:sz w:val="28"/>
          <w:szCs w:val="28"/>
        </w:rPr>
        <w:t>в</w:t>
      </w:r>
      <w:r w:rsidR="00F041DE" w:rsidRPr="00740E86">
        <w:rPr>
          <w:kern w:val="2"/>
          <w:sz w:val="28"/>
          <w:szCs w:val="28"/>
        </w:rPr>
        <w:t xml:space="preserve"> </w:t>
      </w:r>
      <w:r w:rsidRPr="00740E86">
        <w:rPr>
          <w:kern w:val="2"/>
          <w:sz w:val="28"/>
          <w:szCs w:val="28"/>
        </w:rPr>
        <w:t>постановление</w:t>
      </w:r>
      <w:r w:rsidR="00F041DE" w:rsidRPr="00740E86">
        <w:rPr>
          <w:kern w:val="2"/>
          <w:sz w:val="28"/>
          <w:szCs w:val="28"/>
        </w:rPr>
        <w:t xml:space="preserve"> </w:t>
      </w:r>
      <w:r w:rsidR="00740E86">
        <w:rPr>
          <w:kern w:val="2"/>
          <w:sz w:val="28"/>
          <w:szCs w:val="28"/>
        </w:rPr>
        <w:t>Администрации города</w:t>
      </w:r>
      <w:r w:rsidR="00740E86">
        <w:rPr>
          <w:kern w:val="2"/>
          <w:sz w:val="28"/>
          <w:szCs w:val="28"/>
        </w:rPr>
        <w:br/>
        <w:t>от 02.10.2015 № 1058</w:t>
      </w:r>
    </w:p>
    <w:p w:rsidR="003279C6" w:rsidRPr="00740E86" w:rsidRDefault="003279C6" w:rsidP="00794ABC">
      <w:pPr>
        <w:spacing w:line="216" w:lineRule="auto"/>
        <w:jc w:val="center"/>
        <w:rPr>
          <w:kern w:val="2"/>
          <w:sz w:val="28"/>
          <w:szCs w:val="28"/>
        </w:rPr>
      </w:pPr>
    </w:p>
    <w:p w:rsidR="003279C6" w:rsidRDefault="003279C6" w:rsidP="00794ABC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0E86">
        <w:rPr>
          <w:rFonts w:eastAsia="Calibri"/>
          <w:sz w:val="28"/>
          <w:szCs w:val="28"/>
          <w:lang w:eastAsia="en-US"/>
        </w:rPr>
        <w:t>В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  <w:r w:rsidRPr="00740E86">
        <w:rPr>
          <w:rFonts w:eastAsia="Calibri"/>
          <w:sz w:val="28"/>
          <w:szCs w:val="28"/>
          <w:lang w:eastAsia="en-US"/>
        </w:rPr>
        <w:t>целях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  <w:r w:rsidRPr="00740E86">
        <w:rPr>
          <w:rFonts w:eastAsia="Calibri"/>
          <w:sz w:val="28"/>
          <w:szCs w:val="28"/>
          <w:lang w:eastAsia="en-US"/>
        </w:rPr>
        <w:t>приведения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  <w:r w:rsidRPr="00740E86">
        <w:rPr>
          <w:rFonts w:eastAsia="Calibri"/>
          <w:sz w:val="28"/>
          <w:szCs w:val="28"/>
          <w:lang w:eastAsia="en-US"/>
        </w:rPr>
        <w:t>правового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  <w:r w:rsidRPr="00740E86">
        <w:rPr>
          <w:rFonts w:eastAsia="Calibri"/>
          <w:sz w:val="28"/>
          <w:szCs w:val="28"/>
          <w:lang w:eastAsia="en-US"/>
        </w:rPr>
        <w:t>акта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  <w:r w:rsidR="00740E86">
        <w:rPr>
          <w:rFonts w:eastAsia="Calibri"/>
          <w:sz w:val="28"/>
          <w:szCs w:val="28"/>
          <w:lang w:eastAsia="en-US"/>
        </w:rPr>
        <w:t xml:space="preserve">города Новошахтинска </w:t>
      </w:r>
      <w:r w:rsidRPr="00740E86">
        <w:rPr>
          <w:rFonts w:eastAsia="Calibri"/>
          <w:sz w:val="28"/>
          <w:szCs w:val="28"/>
          <w:lang w:eastAsia="en-US"/>
        </w:rPr>
        <w:t>в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  <w:r w:rsidRPr="00740E86">
        <w:rPr>
          <w:rFonts w:eastAsia="Calibri"/>
          <w:sz w:val="28"/>
          <w:szCs w:val="28"/>
          <w:lang w:eastAsia="en-US"/>
        </w:rPr>
        <w:t>соответствие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  <w:r w:rsidRPr="00740E86">
        <w:rPr>
          <w:rFonts w:eastAsia="Calibri"/>
          <w:sz w:val="28"/>
          <w:szCs w:val="28"/>
          <w:lang w:eastAsia="en-US"/>
        </w:rPr>
        <w:t>с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  <w:r w:rsidRPr="00740E86">
        <w:rPr>
          <w:rFonts w:eastAsia="Calibri"/>
          <w:sz w:val="28"/>
          <w:szCs w:val="28"/>
          <w:lang w:eastAsia="en-US"/>
        </w:rPr>
        <w:t>действующим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  <w:r w:rsidRPr="00740E86">
        <w:rPr>
          <w:rFonts w:eastAsia="Calibri"/>
          <w:sz w:val="28"/>
          <w:szCs w:val="28"/>
          <w:lang w:eastAsia="en-US"/>
        </w:rPr>
        <w:t>законодательством</w:t>
      </w:r>
      <w:r w:rsidR="00F041DE" w:rsidRPr="00740E86">
        <w:rPr>
          <w:rFonts w:eastAsia="Calibri"/>
          <w:sz w:val="28"/>
          <w:szCs w:val="28"/>
          <w:lang w:eastAsia="en-US"/>
        </w:rPr>
        <w:t xml:space="preserve"> </w:t>
      </w:r>
    </w:p>
    <w:p w:rsidR="00740E86" w:rsidRDefault="00740E86" w:rsidP="00740E86">
      <w:pPr>
        <w:autoSpaceDE w:val="0"/>
        <w:autoSpaceDN w:val="0"/>
        <w:adjustRightInd w:val="0"/>
        <w:spacing w:line="21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740E86" w:rsidRPr="00740E86" w:rsidRDefault="00740E86" w:rsidP="00740E86">
      <w:pPr>
        <w:autoSpaceDE w:val="0"/>
        <w:autoSpaceDN w:val="0"/>
        <w:adjustRightInd w:val="0"/>
        <w:spacing w:line="216" w:lineRule="auto"/>
        <w:ind w:firstLine="709"/>
        <w:jc w:val="center"/>
        <w:rPr>
          <w:kern w:val="2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ПОСТАНОВЛЯЮ:</w:t>
      </w:r>
    </w:p>
    <w:p w:rsidR="003279C6" w:rsidRPr="00F041DE" w:rsidRDefault="003279C6" w:rsidP="00794ABC">
      <w:pPr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766575" w:rsidRP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1. Внести в постановление Администрации города от 02.10.2015 № 1058 «О порядке формирования муниципального задания на оказание муниципальных услуг (выполнение работ) в отношении муниципальных учреждений города Новошахтинска и финансовом обеспечении выполнения муниципального задания» изменения согласно приложению к настоящему постановлению.</w:t>
      </w:r>
    </w:p>
    <w:p w:rsid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766575">
        <w:rPr>
          <w:kern w:val="2"/>
          <w:sz w:val="28"/>
          <w:szCs w:val="28"/>
        </w:rPr>
        <w:t xml:space="preserve">2. </w:t>
      </w:r>
      <w:r w:rsidRPr="00F041DE">
        <w:rPr>
          <w:sz w:val="28"/>
          <w:szCs w:val="28"/>
        </w:rPr>
        <w:t xml:space="preserve">Настоящее </w:t>
      </w:r>
      <w:r w:rsidR="00FB700A">
        <w:rPr>
          <w:sz w:val="28"/>
          <w:szCs w:val="28"/>
        </w:rPr>
        <w:t xml:space="preserve">  </w:t>
      </w:r>
      <w:r w:rsidRPr="00F041DE">
        <w:rPr>
          <w:sz w:val="28"/>
          <w:szCs w:val="28"/>
        </w:rPr>
        <w:t xml:space="preserve">постановление </w:t>
      </w:r>
      <w:r w:rsidR="00FB700A">
        <w:rPr>
          <w:sz w:val="28"/>
          <w:szCs w:val="28"/>
        </w:rPr>
        <w:t xml:space="preserve">  </w:t>
      </w:r>
      <w:r w:rsidRPr="00F041DE">
        <w:rPr>
          <w:sz w:val="28"/>
          <w:szCs w:val="28"/>
        </w:rPr>
        <w:t>вступает</w:t>
      </w:r>
      <w:r w:rsidR="00FB700A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 xml:space="preserve"> </w:t>
      </w:r>
      <w:r w:rsidR="00FB700A">
        <w:rPr>
          <w:sz w:val="28"/>
          <w:szCs w:val="28"/>
        </w:rPr>
        <w:t xml:space="preserve"> в </w:t>
      </w:r>
      <w:r w:rsidRPr="00F041DE">
        <w:rPr>
          <w:sz w:val="28"/>
          <w:szCs w:val="28"/>
        </w:rPr>
        <w:t xml:space="preserve"> </w:t>
      </w:r>
      <w:r w:rsidR="00FB700A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 xml:space="preserve">силу </w:t>
      </w:r>
      <w:r w:rsidR="00FB700A">
        <w:rPr>
          <w:sz w:val="28"/>
          <w:szCs w:val="28"/>
        </w:rPr>
        <w:t xml:space="preserve">  </w:t>
      </w:r>
      <w:r w:rsidRPr="00F041DE">
        <w:rPr>
          <w:sz w:val="28"/>
          <w:szCs w:val="28"/>
        </w:rPr>
        <w:t xml:space="preserve">со </w:t>
      </w:r>
      <w:r w:rsidR="00FB700A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дня его официального опубликования</w:t>
      </w:r>
      <w:r w:rsidR="0071643D">
        <w:rPr>
          <w:sz w:val="28"/>
          <w:szCs w:val="28"/>
        </w:rPr>
        <w:t xml:space="preserve">, </w:t>
      </w:r>
      <w:r w:rsidR="00FB700A">
        <w:rPr>
          <w:sz w:val="28"/>
          <w:szCs w:val="28"/>
        </w:rPr>
        <w:t>подлежит размещению на официальном сайте Администрации  города  Новошахтинска  в  сети  Интернет</w:t>
      </w:r>
      <w:r w:rsidRPr="00F041DE">
        <w:rPr>
          <w:sz w:val="28"/>
          <w:szCs w:val="28"/>
        </w:rPr>
        <w:t xml:space="preserve"> </w:t>
      </w:r>
      <w:r w:rsidR="00FB700A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 xml:space="preserve">и </w:t>
      </w:r>
      <w:r w:rsidR="00FB700A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 xml:space="preserve">применяется </w:t>
      </w:r>
      <w:r w:rsidR="00FB700A">
        <w:rPr>
          <w:sz w:val="28"/>
          <w:szCs w:val="28"/>
        </w:rPr>
        <w:t xml:space="preserve">       </w:t>
      </w:r>
      <w:r w:rsidRPr="00F041DE">
        <w:rPr>
          <w:sz w:val="28"/>
          <w:szCs w:val="28"/>
        </w:rPr>
        <w:t xml:space="preserve">к </w:t>
      </w:r>
      <w:r w:rsidR="00FB700A">
        <w:rPr>
          <w:sz w:val="28"/>
          <w:szCs w:val="28"/>
        </w:rPr>
        <w:t xml:space="preserve">          </w:t>
      </w:r>
      <w:r w:rsidRPr="00F041DE">
        <w:rPr>
          <w:sz w:val="28"/>
          <w:szCs w:val="28"/>
        </w:rPr>
        <w:t xml:space="preserve">правоотношениям, возникшим начиная </w:t>
      </w:r>
      <w:r>
        <w:rPr>
          <w:sz w:val="28"/>
          <w:szCs w:val="28"/>
        </w:rPr>
        <w:br/>
      </w:r>
      <w:r w:rsidRPr="00F041DE">
        <w:rPr>
          <w:sz w:val="28"/>
          <w:szCs w:val="28"/>
        </w:rPr>
        <w:t xml:space="preserve">с формирования </w:t>
      </w:r>
      <w:r w:rsidR="00FB700A">
        <w:rPr>
          <w:sz w:val="28"/>
          <w:szCs w:val="28"/>
        </w:rPr>
        <w:t xml:space="preserve">     </w:t>
      </w:r>
      <w:r w:rsidR="0071643D">
        <w:rPr>
          <w:sz w:val="28"/>
          <w:szCs w:val="28"/>
        </w:rPr>
        <w:t>муниципального</w:t>
      </w:r>
      <w:r w:rsidRPr="00F041DE">
        <w:rPr>
          <w:sz w:val="28"/>
          <w:szCs w:val="28"/>
        </w:rPr>
        <w:t xml:space="preserve"> задания на 2018 год и на плановый период 2019 и 2020 годов.</w:t>
      </w:r>
    </w:p>
    <w:p w:rsidR="00766575" w:rsidRP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 xml:space="preserve">4. </w:t>
      </w:r>
      <w:proofErr w:type="gramStart"/>
      <w:r w:rsidRPr="00766575">
        <w:rPr>
          <w:kern w:val="2"/>
          <w:sz w:val="28"/>
          <w:szCs w:val="28"/>
        </w:rPr>
        <w:t>Контроль за</w:t>
      </w:r>
      <w:proofErr w:type="gramEnd"/>
      <w:r w:rsidRPr="00766575">
        <w:rPr>
          <w:kern w:val="2"/>
          <w:sz w:val="28"/>
          <w:szCs w:val="28"/>
        </w:rPr>
        <w:t xml:space="preserve"> исполнением постановления возложить на заместителя Главы Администрации города </w:t>
      </w:r>
      <w:r w:rsidR="00FB700A">
        <w:rPr>
          <w:kern w:val="2"/>
          <w:sz w:val="28"/>
          <w:szCs w:val="28"/>
        </w:rPr>
        <w:t xml:space="preserve">по социальным вопросам </w:t>
      </w:r>
      <w:proofErr w:type="spellStart"/>
      <w:r w:rsidR="00FB700A">
        <w:rPr>
          <w:kern w:val="2"/>
          <w:sz w:val="28"/>
          <w:szCs w:val="28"/>
        </w:rPr>
        <w:t>Туркатову</w:t>
      </w:r>
      <w:proofErr w:type="spellEnd"/>
      <w:r w:rsidR="00FB700A">
        <w:rPr>
          <w:kern w:val="2"/>
          <w:sz w:val="28"/>
          <w:szCs w:val="28"/>
        </w:rPr>
        <w:t xml:space="preserve"> Е.И., управляющего делами Администрации города </w:t>
      </w:r>
      <w:proofErr w:type="spellStart"/>
      <w:r w:rsidR="00FB700A">
        <w:rPr>
          <w:kern w:val="2"/>
          <w:sz w:val="28"/>
          <w:szCs w:val="28"/>
        </w:rPr>
        <w:t>Лубенцова</w:t>
      </w:r>
      <w:proofErr w:type="spellEnd"/>
      <w:r w:rsidR="00FB700A">
        <w:rPr>
          <w:kern w:val="2"/>
          <w:sz w:val="28"/>
          <w:szCs w:val="28"/>
        </w:rPr>
        <w:t xml:space="preserve"> Ю.А., заместителя Главы Администрации города </w:t>
      </w:r>
      <w:r w:rsidRPr="00766575">
        <w:rPr>
          <w:kern w:val="2"/>
          <w:sz w:val="28"/>
          <w:szCs w:val="28"/>
        </w:rPr>
        <w:t xml:space="preserve">– начальника финансового управления </w:t>
      </w:r>
      <w:r w:rsidR="00FB700A">
        <w:rPr>
          <w:kern w:val="2"/>
          <w:sz w:val="28"/>
          <w:szCs w:val="28"/>
        </w:rPr>
        <w:t xml:space="preserve">       </w:t>
      </w:r>
      <w:proofErr w:type="spellStart"/>
      <w:r w:rsidRPr="00766575">
        <w:rPr>
          <w:kern w:val="2"/>
          <w:sz w:val="28"/>
          <w:szCs w:val="28"/>
        </w:rPr>
        <w:t>Коденцову</w:t>
      </w:r>
      <w:proofErr w:type="spellEnd"/>
      <w:r w:rsidRPr="00766575">
        <w:rPr>
          <w:kern w:val="2"/>
          <w:sz w:val="28"/>
          <w:szCs w:val="28"/>
        </w:rPr>
        <w:t xml:space="preserve"> Т.В.  </w:t>
      </w:r>
    </w:p>
    <w:p w:rsidR="00766575" w:rsidRP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 xml:space="preserve">Мэр города            </w:t>
      </w:r>
      <w:r w:rsidR="00FB700A">
        <w:rPr>
          <w:kern w:val="2"/>
          <w:sz w:val="28"/>
          <w:szCs w:val="28"/>
        </w:rPr>
        <w:t xml:space="preserve">              </w:t>
      </w:r>
      <w:r w:rsidRPr="00766575">
        <w:rPr>
          <w:kern w:val="2"/>
          <w:sz w:val="28"/>
          <w:szCs w:val="28"/>
        </w:rPr>
        <w:t xml:space="preserve">                                                           И.Н. Сорокин</w:t>
      </w:r>
    </w:p>
    <w:p w:rsidR="00766575" w:rsidRP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Постановление вносит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Финансовое управление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Администрации города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Куратор и руководитель: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 xml:space="preserve">Заместитель Главы Администрации города - 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 xml:space="preserve">начальник финансового управления                                               Т.В. </w:t>
      </w:r>
      <w:proofErr w:type="spellStart"/>
      <w:r w:rsidRPr="00766575">
        <w:rPr>
          <w:kern w:val="2"/>
          <w:sz w:val="28"/>
          <w:szCs w:val="28"/>
        </w:rPr>
        <w:t>Коденцова</w:t>
      </w:r>
      <w:proofErr w:type="spellEnd"/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Исполнитель: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Заместитель начальника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финансового управления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 xml:space="preserve">тел. 2 31 63                                                                 Елена Анатольевна </w:t>
      </w:r>
      <w:proofErr w:type="spellStart"/>
      <w:r w:rsidRPr="00766575">
        <w:rPr>
          <w:kern w:val="2"/>
          <w:sz w:val="28"/>
          <w:szCs w:val="28"/>
        </w:rPr>
        <w:t>Горбанева</w:t>
      </w:r>
      <w:proofErr w:type="spellEnd"/>
    </w:p>
    <w:p w:rsid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Согласовано:</w:t>
      </w:r>
    </w:p>
    <w:p w:rsidR="00FB700A" w:rsidRPr="00766575" w:rsidRDefault="00FB700A" w:rsidP="00FB700A">
      <w:pPr>
        <w:autoSpaceDE w:val="0"/>
        <w:autoSpaceDN w:val="0"/>
        <w:adjustRightInd w:val="0"/>
        <w:spacing w:line="216" w:lineRule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Заместитель Главы Администрации города</w:t>
      </w:r>
      <w:r>
        <w:rPr>
          <w:kern w:val="2"/>
          <w:sz w:val="28"/>
          <w:szCs w:val="28"/>
        </w:rPr>
        <w:br/>
        <w:t xml:space="preserve">по социальным вопросам                                                                      Е.И. </w:t>
      </w:r>
      <w:proofErr w:type="spellStart"/>
      <w:r>
        <w:rPr>
          <w:kern w:val="2"/>
          <w:sz w:val="28"/>
          <w:szCs w:val="28"/>
        </w:rPr>
        <w:t>Туркатова</w:t>
      </w:r>
      <w:proofErr w:type="spellEnd"/>
    </w:p>
    <w:p w:rsidR="00FB700A" w:rsidRDefault="00FB700A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lastRenderedPageBreak/>
        <w:t xml:space="preserve">Управляющий делами 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 xml:space="preserve">Администрации города                                                                      Ю.А. Лубенцов             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Начальник юридического отдела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Администрации города                                                                       И.Н. Суркова</w:t>
      </w:r>
    </w:p>
    <w:p w:rsidR="00766575" w:rsidRP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766575" w:rsidRP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Лист рассылки:</w:t>
      </w:r>
    </w:p>
    <w:p w:rsidR="00766575" w:rsidRPr="00766575" w:rsidRDefault="00524ACE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</w:t>
      </w:r>
      <w:r w:rsidR="00766575" w:rsidRPr="00766575">
        <w:rPr>
          <w:kern w:val="2"/>
          <w:sz w:val="28"/>
          <w:szCs w:val="28"/>
        </w:rPr>
        <w:t>1.</w:t>
      </w:r>
      <w:r w:rsidR="00766575" w:rsidRPr="00766575">
        <w:rPr>
          <w:kern w:val="2"/>
          <w:sz w:val="28"/>
          <w:szCs w:val="28"/>
        </w:rPr>
        <w:tab/>
        <w:t>Финансовое управление – 1 экз.</w:t>
      </w:r>
    </w:p>
    <w:p w:rsidR="00766575" w:rsidRPr="00766575" w:rsidRDefault="00524ACE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2</w:t>
      </w:r>
      <w:r w:rsidR="00766575" w:rsidRPr="00766575">
        <w:rPr>
          <w:kern w:val="2"/>
          <w:sz w:val="28"/>
          <w:szCs w:val="28"/>
        </w:rPr>
        <w:t>.</w:t>
      </w:r>
      <w:r w:rsidR="00766575" w:rsidRPr="00766575">
        <w:rPr>
          <w:kern w:val="2"/>
          <w:sz w:val="28"/>
          <w:szCs w:val="28"/>
        </w:rPr>
        <w:tab/>
        <w:t xml:space="preserve">Интернет </w:t>
      </w:r>
      <w:r w:rsidR="00FB700A">
        <w:rPr>
          <w:kern w:val="2"/>
          <w:sz w:val="28"/>
          <w:szCs w:val="28"/>
        </w:rPr>
        <w:t xml:space="preserve">и опубликование </w:t>
      </w:r>
      <w:r w:rsidR="00766575" w:rsidRPr="00766575">
        <w:rPr>
          <w:kern w:val="2"/>
          <w:sz w:val="28"/>
          <w:szCs w:val="28"/>
        </w:rPr>
        <w:t xml:space="preserve">– </w:t>
      </w:r>
      <w:r w:rsidR="00FB700A">
        <w:rPr>
          <w:kern w:val="2"/>
          <w:sz w:val="28"/>
          <w:szCs w:val="28"/>
        </w:rPr>
        <w:t>2</w:t>
      </w:r>
      <w:r w:rsidR="00766575" w:rsidRPr="00766575">
        <w:rPr>
          <w:kern w:val="2"/>
          <w:sz w:val="28"/>
          <w:szCs w:val="28"/>
        </w:rPr>
        <w:t>экз.</w:t>
      </w:r>
    </w:p>
    <w:p w:rsidR="00766575" w:rsidRP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766575" w:rsidRP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 xml:space="preserve">Итого: </w:t>
      </w:r>
      <w:r w:rsidR="00524ACE">
        <w:rPr>
          <w:kern w:val="2"/>
          <w:sz w:val="28"/>
          <w:szCs w:val="28"/>
        </w:rPr>
        <w:t>3</w:t>
      </w:r>
      <w:r w:rsidRPr="00766575">
        <w:rPr>
          <w:kern w:val="2"/>
          <w:sz w:val="28"/>
          <w:szCs w:val="28"/>
        </w:rPr>
        <w:t xml:space="preserve"> экз.</w:t>
      </w:r>
    </w:p>
    <w:p w:rsidR="00766575" w:rsidRPr="00766575" w:rsidRDefault="00766575" w:rsidP="00766575">
      <w:pPr>
        <w:autoSpaceDE w:val="0"/>
        <w:autoSpaceDN w:val="0"/>
        <w:adjustRightInd w:val="0"/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>Заместитель Главы Администрации города-</w:t>
      </w:r>
    </w:p>
    <w:p w:rsidR="00766575" w:rsidRPr="00766575" w:rsidRDefault="00766575" w:rsidP="00FB700A">
      <w:pPr>
        <w:autoSpaceDE w:val="0"/>
        <w:autoSpaceDN w:val="0"/>
        <w:adjustRightInd w:val="0"/>
        <w:spacing w:line="216" w:lineRule="auto"/>
        <w:jc w:val="both"/>
        <w:rPr>
          <w:kern w:val="2"/>
          <w:sz w:val="28"/>
          <w:szCs w:val="28"/>
        </w:rPr>
      </w:pPr>
      <w:r w:rsidRPr="00766575">
        <w:rPr>
          <w:kern w:val="2"/>
          <w:sz w:val="28"/>
          <w:szCs w:val="28"/>
        </w:rPr>
        <w:t xml:space="preserve">начальник финансового управления                                             Т.В. </w:t>
      </w:r>
      <w:proofErr w:type="spellStart"/>
      <w:r w:rsidRPr="00766575">
        <w:rPr>
          <w:kern w:val="2"/>
          <w:sz w:val="28"/>
          <w:szCs w:val="28"/>
        </w:rPr>
        <w:t>Коденцова</w:t>
      </w:r>
      <w:proofErr w:type="spellEnd"/>
    </w:p>
    <w:p w:rsidR="00F041DE" w:rsidRPr="00F041DE" w:rsidRDefault="00F041DE" w:rsidP="00F041DE">
      <w:pPr>
        <w:spacing w:line="216" w:lineRule="auto"/>
        <w:rPr>
          <w:sz w:val="28"/>
          <w:szCs w:val="28"/>
        </w:rPr>
      </w:pPr>
    </w:p>
    <w:p w:rsidR="003279C6" w:rsidRPr="00F041DE" w:rsidRDefault="003279C6" w:rsidP="00F041DE">
      <w:pPr>
        <w:spacing w:line="216" w:lineRule="auto"/>
        <w:rPr>
          <w:kern w:val="2"/>
          <w:sz w:val="28"/>
          <w:szCs w:val="28"/>
        </w:rPr>
      </w:pPr>
    </w:p>
    <w:p w:rsidR="003279C6" w:rsidRPr="00F041DE" w:rsidRDefault="003279C6" w:rsidP="00F041DE">
      <w:pPr>
        <w:pageBreakBefore/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F041DE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3279C6" w:rsidRPr="00F041DE" w:rsidRDefault="003279C6" w:rsidP="00F041DE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F041DE">
        <w:rPr>
          <w:rFonts w:eastAsia="Calibri"/>
          <w:sz w:val="28"/>
          <w:szCs w:val="28"/>
          <w:lang w:eastAsia="en-US"/>
        </w:rPr>
        <w:t>к</w:t>
      </w:r>
      <w:r w:rsidR="00F041DE" w:rsidRPr="00F041DE">
        <w:rPr>
          <w:rFonts w:eastAsia="Calibri"/>
          <w:sz w:val="28"/>
          <w:szCs w:val="28"/>
          <w:lang w:eastAsia="en-US"/>
        </w:rPr>
        <w:t xml:space="preserve"> </w:t>
      </w:r>
      <w:r w:rsidRPr="00F041DE">
        <w:rPr>
          <w:rFonts w:eastAsia="Calibri"/>
          <w:sz w:val="28"/>
          <w:szCs w:val="28"/>
          <w:lang w:eastAsia="en-US"/>
        </w:rPr>
        <w:t>постановлению</w:t>
      </w:r>
    </w:p>
    <w:p w:rsidR="003279C6" w:rsidRPr="00F041DE" w:rsidRDefault="00FB700A" w:rsidP="00F041DE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3279C6" w:rsidRPr="00F041DE" w:rsidRDefault="003279C6" w:rsidP="00F041DE">
      <w:pPr>
        <w:ind w:left="6237"/>
        <w:jc w:val="center"/>
        <w:rPr>
          <w:sz w:val="28"/>
          <w:szCs w:val="28"/>
        </w:rPr>
      </w:pPr>
      <w:r w:rsidRPr="00F041DE">
        <w:rPr>
          <w:sz w:val="28"/>
          <w:szCs w:val="28"/>
        </w:rPr>
        <w:t>от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__________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№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_____</w:t>
      </w:r>
    </w:p>
    <w:p w:rsidR="003279C6" w:rsidRPr="00F041DE" w:rsidRDefault="003279C6" w:rsidP="00F041DE">
      <w:pPr>
        <w:autoSpaceDE w:val="0"/>
        <w:autoSpaceDN w:val="0"/>
        <w:adjustRightInd w:val="0"/>
        <w:ind w:firstLine="6804"/>
        <w:jc w:val="center"/>
        <w:rPr>
          <w:rFonts w:eastAsia="Calibri"/>
          <w:sz w:val="28"/>
          <w:szCs w:val="28"/>
          <w:lang w:eastAsia="en-US"/>
        </w:rPr>
      </w:pPr>
    </w:p>
    <w:p w:rsidR="003279C6" w:rsidRPr="00F041DE" w:rsidRDefault="003279C6" w:rsidP="00F041DE">
      <w:pPr>
        <w:autoSpaceDE w:val="0"/>
        <w:autoSpaceDN w:val="0"/>
        <w:adjustRightInd w:val="0"/>
        <w:ind w:firstLine="6804"/>
        <w:jc w:val="center"/>
        <w:rPr>
          <w:rFonts w:eastAsia="Calibri"/>
          <w:sz w:val="28"/>
          <w:szCs w:val="28"/>
          <w:lang w:eastAsia="en-US"/>
        </w:rPr>
      </w:pPr>
    </w:p>
    <w:p w:rsidR="003279C6" w:rsidRPr="00F041DE" w:rsidRDefault="003279C6" w:rsidP="00F041DE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F041DE">
        <w:rPr>
          <w:rFonts w:eastAsia="Calibri"/>
          <w:kern w:val="2"/>
          <w:sz w:val="28"/>
          <w:szCs w:val="28"/>
          <w:lang w:eastAsia="en-US"/>
        </w:rPr>
        <w:t>ИЗМЕНЕНИЯ,</w:t>
      </w:r>
    </w:p>
    <w:p w:rsidR="00FB700A" w:rsidRPr="00FB700A" w:rsidRDefault="00FB700A" w:rsidP="00FB700A">
      <w:pPr>
        <w:autoSpaceDE w:val="0"/>
        <w:autoSpaceDN w:val="0"/>
        <w:adjustRightInd w:val="0"/>
        <w:jc w:val="center"/>
        <w:rPr>
          <w:rFonts w:eastAsia="Calibri"/>
          <w:kern w:val="2"/>
          <w:sz w:val="28"/>
          <w:szCs w:val="28"/>
          <w:lang w:eastAsia="en-US"/>
        </w:rPr>
      </w:pPr>
      <w:r w:rsidRPr="00FB700A">
        <w:rPr>
          <w:rFonts w:eastAsia="Calibri"/>
          <w:kern w:val="2"/>
          <w:sz w:val="28"/>
          <w:szCs w:val="28"/>
          <w:lang w:eastAsia="en-US"/>
        </w:rPr>
        <w:t>вносимые в постановление Администрации города от 02.10.2015 № 1058</w:t>
      </w:r>
    </w:p>
    <w:p w:rsidR="00FB700A" w:rsidRPr="00FB700A" w:rsidRDefault="00FB700A" w:rsidP="00FB700A">
      <w:pPr>
        <w:autoSpaceDE w:val="0"/>
        <w:autoSpaceDN w:val="0"/>
        <w:adjustRightInd w:val="0"/>
        <w:jc w:val="center"/>
        <w:rPr>
          <w:rFonts w:eastAsia="Calibri"/>
          <w:kern w:val="2"/>
          <w:sz w:val="28"/>
          <w:szCs w:val="28"/>
          <w:lang w:eastAsia="en-US"/>
        </w:rPr>
      </w:pPr>
      <w:r w:rsidRPr="00FB700A">
        <w:rPr>
          <w:rFonts w:eastAsia="Calibri"/>
          <w:kern w:val="2"/>
          <w:sz w:val="28"/>
          <w:szCs w:val="28"/>
          <w:lang w:eastAsia="en-US"/>
        </w:rPr>
        <w:t xml:space="preserve"> «О порядке формирования муниципального задания </w:t>
      </w:r>
    </w:p>
    <w:p w:rsidR="003279C6" w:rsidRPr="00F041DE" w:rsidRDefault="00FB700A" w:rsidP="00FB700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B700A">
        <w:rPr>
          <w:rFonts w:eastAsia="Calibri"/>
          <w:kern w:val="2"/>
          <w:sz w:val="28"/>
          <w:szCs w:val="28"/>
          <w:lang w:eastAsia="en-US"/>
        </w:rPr>
        <w:t>на оказание муниципальных услуг (выполнение работ) в отношении               муниципальных учреждений города Новошахтинска и финансового              обеспечения выполнения муниципального задания»</w:t>
      </w:r>
    </w:p>
    <w:p w:rsidR="003279C6" w:rsidRPr="00F041DE" w:rsidRDefault="003279C6" w:rsidP="00F041D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3279C6" w:rsidRPr="00F041DE" w:rsidRDefault="003279C6" w:rsidP="00F041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41DE">
        <w:rPr>
          <w:rFonts w:eastAsiaTheme="minorHAnsi"/>
          <w:sz w:val="28"/>
          <w:szCs w:val="28"/>
          <w:lang w:eastAsia="en-US"/>
        </w:rPr>
        <w:t>1.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приложении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№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1:</w:t>
      </w:r>
    </w:p>
    <w:p w:rsidR="003279C6" w:rsidRPr="00F041DE" w:rsidRDefault="003279C6" w:rsidP="00F041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41DE">
        <w:rPr>
          <w:rFonts w:eastAsiaTheme="minorHAnsi"/>
          <w:sz w:val="28"/>
          <w:szCs w:val="28"/>
          <w:lang w:eastAsia="en-US"/>
        </w:rPr>
        <w:t>1.1.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Пункт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2.3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раздела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2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sz w:val="28"/>
          <w:szCs w:val="28"/>
        </w:rPr>
        <w:t>изложить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в</w:t>
      </w:r>
      <w:r w:rsidR="00F041DE" w:rsidRPr="00F041DE">
        <w:rPr>
          <w:sz w:val="28"/>
          <w:szCs w:val="28"/>
        </w:rPr>
        <w:t xml:space="preserve"> </w:t>
      </w:r>
      <w:r w:rsidRPr="00F041DE">
        <w:rPr>
          <w:sz w:val="28"/>
          <w:szCs w:val="28"/>
        </w:rPr>
        <w:t>редакции:</w:t>
      </w:r>
    </w:p>
    <w:p w:rsidR="003279C6" w:rsidRPr="00F041DE" w:rsidRDefault="003279C6" w:rsidP="00F041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41DE">
        <w:rPr>
          <w:sz w:val="28"/>
          <w:szCs w:val="28"/>
        </w:rPr>
        <w:t>«2.3.</w:t>
      </w:r>
      <w:r w:rsidR="00C94911">
        <w:rPr>
          <w:sz w:val="28"/>
          <w:szCs w:val="28"/>
        </w:rPr>
        <w:t> </w:t>
      </w:r>
      <w:r w:rsidR="00EE752F">
        <w:rPr>
          <w:sz w:val="28"/>
          <w:szCs w:val="28"/>
        </w:rPr>
        <w:t xml:space="preserve">Муниципальное </w:t>
      </w:r>
      <w:r w:rsidRPr="00F041DE">
        <w:rPr>
          <w:rFonts w:eastAsiaTheme="minorHAnsi"/>
          <w:sz w:val="28"/>
          <w:szCs w:val="28"/>
          <w:lang w:eastAsia="en-US"/>
        </w:rPr>
        <w:t>задание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формируется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электронном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виде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="00C94911">
        <w:rPr>
          <w:rFonts w:eastAsiaTheme="minorHAnsi"/>
          <w:sz w:val="28"/>
          <w:szCs w:val="28"/>
          <w:lang w:eastAsia="en-US"/>
        </w:rPr>
        <w:br/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установленном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порядке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информационной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системе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«Единая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автоматизированная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система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управления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общественными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финансами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="00C94911">
        <w:rPr>
          <w:rFonts w:eastAsiaTheme="minorHAnsi"/>
          <w:sz w:val="28"/>
          <w:szCs w:val="28"/>
          <w:lang w:eastAsia="en-US"/>
        </w:rPr>
        <w:br/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Ростовской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области»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соответствии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инструктивно-методическими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материалами,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размещенными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на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официальном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сайте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информационно-телекоммуникационной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сети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«Интернет»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министерства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финансов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Ростовской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области,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и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(или)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на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бумажном</w:t>
      </w:r>
      <w:r w:rsidR="00F041DE" w:rsidRPr="00F041DE">
        <w:rPr>
          <w:rFonts w:eastAsiaTheme="minorHAnsi"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sz w:val="28"/>
          <w:szCs w:val="28"/>
          <w:lang w:eastAsia="en-US"/>
        </w:rPr>
        <w:t>носителе</w:t>
      </w:r>
      <w:proofErr w:type="gramStart"/>
      <w:r w:rsidRPr="00F041DE">
        <w:rPr>
          <w:sz w:val="28"/>
          <w:szCs w:val="28"/>
        </w:rPr>
        <w:t>.».</w:t>
      </w:r>
      <w:proofErr w:type="gramEnd"/>
    </w:p>
    <w:p w:rsidR="003279C6" w:rsidRPr="00F041DE" w:rsidRDefault="003279C6" w:rsidP="00F041D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041DE">
        <w:rPr>
          <w:rFonts w:eastAsiaTheme="minorHAnsi"/>
          <w:bCs/>
          <w:sz w:val="28"/>
          <w:szCs w:val="28"/>
          <w:lang w:eastAsia="en-US"/>
        </w:rPr>
        <w:t>1.2.</w:t>
      </w:r>
      <w:r w:rsidR="00F041DE" w:rsidRPr="00F041DE">
        <w:rPr>
          <w:rFonts w:eastAsiaTheme="minorHAnsi"/>
          <w:bCs/>
          <w:sz w:val="28"/>
          <w:szCs w:val="28"/>
          <w:lang w:eastAsia="en-US"/>
        </w:rPr>
        <w:t xml:space="preserve"> </w:t>
      </w:r>
      <w:hyperlink r:id="rId7" w:history="1">
        <w:r w:rsidRPr="00F041DE">
          <w:rPr>
            <w:rFonts w:eastAsiaTheme="minorHAnsi"/>
            <w:bCs/>
            <w:sz w:val="28"/>
            <w:szCs w:val="28"/>
            <w:lang w:eastAsia="en-US"/>
          </w:rPr>
          <w:t>Приложение</w:t>
        </w:r>
        <w:r w:rsidR="00F041DE" w:rsidRPr="00F041DE">
          <w:rPr>
            <w:rFonts w:eastAsiaTheme="minorHAnsi"/>
            <w:bCs/>
            <w:sz w:val="28"/>
            <w:szCs w:val="28"/>
            <w:lang w:eastAsia="en-US"/>
          </w:rPr>
          <w:t xml:space="preserve"> </w:t>
        </w:r>
        <w:r w:rsidRPr="00F041DE">
          <w:rPr>
            <w:rFonts w:eastAsiaTheme="minorHAnsi"/>
            <w:bCs/>
            <w:sz w:val="28"/>
            <w:szCs w:val="28"/>
            <w:lang w:eastAsia="en-US"/>
          </w:rPr>
          <w:t>№</w:t>
        </w:r>
        <w:r w:rsidR="00F041DE" w:rsidRPr="00F041DE">
          <w:rPr>
            <w:rFonts w:eastAsiaTheme="minorHAnsi"/>
            <w:bCs/>
            <w:sz w:val="28"/>
            <w:szCs w:val="28"/>
            <w:lang w:eastAsia="en-US"/>
          </w:rPr>
          <w:t xml:space="preserve"> </w:t>
        </w:r>
        <w:r w:rsidRPr="00F041DE">
          <w:rPr>
            <w:rFonts w:eastAsiaTheme="minorHAnsi"/>
            <w:bCs/>
            <w:sz w:val="28"/>
            <w:szCs w:val="28"/>
            <w:lang w:eastAsia="en-US"/>
          </w:rPr>
          <w:t>1</w:t>
        </w:r>
      </w:hyperlink>
      <w:r w:rsidR="00F041DE" w:rsidRPr="00F041D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E752F">
        <w:rPr>
          <w:rFonts w:eastAsiaTheme="minorHAnsi"/>
          <w:bCs/>
          <w:sz w:val="28"/>
          <w:szCs w:val="28"/>
          <w:lang w:eastAsia="en-US"/>
        </w:rPr>
        <w:t xml:space="preserve">к Положению </w:t>
      </w:r>
      <w:r w:rsidRPr="00F041DE">
        <w:rPr>
          <w:rFonts w:eastAsiaTheme="minorHAnsi"/>
          <w:bCs/>
          <w:sz w:val="28"/>
          <w:szCs w:val="28"/>
          <w:lang w:eastAsia="en-US"/>
        </w:rPr>
        <w:t>изложить</w:t>
      </w:r>
      <w:r w:rsidR="00F041DE" w:rsidRPr="00F041D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bCs/>
          <w:sz w:val="28"/>
          <w:szCs w:val="28"/>
          <w:lang w:eastAsia="en-US"/>
        </w:rPr>
        <w:t>в</w:t>
      </w:r>
      <w:r w:rsidR="00F041DE" w:rsidRPr="00F041D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041DE">
        <w:rPr>
          <w:rFonts w:eastAsiaTheme="minorHAnsi"/>
          <w:bCs/>
          <w:sz w:val="28"/>
          <w:szCs w:val="28"/>
          <w:lang w:eastAsia="en-US"/>
        </w:rPr>
        <w:t>редакции:</w:t>
      </w:r>
    </w:p>
    <w:p w:rsidR="003279C6" w:rsidRPr="003279C6" w:rsidRDefault="003279C6" w:rsidP="00F041D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3279C6" w:rsidRPr="003279C6" w:rsidRDefault="003279C6" w:rsidP="00F041D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3279C6" w:rsidRPr="003279C6" w:rsidRDefault="003279C6" w:rsidP="00F041DE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  <w:sectPr w:rsidR="003279C6" w:rsidRPr="003279C6" w:rsidSect="00DD20B9">
          <w:footerReference w:type="default" r:id="rId8"/>
          <w:pgSz w:w="11906" w:h="16838" w:code="9"/>
          <w:pgMar w:top="709" w:right="851" w:bottom="1134" w:left="1304" w:header="709" w:footer="709" w:gutter="0"/>
          <w:cols w:space="708"/>
          <w:docGrid w:linePitch="360"/>
        </w:sectPr>
      </w:pPr>
    </w:p>
    <w:p w:rsidR="003279C6" w:rsidRPr="003279C6" w:rsidRDefault="003279C6" w:rsidP="00C94911">
      <w:pPr>
        <w:tabs>
          <w:tab w:val="left" w:pos="2835"/>
        </w:tabs>
        <w:autoSpaceDE w:val="0"/>
        <w:autoSpaceDN w:val="0"/>
        <w:spacing w:line="216" w:lineRule="auto"/>
        <w:ind w:left="9639"/>
        <w:jc w:val="center"/>
        <w:outlineLvl w:val="1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lastRenderedPageBreak/>
        <w:t>«Приложение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№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1</w:t>
      </w:r>
    </w:p>
    <w:p w:rsidR="003279C6" w:rsidRPr="003279C6" w:rsidRDefault="003279C6" w:rsidP="00C94911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к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Положению</w:t>
      </w:r>
    </w:p>
    <w:p w:rsidR="003279C6" w:rsidRPr="003279C6" w:rsidRDefault="003279C6" w:rsidP="00C94911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color w:val="000000"/>
          <w:kern w:val="2"/>
          <w:sz w:val="24"/>
          <w:szCs w:val="24"/>
        </w:rPr>
      </w:pPr>
      <w:r w:rsidRPr="003279C6">
        <w:rPr>
          <w:kern w:val="2"/>
          <w:sz w:val="28"/>
          <w:szCs w:val="28"/>
        </w:rPr>
        <w:t>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формировании</w:t>
      </w:r>
      <w:r w:rsidR="00F041DE">
        <w:rPr>
          <w:kern w:val="2"/>
          <w:sz w:val="28"/>
          <w:szCs w:val="28"/>
        </w:rPr>
        <w:t xml:space="preserve"> </w:t>
      </w:r>
      <w:r w:rsidR="00EE752F">
        <w:rPr>
          <w:kern w:val="2"/>
          <w:sz w:val="28"/>
          <w:szCs w:val="28"/>
        </w:rPr>
        <w:t>муниципального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задания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на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оказание</w:t>
      </w:r>
      <w:r w:rsidR="00F041DE">
        <w:rPr>
          <w:kern w:val="2"/>
          <w:sz w:val="28"/>
          <w:szCs w:val="28"/>
        </w:rPr>
        <w:t xml:space="preserve"> </w:t>
      </w:r>
      <w:r w:rsidR="00EE752F">
        <w:rPr>
          <w:kern w:val="2"/>
          <w:sz w:val="28"/>
          <w:szCs w:val="28"/>
        </w:rPr>
        <w:t>муниципальных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услуг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(выполнение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работ)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отношении</w:t>
      </w:r>
      <w:r w:rsidR="00F041DE">
        <w:rPr>
          <w:kern w:val="2"/>
          <w:sz w:val="28"/>
          <w:szCs w:val="28"/>
        </w:rPr>
        <w:t xml:space="preserve"> </w:t>
      </w:r>
      <w:r w:rsidR="00EE752F" w:rsidRPr="00EE752F">
        <w:rPr>
          <w:kern w:val="2"/>
          <w:sz w:val="28"/>
          <w:szCs w:val="28"/>
        </w:rPr>
        <w:t xml:space="preserve">муниципальных </w:t>
      </w:r>
      <w:r w:rsidRPr="003279C6">
        <w:rPr>
          <w:kern w:val="2"/>
          <w:sz w:val="28"/>
          <w:szCs w:val="28"/>
        </w:rPr>
        <w:t>учреждений</w:t>
      </w:r>
      <w:r w:rsidR="00F041DE">
        <w:rPr>
          <w:kern w:val="2"/>
          <w:sz w:val="28"/>
          <w:szCs w:val="28"/>
        </w:rPr>
        <w:t xml:space="preserve"> </w:t>
      </w:r>
      <w:r w:rsidR="002D0894" w:rsidRPr="002D0894">
        <w:rPr>
          <w:kern w:val="2"/>
          <w:sz w:val="28"/>
          <w:szCs w:val="28"/>
        </w:rPr>
        <w:t>города Новошахтинска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финансовом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обеспечении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выполнения</w:t>
      </w:r>
      <w:r w:rsidR="00F041DE">
        <w:rPr>
          <w:kern w:val="2"/>
          <w:sz w:val="28"/>
          <w:szCs w:val="28"/>
        </w:rPr>
        <w:t xml:space="preserve"> </w:t>
      </w:r>
      <w:r w:rsidR="00EE752F" w:rsidRPr="00EE752F">
        <w:rPr>
          <w:kern w:val="2"/>
          <w:sz w:val="28"/>
          <w:szCs w:val="28"/>
        </w:rPr>
        <w:t xml:space="preserve">муниципального </w:t>
      </w:r>
      <w:r w:rsidRPr="003279C6">
        <w:rPr>
          <w:kern w:val="2"/>
          <w:sz w:val="28"/>
          <w:szCs w:val="28"/>
        </w:rPr>
        <w:t>задания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3279C6">
        <w:rPr>
          <w:color w:val="000000"/>
          <w:kern w:val="2"/>
          <w:sz w:val="24"/>
          <w:szCs w:val="24"/>
        </w:rPr>
        <w:t>УТВЕРЖДАЮ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8"/>
          <w:szCs w:val="28"/>
        </w:rPr>
      </w:pPr>
      <w:r w:rsidRPr="003279C6">
        <w:rPr>
          <w:color w:val="000000"/>
          <w:kern w:val="2"/>
          <w:sz w:val="28"/>
          <w:szCs w:val="28"/>
        </w:rPr>
        <w:t>Руководитель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68277C">
        <w:rPr>
          <w:color w:val="000000"/>
          <w:kern w:val="2"/>
          <w:sz w:val="28"/>
          <w:szCs w:val="28"/>
        </w:rPr>
        <w:t>(уполномоченное</w:t>
      </w:r>
      <w:r w:rsidR="00F041DE" w:rsidRPr="0068277C">
        <w:rPr>
          <w:color w:val="000000"/>
          <w:kern w:val="2"/>
          <w:sz w:val="28"/>
          <w:szCs w:val="28"/>
        </w:rPr>
        <w:t xml:space="preserve"> </w:t>
      </w:r>
      <w:r w:rsidRPr="0068277C">
        <w:rPr>
          <w:color w:val="000000"/>
          <w:kern w:val="2"/>
          <w:sz w:val="28"/>
          <w:szCs w:val="28"/>
        </w:rPr>
        <w:t>лицо)</w:t>
      </w:r>
      <w:r w:rsidR="00F041DE">
        <w:rPr>
          <w:color w:val="000000"/>
          <w:kern w:val="2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__________________________________________________________________________________________</w:t>
      </w:r>
    </w:p>
    <w:p w:rsidR="003279C6" w:rsidRPr="003279C6" w:rsidRDefault="003279C6" w:rsidP="00C94911">
      <w:pPr>
        <w:tabs>
          <w:tab w:val="left" w:pos="11199"/>
          <w:tab w:val="left" w:pos="15168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3279C6">
        <w:rPr>
          <w:color w:val="000000"/>
          <w:kern w:val="2"/>
          <w:sz w:val="24"/>
          <w:szCs w:val="24"/>
        </w:rPr>
        <w:t>(наименование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органа,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осуществляющего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функции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br/>
        <w:t>и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полномочия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учредителя,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главного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распорядителя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="002D0894">
        <w:rPr>
          <w:color w:val="000000"/>
          <w:kern w:val="2"/>
          <w:sz w:val="24"/>
          <w:szCs w:val="24"/>
        </w:rPr>
        <w:t>бюджетных средств</w:t>
      </w:r>
      <w:r w:rsidRPr="003279C6">
        <w:rPr>
          <w:color w:val="000000"/>
          <w:kern w:val="2"/>
          <w:sz w:val="24"/>
          <w:szCs w:val="24"/>
        </w:rPr>
        <w:t>)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3279C6">
        <w:rPr>
          <w:color w:val="000000"/>
          <w:kern w:val="2"/>
          <w:sz w:val="24"/>
          <w:szCs w:val="24"/>
        </w:rPr>
        <w:t>___________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___________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______________________</w:t>
      </w:r>
    </w:p>
    <w:p w:rsidR="003279C6" w:rsidRPr="0068277C" w:rsidRDefault="0068277C" w:rsidP="00C94911">
      <w:pPr>
        <w:tabs>
          <w:tab w:val="left" w:pos="11199"/>
        </w:tabs>
        <w:spacing w:line="216" w:lineRule="auto"/>
        <w:ind w:left="9356"/>
        <w:rPr>
          <w:color w:val="000000"/>
          <w:kern w:val="2"/>
          <w:sz w:val="24"/>
          <w:szCs w:val="24"/>
        </w:rPr>
      </w:pPr>
      <w:r>
        <w:rPr>
          <w:color w:val="000000"/>
          <w:kern w:val="2"/>
          <w:sz w:val="24"/>
          <w:szCs w:val="24"/>
        </w:rPr>
        <w:t xml:space="preserve"> </w:t>
      </w:r>
      <w:r w:rsidR="003279C6" w:rsidRPr="0068277C">
        <w:rPr>
          <w:color w:val="000000"/>
          <w:kern w:val="2"/>
          <w:sz w:val="24"/>
          <w:szCs w:val="24"/>
        </w:rPr>
        <w:t>(должность)</w:t>
      </w:r>
      <w:r w:rsidR="00F041DE" w:rsidRPr="0068277C">
        <w:rPr>
          <w:color w:val="000000"/>
          <w:kern w:val="2"/>
          <w:sz w:val="24"/>
          <w:szCs w:val="24"/>
        </w:rPr>
        <w:t xml:space="preserve"> </w:t>
      </w:r>
      <w:r>
        <w:rPr>
          <w:color w:val="000000"/>
          <w:kern w:val="2"/>
          <w:sz w:val="24"/>
          <w:szCs w:val="24"/>
        </w:rPr>
        <w:t xml:space="preserve">   </w:t>
      </w:r>
      <w:r w:rsidR="00C94911" w:rsidRPr="0068277C">
        <w:rPr>
          <w:color w:val="000000"/>
          <w:kern w:val="2"/>
          <w:sz w:val="24"/>
          <w:szCs w:val="24"/>
        </w:rPr>
        <w:t xml:space="preserve"> </w:t>
      </w:r>
      <w:r w:rsidR="003279C6" w:rsidRPr="0068277C">
        <w:rPr>
          <w:color w:val="000000"/>
          <w:kern w:val="2"/>
          <w:sz w:val="24"/>
          <w:szCs w:val="24"/>
        </w:rPr>
        <w:t>(подпись)</w:t>
      </w:r>
      <w:r w:rsidR="00F041DE" w:rsidRPr="0068277C">
        <w:rPr>
          <w:color w:val="000000"/>
          <w:kern w:val="2"/>
          <w:sz w:val="24"/>
          <w:szCs w:val="24"/>
        </w:rPr>
        <w:t xml:space="preserve"> </w:t>
      </w:r>
      <w:r>
        <w:rPr>
          <w:color w:val="000000"/>
          <w:kern w:val="2"/>
          <w:sz w:val="24"/>
          <w:szCs w:val="24"/>
        </w:rPr>
        <w:t xml:space="preserve">  </w:t>
      </w:r>
      <w:r w:rsidR="00C94911" w:rsidRPr="0068277C">
        <w:rPr>
          <w:color w:val="000000"/>
          <w:kern w:val="2"/>
          <w:sz w:val="24"/>
          <w:szCs w:val="24"/>
        </w:rPr>
        <w:t xml:space="preserve"> </w:t>
      </w:r>
      <w:r>
        <w:rPr>
          <w:color w:val="000000"/>
          <w:kern w:val="2"/>
          <w:sz w:val="24"/>
          <w:szCs w:val="24"/>
        </w:rPr>
        <w:t xml:space="preserve"> </w:t>
      </w:r>
      <w:r w:rsidR="003279C6" w:rsidRPr="0068277C">
        <w:rPr>
          <w:color w:val="000000"/>
          <w:kern w:val="2"/>
          <w:sz w:val="24"/>
          <w:szCs w:val="24"/>
        </w:rPr>
        <w:t>(расшифровка</w:t>
      </w:r>
      <w:r w:rsidR="00F041DE" w:rsidRPr="0068277C">
        <w:rPr>
          <w:color w:val="000000"/>
          <w:kern w:val="2"/>
          <w:sz w:val="24"/>
          <w:szCs w:val="24"/>
        </w:rPr>
        <w:t xml:space="preserve"> </w:t>
      </w:r>
      <w:r w:rsidR="003279C6" w:rsidRPr="0068277C">
        <w:rPr>
          <w:color w:val="000000"/>
          <w:kern w:val="2"/>
          <w:sz w:val="24"/>
          <w:szCs w:val="24"/>
        </w:rPr>
        <w:t>подписи)</w:t>
      </w: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</w:rPr>
      </w:pPr>
    </w:p>
    <w:p w:rsidR="003279C6" w:rsidRPr="003279C6" w:rsidRDefault="003279C6" w:rsidP="00C94911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3279C6">
        <w:rPr>
          <w:color w:val="000000"/>
          <w:kern w:val="2"/>
          <w:sz w:val="24"/>
          <w:szCs w:val="24"/>
        </w:rPr>
        <w:t>«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»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___________________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20___</w:t>
      </w:r>
      <w:r w:rsidR="00F041DE">
        <w:rPr>
          <w:color w:val="000000"/>
          <w:kern w:val="2"/>
          <w:sz w:val="24"/>
          <w:szCs w:val="24"/>
        </w:rPr>
        <w:t xml:space="preserve"> </w:t>
      </w:r>
      <w:r w:rsidRPr="003279C6">
        <w:rPr>
          <w:color w:val="000000"/>
          <w:kern w:val="2"/>
          <w:sz w:val="24"/>
          <w:szCs w:val="24"/>
        </w:rPr>
        <w:t>г.</w:t>
      </w:r>
    </w:p>
    <w:p w:rsidR="003279C6" w:rsidRPr="003279C6" w:rsidRDefault="003279C6" w:rsidP="00F041DE">
      <w:pPr>
        <w:tabs>
          <w:tab w:val="left" w:pos="11199"/>
        </w:tabs>
        <w:ind w:left="11907"/>
        <w:rPr>
          <w:kern w:val="2"/>
        </w:rPr>
      </w:pPr>
    </w:p>
    <w:bookmarkStart w:id="0" w:name="bookmark0"/>
    <w:p w:rsidR="003279C6" w:rsidRPr="0068277C" w:rsidRDefault="003279C6" w:rsidP="00F041DE">
      <w:pPr>
        <w:jc w:val="center"/>
        <w:outlineLvl w:val="3"/>
        <w:rPr>
          <w:bCs/>
          <w:kern w:val="2"/>
          <w:sz w:val="28"/>
          <w:szCs w:val="28"/>
          <w:vertAlign w:val="superscript"/>
        </w:rPr>
      </w:pPr>
      <w:r w:rsidRPr="0068277C">
        <w:rPr>
          <w:b/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FF99BD3" wp14:editId="65DBC983">
                <wp:simplePos x="0" y="0"/>
                <wp:positionH relativeFrom="column">
                  <wp:posOffset>6267450</wp:posOffset>
                </wp:positionH>
                <wp:positionV relativeFrom="paragraph">
                  <wp:posOffset>26035</wp:posOffset>
                </wp:positionV>
                <wp:extent cx="650875" cy="78740"/>
                <wp:effectExtent l="0" t="0" r="15875" b="1651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ACE" w:rsidRDefault="00524ACE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FF99BD3"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493.5pt;margin-top:2.05pt;width:51.25pt;height:6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">
                <v:textbox>
                  <w:txbxContent>
                    <w:p w:rsidR="0068277C" w:rsidRDefault="0068277C" w:rsidP="003279C6"/>
                  </w:txbxContent>
                </v:textbox>
              </v:shape>
            </w:pict>
          </mc:Fallback>
        </mc:AlternateContent>
      </w:r>
      <w:r w:rsid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ЗАДАНИЕ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№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bookmarkEnd w:id="0"/>
      <w:r w:rsidRPr="0068277C">
        <w:rPr>
          <w:color w:val="000000"/>
          <w:kern w:val="2"/>
          <w:sz w:val="28"/>
          <w:szCs w:val="28"/>
          <w:vertAlign w:val="superscript"/>
        </w:rPr>
        <w:t>1</w:t>
      </w:r>
    </w:p>
    <w:p w:rsidR="003279C6" w:rsidRPr="0068277C" w:rsidRDefault="003279C6" w:rsidP="00F041DE">
      <w:pPr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/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CE9AF4" wp14:editId="001B5FDB">
                <wp:simplePos x="0" y="0"/>
                <wp:positionH relativeFrom="column">
                  <wp:posOffset>7333615</wp:posOffset>
                </wp:positionH>
                <wp:positionV relativeFrom="paragraph">
                  <wp:posOffset>162560</wp:posOffset>
                </wp:positionV>
                <wp:extent cx="1889125" cy="2105025"/>
                <wp:effectExtent l="0" t="0" r="0" b="952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d"/>
                              <w:tblW w:w="303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6"/>
                              <w:gridCol w:w="1353"/>
                              <w:gridCol w:w="1503"/>
                            </w:tblGrid>
                            <w:tr w:rsidR="00524ACE" w:rsidRPr="008A4AA1" w:rsidTr="0068277C">
                              <w:trPr>
                                <w:gridBefore w:val="1"/>
                                <w:wBefore w:w="176" w:type="dxa"/>
                                <w:trHeight w:val="178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4ACE" w:rsidRPr="008A4AA1" w:rsidRDefault="00524ACE" w:rsidP="0068277C"/>
                              </w:tc>
                              <w:tc>
                                <w:tcPr>
                                  <w:tcW w:w="150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524ACE" w:rsidRPr="008A4AA1" w:rsidRDefault="00524ACE" w:rsidP="0068277C">
                                  <w:r w:rsidRPr="008A4AA1">
                                    <w:t>Коды</w:t>
                                  </w:r>
                                </w:p>
                              </w:tc>
                            </w:tr>
                            <w:tr w:rsidR="00524ACE" w:rsidRPr="008A4AA1" w:rsidTr="0068277C">
                              <w:trPr>
                                <w:trHeight w:val="34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jc w:val="center"/>
                                  </w:pPr>
                                  <w:r w:rsidRPr="008A4AA1">
                                    <w:t>0506001</w:t>
                                  </w:r>
                                </w:p>
                              </w:tc>
                            </w:tr>
                            <w:tr w:rsidR="00524ACE" w:rsidRPr="008A4AA1" w:rsidTr="0068277C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Дата начала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4ACE" w:rsidRPr="008A4AA1" w:rsidTr="0068277C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Дата</w:t>
                                  </w:r>
                                  <w:r>
                                    <w:t xml:space="preserve"> окончания действия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4ACE" w:rsidRPr="008A4AA1" w:rsidTr="0068277C">
                              <w:trPr>
                                <w:trHeight w:val="565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 xml:space="preserve">Код </w:t>
                                  </w:r>
                                  <w:r w:rsidRPr="008A4AA1">
                                    <w:t xml:space="preserve">по </w:t>
                                  </w:r>
                                  <w:r>
                                    <w:t>с</w:t>
                                  </w:r>
                                  <w:r w:rsidRPr="008A4AA1">
                                    <w:t>водному реестру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4ACE" w:rsidRPr="008A4AA1" w:rsidTr="0068277C">
                              <w:trPr>
                                <w:trHeight w:val="179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4ACE" w:rsidRPr="008A4AA1" w:rsidTr="0068277C">
                              <w:trPr>
                                <w:trHeight w:val="201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4ACE" w:rsidRPr="008A4AA1" w:rsidTr="0068277C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4ACE" w:rsidRPr="008A4AA1" w:rsidTr="0068277C">
                              <w:trPr>
                                <w:gridBefore w:val="1"/>
                                <w:wBefore w:w="176" w:type="dxa"/>
                                <w:trHeight w:val="201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24ACE" w:rsidRPr="008A4AA1" w:rsidRDefault="00524ACE" w:rsidP="0068277C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A4AA1" w:rsidRDefault="00524ACE" w:rsidP="0068277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524ACE" w:rsidRPr="004555ED" w:rsidRDefault="00524ACE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7" type="#_x0000_t202" style="position:absolute;left:0;text-align:left;margin-left:577.45pt;margin-top:12.8pt;width:148.75pt;height:16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" stroked="f">
                <v:textbox>
                  <w:txbxContent>
                    <w:tbl>
                      <w:tblPr>
                        <w:tblStyle w:val="ad"/>
                        <w:tblW w:w="3032" w:type="dxa"/>
                        <w:tblLook w:val="04A0" w:firstRow="1" w:lastRow="0" w:firstColumn="1" w:lastColumn="0" w:noHBand="0" w:noVBand="1"/>
                      </w:tblPr>
                      <w:tblGrid>
                        <w:gridCol w:w="176"/>
                        <w:gridCol w:w="1353"/>
                        <w:gridCol w:w="1503"/>
                      </w:tblGrid>
                      <w:tr w:rsidR="00524ACE" w:rsidRPr="008A4AA1" w:rsidTr="0068277C">
                        <w:trPr>
                          <w:gridBefore w:val="1"/>
                          <w:wBefore w:w="176" w:type="dxa"/>
                          <w:trHeight w:val="178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4ACE" w:rsidRPr="008A4AA1" w:rsidRDefault="00524ACE" w:rsidP="0068277C"/>
                        </w:tc>
                        <w:tc>
                          <w:tcPr>
                            <w:tcW w:w="1503" w:type="dxa"/>
                            <w:tcBorders>
                              <w:bottom w:val="single" w:sz="12" w:space="0" w:color="auto"/>
                            </w:tcBorders>
                          </w:tcPr>
                          <w:p w:rsidR="00524ACE" w:rsidRPr="008A4AA1" w:rsidRDefault="00524ACE" w:rsidP="0068277C">
                            <w:r w:rsidRPr="008A4AA1">
                              <w:t>Коды</w:t>
                            </w:r>
                          </w:p>
                        </w:tc>
                      </w:tr>
                      <w:tr w:rsidR="00524ACE" w:rsidRPr="008A4AA1" w:rsidTr="0068277C">
                        <w:trPr>
                          <w:trHeight w:val="34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ind w:left="-142"/>
                              <w:jc w:val="right"/>
                            </w:pPr>
                            <w:r w:rsidRPr="008A4AA1">
                              <w:t>Форма по ОКУД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jc w:val="center"/>
                            </w:pPr>
                            <w:r w:rsidRPr="008A4AA1">
                              <w:t>0506001</w:t>
                            </w:r>
                          </w:p>
                        </w:tc>
                      </w:tr>
                      <w:tr w:rsidR="00524ACE" w:rsidRPr="008A4AA1" w:rsidTr="0068277C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ind w:left="-142"/>
                              <w:jc w:val="right"/>
                            </w:pPr>
                            <w:r>
                              <w:t>Дата начала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524ACE" w:rsidRPr="008A4AA1" w:rsidTr="0068277C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ind w:left="-142"/>
                              <w:jc w:val="right"/>
                            </w:pPr>
                            <w:r w:rsidRPr="008A4AA1">
                              <w:t>Дата</w:t>
                            </w:r>
                            <w:r>
                              <w:t xml:space="preserve"> окончания действия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524ACE" w:rsidRPr="008A4AA1" w:rsidTr="0068277C">
                        <w:trPr>
                          <w:trHeight w:val="565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ind w:left="-142"/>
                              <w:jc w:val="right"/>
                            </w:pPr>
                            <w:r>
                              <w:t xml:space="preserve">Код </w:t>
                            </w:r>
                            <w:r w:rsidRPr="008A4AA1">
                              <w:t xml:space="preserve">по </w:t>
                            </w:r>
                            <w:r>
                              <w:t>с</w:t>
                            </w:r>
                            <w:r w:rsidRPr="008A4AA1">
                              <w:t>водному реестру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524ACE" w:rsidRPr="008A4AA1" w:rsidTr="0068277C">
                        <w:trPr>
                          <w:trHeight w:val="179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524ACE" w:rsidRPr="008A4AA1" w:rsidTr="0068277C">
                        <w:trPr>
                          <w:trHeight w:val="201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524ACE" w:rsidRPr="008A4AA1" w:rsidTr="0068277C">
                        <w:trPr>
                          <w:trHeight w:val="56"/>
                        </w:trPr>
                        <w:tc>
                          <w:tcPr>
                            <w:tcW w:w="15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ind w:left="-142"/>
                              <w:jc w:val="right"/>
                            </w:pPr>
                            <w:r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jc w:val="center"/>
                            </w:pPr>
                          </w:p>
                        </w:tc>
                      </w:tr>
                      <w:tr w:rsidR="00524ACE" w:rsidRPr="008A4AA1" w:rsidTr="0068277C">
                        <w:trPr>
                          <w:gridBefore w:val="1"/>
                          <w:wBefore w:w="176" w:type="dxa"/>
                          <w:trHeight w:val="201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24ACE" w:rsidRPr="008A4AA1" w:rsidRDefault="00524ACE" w:rsidP="0068277C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A4AA1" w:rsidRDefault="00524ACE" w:rsidP="0068277C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524ACE" w:rsidRPr="004555ED" w:rsidRDefault="00524ACE" w:rsidP="003279C6"/>
                  </w:txbxContent>
                </v:textbox>
              </v:shape>
            </w:pict>
          </mc:Fallback>
        </mc:AlternateConten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год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плановый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период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годов</w:t>
      </w:r>
    </w:p>
    <w:p w:rsidR="003279C6" w:rsidRPr="0068277C" w:rsidRDefault="003279C6" w:rsidP="00F041DE">
      <w:pPr>
        <w:tabs>
          <w:tab w:val="right" w:pos="2698"/>
        </w:tabs>
        <w:ind w:left="140"/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color w:val="000000"/>
          <w:kern w:val="2"/>
          <w:sz w:val="28"/>
          <w:szCs w:val="28"/>
          <w:shd w:val="clear" w:color="auto" w:fill="FFFFFF"/>
        </w:rPr>
        <w:t>от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«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____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»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__________________________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г.</w:t>
      </w:r>
    </w:p>
    <w:p w:rsidR="003279C6" w:rsidRPr="0068277C" w:rsidRDefault="003279C6" w:rsidP="00F041DE">
      <w:pPr>
        <w:tabs>
          <w:tab w:val="right" w:pos="2698"/>
        </w:tabs>
        <w:ind w:left="140"/>
        <w:jc w:val="both"/>
        <w:rPr>
          <w:color w:val="000000"/>
          <w:kern w:val="2"/>
          <w:sz w:val="28"/>
          <w:szCs w:val="28"/>
          <w:shd w:val="clear" w:color="auto" w:fill="FFFFFF"/>
        </w:rPr>
      </w:pPr>
    </w:p>
    <w:p w:rsidR="003279C6" w:rsidRPr="0068277C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муниципального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учреждения</w:t>
      </w:r>
    </w:p>
    <w:p w:rsidR="003279C6" w:rsidRPr="0068277C" w:rsidRDefault="002D0894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2D0894">
        <w:rPr>
          <w:bCs/>
          <w:color w:val="000000"/>
          <w:kern w:val="2"/>
          <w:sz w:val="28"/>
          <w:szCs w:val="28"/>
          <w:shd w:val="clear" w:color="auto" w:fill="FFFFFF"/>
        </w:rPr>
        <w:t>города Новошахтинска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(обособленного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подразделения)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</w:t>
      </w:r>
    </w:p>
    <w:p w:rsidR="003279C6" w:rsidRPr="0068277C" w:rsidRDefault="003279C6" w:rsidP="00F041DE">
      <w:pPr>
        <w:rPr>
          <w:color w:val="000000"/>
          <w:kern w:val="2"/>
          <w:sz w:val="28"/>
          <w:szCs w:val="28"/>
        </w:rPr>
      </w:pPr>
      <w:r w:rsidRPr="0068277C">
        <w:rPr>
          <w:color w:val="000000"/>
          <w:kern w:val="2"/>
          <w:sz w:val="28"/>
          <w:szCs w:val="28"/>
        </w:rPr>
        <w:t>_____________________________________________________________________________________________</w:t>
      </w:r>
    </w:p>
    <w:p w:rsidR="003279C6" w:rsidRPr="0068277C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Виды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деятельности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учреждения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68277C" w:rsidRDefault="002D0894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2D0894">
        <w:rPr>
          <w:bCs/>
          <w:color w:val="000000"/>
          <w:kern w:val="2"/>
          <w:sz w:val="28"/>
          <w:szCs w:val="28"/>
          <w:shd w:val="clear" w:color="auto" w:fill="FFFFFF"/>
        </w:rPr>
        <w:t>города Новошахтинска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(обособленного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подразделения)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68277C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</w:t>
      </w:r>
    </w:p>
    <w:p w:rsidR="003279C6" w:rsidRPr="0068277C" w:rsidRDefault="003279C6" w:rsidP="00F041DE">
      <w:pPr>
        <w:rPr>
          <w:color w:val="000000"/>
          <w:kern w:val="2"/>
          <w:sz w:val="28"/>
          <w:szCs w:val="28"/>
        </w:rPr>
      </w:pPr>
      <w:r w:rsidRPr="0068277C">
        <w:rPr>
          <w:color w:val="000000"/>
          <w:kern w:val="2"/>
          <w:sz w:val="28"/>
          <w:szCs w:val="28"/>
        </w:rPr>
        <w:t>_____________________________________________________________________________________________</w:t>
      </w:r>
      <w:r w:rsidR="00F041DE" w:rsidRPr="0068277C">
        <w:rPr>
          <w:color w:val="000000"/>
          <w:kern w:val="2"/>
          <w:sz w:val="28"/>
          <w:szCs w:val="28"/>
        </w:rPr>
        <w:t xml:space="preserve"> </w:t>
      </w:r>
    </w:p>
    <w:p w:rsidR="003279C6" w:rsidRPr="0068277C" w:rsidRDefault="003279C6" w:rsidP="00043021">
      <w:pPr>
        <w:pageBreakBefore/>
        <w:jc w:val="center"/>
        <w:outlineLvl w:val="3"/>
        <w:rPr>
          <w:bCs/>
          <w:kern w:val="2"/>
          <w:sz w:val="28"/>
          <w:szCs w:val="28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ЧАСТЬ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об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оказываемых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муниципальных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услугах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</w:p>
    <w:p w:rsidR="003279C6" w:rsidRPr="003279C6" w:rsidRDefault="003279C6" w:rsidP="00F041D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79C6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РАЗДЕЛ_____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68277C" w:rsidRPr="0068277C" w:rsidRDefault="0068277C" w:rsidP="00F041DE">
      <w:pPr>
        <w:jc w:val="center"/>
        <w:outlineLvl w:val="3"/>
        <w:rPr>
          <w:bCs/>
          <w:kern w:val="2"/>
          <w:sz w:val="28"/>
          <w:szCs w:val="28"/>
        </w:rPr>
      </w:pPr>
    </w:p>
    <w:p w:rsidR="003279C6" w:rsidRPr="0068277C" w:rsidRDefault="003279C6" w:rsidP="00F041DE">
      <w:pPr>
        <w:outlineLvl w:val="3"/>
        <w:rPr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390689" wp14:editId="67BC9587">
                <wp:simplePos x="0" y="0"/>
                <wp:positionH relativeFrom="column">
                  <wp:posOffset>6764020</wp:posOffset>
                </wp:positionH>
                <wp:positionV relativeFrom="paragraph">
                  <wp:posOffset>33020</wp:posOffset>
                </wp:positionV>
                <wp:extent cx="2789555" cy="1346200"/>
                <wp:effectExtent l="0" t="0" r="0" b="635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524ACE" w:rsidRPr="009D7718" w:rsidTr="0068277C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24ACE" w:rsidRPr="0068277C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8277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  <w:t>Код</w:t>
                                  </w:r>
                                </w:p>
                                <w:p w:rsidR="00524ACE" w:rsidRPr="0068277C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8277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по общероссийскому базовому перечню или региональному </w:t>
                                  </w:r>
                                </w:p>
                                <w:p w:rsidR="00524ACE" w:rsidRPr="0068277C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8277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перечню   </w:t>
                                  </w:r>
                                </w:p>
                                <w:p w:rsidR="00524ACE" w:rsidRPr="009D7718" w:rsidRDefault="00524ACE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24ACE" w:rsidRPr="009D7718" w:rsidRDefault="00524ACE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4ACE" w:rsidRPr="009D7718" w:rsidRDefault="00524ACE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532.6pt;margin-top:2.6pt;width:219.65pt;height:10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yDkwIAABk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524ACE" w:rsidRPr="009D7718" w:rsidTr="0068277C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24ACE" w:rsidRPr="0068277C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77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>Код</w:t>
                            </w:r>
                          </w:p>
                          <w:p w:rsidR="00524ACE" w:rsidRPr="0068277C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77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 xml:space="preserve">по общероссийскому базовому перечню или региональному </w:t>
                            </w:r>
                          </w:p>
                          <w:p w:rsidR="00524ACE" w:rsidRPr="0068277C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77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 xml:space="preserve">перечню   </w:t>
                            </w:r>
                          </w:p>
                          <w:p w:rsidR="00524ACE" w:rsidRPr="009D7718" w:rsidRDefault="00524ACE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524ACE" w:rsidRPr="009D7718" w:rsidRDefault="00524ACE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524ACE" w:rsidRPr="009D7718" w:rsidRDefault="00524ACE" w:rsidP="003279C6"/>
                  </w:txbxContent>
                </v:textbox>
              </v:shape>
            </w:pict>
          </mc:Fallback>
        </mc:AlternateConten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</w:t>
      </w:r>
    </w:p>
    <w:p w:rsidR="003279C6" w:rsidRPr="0068277C" w:rsidRDefault="003279C6" w:rsidP="00F041DE">
      <w:pPr>
        <w:outlineLvl w:val="3"/>
        <w:rPr>
          <w:bCs/>
          <w:kern w:val="2"/>
          <w:sz w:val="28"/>
          <w:szCs w:val="28"/>
          <w:shd w:val="clear" w:color="auto" w:fill="FFFFFF"/>
        </w:rPr>
      </w:pPr>
      <w:r w:rsidRPr="0068277C">
        <w:rPr>
          <w:bCs/>
          <w:kern w:val="2"/>
          <w:sz w:val="28"/>
          <w:szCs w:val="28"/>
          <w:shd w:val="clear" w:color="auto" w:fill="FFFFFF"/>
        </w:rPr>
        <w:t>________________________________________________________________________________</w:t>
      </w:r>
      <w:r w:rsidR="0068277C">
        <w:rPr>
          <w:bCs/>
          <w:kern w:val="2"/>
          <w:sz w:val="28"/>
          <w:szCs w:val="28"/>
          <w:shd w:val="clear" w:color="auto" w:fill="FFFFFF"/>
        </w:rPr>
        <w:t>___________________._____</w:t>
      </w:r>
    </w:p>
    <w:p w:rsidR="003279C6" w:rsidRPr="0068277C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Категории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муниципальной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</w:t>
      </w:r>
      <w:r w:rsidR="0068277C">
        <w:rPr>
          <w:bCs/>
          <w:color w:val="000000"/>
          <w:kern w:val="2"/>
          <w:sz w:val="28"/>
          <w:szCs w:val="28"/>
          <w:shd w:val="clear" w:color="auto" w:fill="FFFFFF"/>
        </w:rPr>
        <w:t>_____</w:t>
      </w:r>
    </w:p>
    <w:p w:rsidR="003279C6" w:rsidRPr="0068277C" w:rsidRDefault="003279C6" w:rsidP="00F041DE">
      <w:pPr>
        <w:rPr>
          <w:color w:val="000000"/>
          <w:kern w:val="2"/>
          <w:sz w:val="28"/>
          <w:szCs w:val="28"/>
        </w:rPr>
      </w:pPr>
      <w:r w:rsidRPr="0068277C">
        <w:rPr>
          <w:color w:val="000000"/>
          <w:kern w:val="2"/>
          <w:sz w:val="28"/>
          <w:szCs w:val="28"/>
        </w:rPr>
        <w:t>______________________________________________________________________________________________________.</w:t>
      </w:r>
    </w:p>
    <w:p w:rsidR="003279C6" w:rsidRPr="0068277C" w:rsidRDefault="003279C6" w:rsidP="00F041DE">
      <w:pPr>
        <w:tabs>
          <w:tab w:val="left" w:pos="274"/>
        </w:tabs>
        <w:ind w:left="40"/>
        <w:jc w:val="both"/>
        <w:rPr>
          <w:kern w:val="2"/>
          <w:sz w:val="16"/>
          <w:szCs w:val="16"/>
        </w:rPr>
      </w:pPr>
    </w:p>
    <w:p w:rsidR="003279C6" w:rsidRPr="0068277C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</w:p>
    <w:p w:rsidR="003279C6" w:rsidRPr="0068277C" w:rsidRDefault="003279C6" w:rsidP="00F041DE">
      <w:pPr>
        <w:outlineLvl w:val="3"/>
        <w:rPr>
          <w:bCs/>
          <w:kern w:val="2"/>
          <w:sz w:val="28"/>
          <w:szCs w:val="28"/>
        </w:rPr>
      </w:pP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3.1.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68277C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"/>
        <w:gridCol w:w="1215"/>
        <w:gridCol w:w="1146"/>
        <w:gridCol w:w="1112"/>
        <w:gridCol w:w="1174"/>
        <w:gridCol w:w="1187"/>
        <w:gridCol w:w="1114"/>
        <w:gridCol w:w="973"/>
        <w:gridCol w:w="1070"/>
        <w:gridCol w:w="1016"/>
        <w:gridCol w:w="963"/>
        <w:gridCol w:w="985"/>
        <w:gridCol w:w="1107"/>
        <w:gridCol w:w="820"/>
      </w:tblGrid>
      <w:tr w:rsidR="003279C6" w:rsidRPr="0068277C" w:rsidTr="00524ACE">
        <w:tc>
          <w:tcPr>
            <w:tcW w:w="977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proofErr w:type="gramEnd"/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номер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реест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</w:r>
            <w:r w:rsidRPr="0068277C">
              <w:rPr>
                <w:color w:val="000000"/>
                <w:kern w:val="2"/>
                <w:sz w:val="24"/>
                <w:szCs w:val="24"/>
              </w:rPr>
              <w:t>ровой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3473" w:type="dxa"/>
            <w:gridSpan w:val="3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proofErr w:type="gramEnd"/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  <w:p w:rsidR="003279C6" w:rsidRPr="0068277C" w:rsidRDefault="00F041DE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(по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2361" w:type="dxa"/>
            <w:gridSpan w:val="2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(по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3157" w:type="dxa"/>
            <w:gridSpan w:val="3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2D0894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2D0894">
              <w:rPr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2964" w:type="dxa"/>
            <w:gridSpan w:val="3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Значение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показателя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1927" w:type="dxa"/>
            <w:gridSpan w:val="2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Допустимые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(возможные)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отклонения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от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установленных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показателей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  <w:proofErr w:type="gramEnd"/>
          </w:p>
        </w:tc>
      </w:tr>
      <w:tr w:rsidR="003279C6" w:rsidRPr="0068277C" w:rsidTr="00524ACE">
        <w:trPr>
          <w:trHeight w:val="890"/>
        </w:trPr>
        <w:tc>
          <w:tcPr>
            <w:tcW w:w="977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473" w:type="dxa"/>
            <w:gridSpan w:val="3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361" w:type="dxa"/>
            <w:gridSpan w:val="2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t>-ва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68277C" w:rsidRDefault="0068277C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2043" w:type="dxa"/>
            <w:gridSpan w:val="2"/>
            <w:shd w:val="clear" w:color="auto" w:fill="FFFFFF"/>
          </w:tcPr>
          <w:p w:rsidR="003279C6" w:rsidRPr="0068277C" w:rsidRDefault="0068277C" w:rsidP="00F041DE">
            <w:pPr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Е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="008F498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финансо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-вый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963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r w:rsidR="008F4987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985" w:type="dxa"/>
            <w:vMerge w:val="restart"/>
            <w:shd w:val="clear" w:color="auto" w:fill="FFFFFF"/>
          </w:tcPr>
          <w:p w:rsidR="00C94911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927" w:type="dxa"/>
            <w:gridSpan w:val="2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68277C" w:rsidTr="00524ACE">
        <w:tc>
          <w:tcPr>
            <w:tcW w:w="977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t>-ва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68277C" w:rsidRDefault="0068277C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46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3279C6" w:rsidRPr="0068277C" w:rsidRDefault="0068277C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12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3279C6" w:rsidRPr="0068277C" w:rsidRDefault="0068277C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74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3279C6" w:rsidRPr="0068277C" w:rsidRDefault="0068277C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7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(наимено</w:t>
            </w:r>
            <w:r w:rsidR="0068277C">
              <w:rPr>
                <w:color w:val="000000"/>
                <w:kern w:val="2"/>
                <w:sz w:val="24"/>
                <w:szCs w:val="24"/>
              </w:rPr>
              <w:softHyphen/>
              <w:t>ва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ние</w:t>
            </w:r>
          </w:p>
          <w:p w:rsidR="003279C6" w:rsidRPr="0068277C" w:rsidRDefault="0068277C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softHyphen/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теля)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14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3" w:type="dxa"/>
            <w:shd w:val="clear" w:color="auto" w:fill="FFFFFF"/>
          </w:tcPr>
          <w:p w:rsidR="003279C6" w:rsidRPr="0068277C" w:rsidRDefault="0068277C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Н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color w:val="000000"/>
                <w:kern w:val="2"/>
                <w:sz w:val="24"/>
                <w:szCs w:val="24"/>
              </w:rPr>
              <w:t>-но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r w:rsidR="003279C6"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70" w:type="dxa"/>
            <w:shd w:val="clear" w:color="auto" w:fill="FFFFFF"/>
          </w:tcPr>
          <w:p w:rsidR="003279C6" w:rsidRPr="0068277C" w:rsidRDefault="0068277C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ОКЕИ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16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63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5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FFFFFF"/>
          </w:tcPr>
          <w:p w:rsidR="003279C6" w:rsidRPr="0068277C" w:rsidRDefault="0068277C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процен</w:t>
            </w:r>
            <w:proofErr w:type="spellEnd"/>
            <w:r w:rsidR="003279C6" w:rsidRPr="0068277C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820" w:type="dxa"/>
            <w:shd w:val="clear" w:color="auto" w:fill="FFFFFF"/>
          </w:tcPr>
          <w:p w:rsidR="003279C6" w:rsidRPr="0068277C" w:rsidRDefault="0068277C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абсо</w:t>
            </w:r>
            <w:proofErr w:type="spellEnd"/>
            <w:r w:rsidR="003279C6" w:rsidRPr="0068277C">
              <w:rPr>
                <w:color w:val="000000"/>
                <w:kern w:val="2"/>
                <w:sz w:val="24"/>
                <w:szCs w:val="24"/>
              </w:rPr>
              <w:t>-лют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ных</w:t>
            </w:r>
            <w:proofErr w:type="spellEnd"/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показа-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  <w:proofErr w:type="gramEnd"/>
          </w:p>
        </w:tc>
      </w:tr>
      <w:tr w:rsidR="003279C6" w:rsidRPr="0068277C" w:rsidTr="00524ACE">
        <w:tc>
          <w:tcPr>
            <w:tcW w:w="977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215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146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112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174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187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114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73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070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016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63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11</w:t>
            </w:r>
          </w:p>
        </w:tc>
        <w:tc>
          <w:tcPr>
            <w:tcW w:w="985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12</w:t>
            </w:r>
          </w:p>
        </w:tc>
        <w:tc>
          <w:tcPr>
            <w:tcW w:w="1107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13</w:t>
            </w:r>
          </w:p>
        </w:tc>
        <w:tc>
          <w:tcPr>
            <w:tcW w:w="820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kern w:val="2"/>
                <w:sz w:val="24"/>
                <w:szCs w:val="24"/>
              </w:rPr>
            </w:pPr>
            <w:r w:rsidRPr="0068277C">
              <w:rPr>
                <w:kern w:val="2"/>
                <w:sz w:val="24"/>
                <w:szCs w:val="24"/>
              </w:rPr>
              <w:t>14</w:t>
            </w:r>
          </w:p>
        </w:tc>
      </w:tr>
      <w:tr w:rsidR="003279C6" w:rsidRPr="0068277C" w:rsidTr="00524ACE">
        <w:tc>
          <w:tcPr>
            <w:tcW w:w="977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74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3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3279C6" w:rsidRPr="0068277C" w:rsidTr="00524ACE">
        <w:tc>
          <w:tcPr>
            <w:tcW w:w="977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46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12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74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3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3279C6" w:rsidRPr="0068277C" w:rsidTr="00524ACE">
        <w:tc>
          <w:tcPr>
            <w:tcW w:w="977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12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74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3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  <w:tr w:rsidR="003279C6" w:rsidRPr="0068277C" w:rsidTr="00524ACE">
        <w:tc>
          <w:tcPr>
            <w:tcW w:w="977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46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12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74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3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/>
          </w:tcPr>
          <w:p w:rsidR="003279C6" w:rsidRPr="0068277C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</w:tbl>
    <w:p w:rsidR="003279C6" w:rsidRPr="0068277C" w:rsidRDefault="003279C6" w:rsidP="00EF2B00">
      <w:pPr>
        <w:pageBreakBefore/>
        <w:ind w:right="3039"/>
        <w:rPr>
          <w:color w:val="000000"/>
          <w:kern w:val="2"/>
          <w:sz w:val="28"/>
          <w:szCs w:val="28"/>
          <w:shd w:val="clear" w:color="auto" w:fill="FFFFFF"/>
        </w:rPr>
      </w:pPr>
      <w:r w:rsidRPr="0068277C">
        <w:rPr>
          <w:kern w:val="2"/>
          <w:sz w:val="28"/>
          <w:szCs w:val="28"/>
        </w:rPr>
        <w:lastRenderedPageBreak/>
        <w:t>3.2.</w:t>
      </w:r>
      <w:r w:rsidR="00F041DE" w:rsidRPr="0068277C">
        <w:rPr>
          <w:kern w:val="2"/>
          <w:sz w:val="28"/>
          <w:szCs w:val="28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8277C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68277C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3279C6" w:rsidRDefault="003279C6" w:rsidP="00F041DE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0"/>
        <w:gridCol w:w="989"/>
        <w:gridCol w:w="968"/>
        <w:gridCol w:w="871"/>
        <w:gridCol w:w="853"/>
        <w:gridCol w:w="863"/>
        <w:gridCol w:w="1005"/>
        <w:gridCol w:w="847"/>
        <w:gridCol w:w="650"/>
        <w:gridCol w:w="808"/>
        <w:gridCol w:w="807"/>
        <w:gridCol w:w="808"/>
        <w:gridCol w:w="942"/>
        <w:gridCol w:w="942"/>
        <w:gridCol w:w="808"/>
        <w:gridCol w:w="779"/>
        <w:gridCol w:w="829"/>
      </w:tblGrid>
      <w:tr w:rsidR="003279C6" w:rsidRPr="0068277C" w:rsidTr="0068277C">
        <w:tc>
          <w:tcPr>
            <w:tcW w:w="1090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Уникаль</w:t>
            </w:r>
            <w:r w:rsid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вой</w:t>
            </w:r>
            <w:proofErr w:type="gramEnd"/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2828" w:type="dxa"/>
            <w:gridSpan w:val="3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(по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1716" w:type="dxa"/>
            <w:gridSpan w:val="2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характеризую</w:t>
            </w:r>
            <w:r w:rsid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щий</w:t>
            </w:r>
            <w:proofErr w:type="spellEnd"/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 xml:space="preserve">муниципальной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  <w:p w:rsidR="003279C6" w:rsidRPr="0068277C" w:rsidRDefault="00F041DE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(по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справоч</w:t>
            </w:r>
            <w:r w:rsid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никам</w:t>
            </w:r>
            <w:proofErr w:type="spellEnd"/>
            <w:proofErr w:type="gramEnd"/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)</w:t>
            </w:r>
          </w:p>
        </w:tc>
        <w:tc>
          <w:tcPr>
            <w:tcW w:w="2502" w:type="dxa"/>
            <w:gridSpan w:val="3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2423" w:type="dxa"/>
            <w:gridSpan w:val="3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Значение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2692" w:type="dxa"/>
            <w:gridSpan w:val="3"/>
            <w:shd w:val="clear" w:color="auto" w:fill="FFFFFF"/>
          </w:tcPr>
          <w:p w:rsid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Размер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платы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(цена,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тариф)</w:t>
            </w:r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7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hyperlink r:id="rId9" w:history="1">
              <w:r w:rsidR="00F041DE" w:rsidRPr="0068277C">
                <w:rPr>
                  <w:color w:val="0000FF"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  <w:tc>
          <w:tcPr>
            <w:tcW w:w="1608" w:type="dxa"/>
            <w:gridSpan w:val="2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Допустимые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(возможные)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отклонения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от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установленных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показателей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  <w:proofErr w:type="gramEnd"/>
          </w:p>
        </w:tc>
      </w:tr>
      <w:tr w:rsidR="003279C6" w:rsidRPr="0068277C" w:rsidTr="0068277C">
        <w:tc>
          <w:tcPr>
            <w:tcW w:w="1090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8" w:type="dxa"/>
            <w:gridSpan w:val="3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68277C">
              <w:rPr>
                <w:color w:val="000000"/>
                <w:kern w:val="2"/>
                <w:sz w:val="24"/>
                <w:szCs w:val="24"/>
              </w:rPr>
              <w:t>-но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497" w:type="dxa"/>
            <w:gridSpan w:val="2"/>
            <w:shd w:val="clear" w:color="auto" w:fill="FFFFFF"/>
          </w:tcPr>
          <w:p w:rsidR="003279C6" w:rsidRPr="0068277C" w:rsidRDefault="0068277C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оче</w:t>
            </w:r>
            <w:proofErr w:type="spellEnd"/>
            <w:r w:rsidR="00B01E09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ред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r w:rsidR="00B01E09">
              <w:rPr>
                <w:bCs/>
                <w:color w:val="000000"/>
                <w:kern w:val="2"/>
                <w:sz w:val="24"/>
                <w:szCs w:val="24"/>
              </w:rPr>
              <w:t>-со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вый</w:t>
            </w:r>
            <w:proofErr w:type="spellEnd"/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807" w:type="dxa"/>
            <w:vMerge w:val="restart"/>
            <w:shd w:val="clear" w:color="auto" w:fill="FFFFFF"/>
          </w:tcPr>
          <w:p w:rsid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плано-вого</w:t>
            </w:r>
            <w:proofErr w:type="spellEnd"/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spacing w:val="-2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20__год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:rsidR="003279C6" w:rsidRPr="0068277C" w:rsidRDefault="003279C6" w:rsidP="00B01E0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-ной</w:t>
            </w:r>
            <w:proofErr w:type="gram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r w:rsidR="00B01E09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совый</w:t>
            </w:r>
            <w:proofErr w:type="spell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68277C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01E0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плано-вого</w:t>
            </w:r>
            <w:proofErr w:type="spellEnd"/>
            <w:proofErr w:type="gramEnd"/>
            <w:r w:rsidR="00F041DE" w:rsidRPr="00B01E0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spacing w:val="-16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608" w:type="dxa"/>
            <w:gridSpan w:val="2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1090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68277C">
              <w:rPr>
                <w:color w:val="000000"/>
                <w:kern w:val="2"/>
                <w:sz w:val="24"/>
                <w:szCs w:val="24"/>
              </w:rPr>
              <w:t>-но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968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68277C">
              <w:rPr>
                <w:color w:val="000000"/>
                <w:kern w:val="2"/>
                <w:sz w:val="24"/>
                <w:szCs w:val="24"/>
              </w:rPr>
              <w:t>-но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871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68277C">
              <w:rPr>
                <w:color w:val="000000"/>
                <w:kern w:val="2"/>
                <w:sz w:val="24"/>
                <w:szCs w:val="24"/>
              </w:rPr>
              <w:t>-но</w:t>
            </w:r>
            <w:r w:rsidRPr="0068277C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853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863" w:type="dxa"/>
            <w:shd w:val="clear" w:color="auto" w:fill="FFFFFF"/>
          </w:tcPr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________</w:t>
            </w:r>
            <w:r w:rsidR="0068277C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68277C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  <w:p w:rsidR="003279C6" w:rsidRPr="0068277C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68277C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r w:rsidRPr="0068277C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005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FFFFFF"/>
          </w:tcPr>
          <w:p w:rsidR="003279C6" w:rsidRPr="0068277C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ва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r w:rsidR="003279C6" w:rsidRPr="0068277C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0" w:type="dxa"/>
            <w:shd w:val="clear" w:color="auto" w:fill="FFFFFF"/>
          </w:tcPr>
          <w:p w:rsidR="003279C6" w:rsidRPr="0068277C" w:rsidRDefault="00B01E09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8277C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spacing w:val="-26"/>
                <w:kern w:val="2"/>
                <w:sz w:val="24"/>
                <w:szCs w:val="24"/>
              </w:rPr>
              <w:t>ОКЕИ</w:t>
            </w:r>
            <w:r w:rsidRPr="00B01E09">
              <w:rPr>
                <w:color w:val="000000"/>
                <w:spacing w:val="-26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08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3279C6" w:rsidRPr="0068277C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про-цен-</w:t>
            </w:r>
          </w:p>
          <w:p w:rsidR="003279C6" w:rsidRPr="0068277C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68277C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829" w:type="dxa"/>
            <w:shd w:val="clear" w:color="auto" w:fill="FFFFFF"/>
          </w:tcPr>
          <w:p w:rsidR="003279C6" w:rsidRPr="0068277C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абсо-лютных</w:t>
            </w:r>
            <w:proofErr w:type="spellEnd"/>
            <w:proofErr w:type="gramEnd"/>
            <w:r w:rsidR="00F041DE" w:rsidRPr="0068277C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68277C">
              <w:rPr>
                <w:color w:val="000000"/>
                <w:kern w:val="2"/>
                <w:sz w:val="24"/>
                <w:szCs w:val="24"/>
              </w:rPr>
              <w:t>показа-</w:t>
            </w:r>
            <w:proofErr w:type="spellStart"/>
            <w:r w:rsidR="003279C6" w:rsidRPr="0068277C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</w:p>
        </w:tc>
      </w:tr>
      <w:tr w:rsidR="003279C6" w:rsidRPr="0068277C" w:rsidTr="0068277C">
        <w:tc>
          <w:tcPr>
            <w:tcW w:w="1090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68277C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</w:tr>
      <w:tr w:rsidR="003279C6" w:rsidRPr="0068277C" w:rsidTr="0068277C">
        <w:tc>
          <w:tcPr>
            <w:tcW w:w="1090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1090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1090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3279C6" w:rsidRPr="0068277C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68277C" w:rsidTr="0068277C">
        <w:tc>
          <w:tcPr>
            <w:tcW w:w="109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650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68277C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F041DE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3279C6" w:rsidRPr="00B01E09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4.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Нормативные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правовые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акты,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устанавливающие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размер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платы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(цену,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тариф)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либо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ее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(его)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установления</w:t>
      </w:r>
    </w:p>
    <w:p w:rsidR="003279C6" w:rsidRPr="003279C6" w:rsidRDefault="003279C6" w:rsidP="00F041DE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3121"/>
        <w:gridCol w:w="993"/>
        <w:gridCol w:w="1387"/>
        <w:gridCol w:w="7408"/>
      </w:tblGrid>
      <w:tr w:rsidR="003279C6" w:rsidRPr="00B01E09" w:rsidTr="0068277C">
        <w:tc>
          <w:tcPr>
            <w:tcW w:w="14859" w:type="dxa"/>
            <w:gridSpan w:val="5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>Нормативный</w:t>
            </w:r>
            <w:r w:rsidR="00F041DE"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>правовой</w:t>
            </w:r>
            <w:r w:rsidR="00F041DE"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  <w:shd w:val="clear" w:color="auto" w:fill="FFFFFF"/>
              </w:rPr>
              <w:t>акт</w:t>
            </w: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Вид</w:t>
            </w: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Принявший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орган</w:t>
            </w: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Дата</w:t>
            </w: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Наименование</w:t>
            </w: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B01E09" w:rsidTr="0068277C">
        <w:tc>
          <w:tcPr>
            <w:tcW w:w="1950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3279C6" w:rsidRPr="00B01E09" w:rsidRDefault="003279C6" w:rsidP="00F041DE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F041DE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3279C6" w:rsidRPr="00B01E09" w:rsidRDefault="003279C6" w:rsidP="00B01E09">
      <w:pPr>
        <w:pageBreakBefore/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lastRenderedPageBreak/>
        <w:t>5.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оказания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услуги</w:t>
      </w:r>
    </w:p>
    <w:p w:rsidR="003279C6" w:rsidRPr="003279C6" w:rsidRDefault="003279C6" w:rsidP="00F041DE">
      <w:pPr>
        <w:rPr>
          <w:color w:val="000000"/>
          <w:kern w:val="2"/>
          <w:sz w:val="24"/>
          <w:szCs w:val="24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>5.1.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Нормативные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правовые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акты,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регулирующие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оказания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B01E09">
        <w:rPr>
          <w:color w:val="000000"/>
          <w:kern w:val="2"/>
          <w:sz w:val="28"/>
          <w:szCs w:val="28"/>
          <w:shd w:val="clear" w:color="auto" w:fill="FFFFFF"/>
        </w:rPr>
        <w:t xml:space="preserve"> ___________________________</w:t>
      </w:r>
      <w:r w:rsidR="00F041DE" w:rsidRPr="00B01E09">
        <w:rPr>
          <w:b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8F4987">
        <w:rPr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__________________________________________________________________________________________________________</w:t>
      </w:r>
    </w:p>
    <w:p w:rsidR="003279C6" w:rsidRPr="00B01E09" w:rsidRDefault="003279C6" w:rsidP="00F041DE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B01E09">
        <w:rPr>
          <w:color w:val="000000"/>
          <w:kern w:val="2"/>
          <w:sz w:val="24"/>
          <w:szCs w:val="24"/>
          <w:shd w:val="clear" w:color="auto" w:fill="FFFFFF"/>
        </w:rPr>
        <w:t>(наименование,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номер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и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дата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нормативного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правового</w:t>
      </w:r>
      <w:r w:rsidR="00F041DE" w:rsidRPr="00B01E09">
        <w:rPr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B01E09">
        <w:rPr>
          <w:color w:val="000000"/>
          <w:kern w:val="2"/>
          <w:sz w:val="24"/>
          <w:szCs w:val="24"/>
          <w:shd w:val="clear" w:color="auto" w:fill="FFFFFF"/>
        </w:rPr>
        <w:t>акта)</w:t>
      </w:r>
    </w:p>
    <w:p w:rsidR="003279C6" w:rsidRPr="00B01E09" w:rsidRDefault="003279C6" w:rsidP="00B01E09">
      <w:pPr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>5.2.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информирования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потенциальных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услуги</w:t>
      </w:r>
    </w:p>
    <w:p w:rsidR="003279C6" w:rsidRPr="003279C6" w:rsidRDefault="003279C6" w:rsidP="00F041DE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6"/>
        <w:gridCol w:w="6884"/>
        <w:gridCol w:w="4609"/>
      </w:tblGrid>
      <w:tr w:rsidR="003279C6" w:rsidRPr="00B01E09" w:rsidTr="00C94911">
        <w:tc>
          <w:tcPr>
            <w:tcW w:w="3366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Способ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информирования</w:t>
            </w:r>
          </w:p>
        </w:tc>
        <w:tc>
          <w:tcPr>
            <w:tcW w:w="6884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Состав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размещаемой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информации</w:t>
            </w:r>
          </w:p>
        </w:tc>
        <w:tc>
          <w:tcPr>
            <w:tcW w:w="4609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Частота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обновления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информации</w:t>
            </w:r>
          </w:p>
        </w:tc>
      </w:tr>
      <w:tr w:rsidR="003279C6" w:rsidRPr="00B01E09" w:rsidTr="00C94911">
        <w:tc>
          <w:tcPr>
            <w:tcW w:w="3366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6884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4609" w:type="dxa"/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3279C6" w:rsidRPr="00B01E09" w:rsidTr="00C94911">
        <w:tc>
          <w:tcPr>
            <w:tcW w:w="3366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884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609" w:type="dxa"/>
            <w:tcBorders>
              <w:bottom w:val="single" w:sz="4" w:space="0" w:color="auto"/>
            </w:tcBorders>
            <w:shd w:val="clear" w:color="auto" w:fill="FFFFFF"/>
          </w:tcPr>
          <w:p w:rsidR="003279C6" w:rsidRPr="00B01E09" w:rsidRDefault="003279C6" w:rsidP="00F041DE">
            <w:pPr>
              <w:ind w:left="-709" w:firstLine="709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3279C6" w:rsidRDefault="003279C6" w:rsidP="00F041D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C94911" w:rsidRPr="003279C6" w:rsidRDefault="00C94911" w:rsidP="00F041D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79C6" w:rsidRPr="00B01E09" w:rsidRDefault="003279C6" w:rsidP="00F041DE">
      <w:pPr>
        <w:jc w:val="center"/>
        <w:outlineLvl w:val="3"/>
        <w:rPr>
          <w:b/>
          <w:bCs/>
          <w:kern w:val="2"/>
          <w:sz w:val="28"/>
          <w:szCs w:val="28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ЧАСТЬ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выполняемых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работах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8</w:t>
      </w:r>
    </w:p>
    <w:p w:rsidR="003279C6" w:rsidRPr="00B01E09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3279C6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C14983" wp14:editId="3A2E0EE4">
                <wp:simplePos x="0" y="0"/>
                <wp:positionH relativeFrom="column">
                  <wp:posOffset>7033260</wp:posOffset>
                </wp:positionH>
                <wp:positionV relativeFrom="paragraph">
                  <wp:posOffset>172085</wp:posOffset>
                </wp:positionV>
                <wp:extent cx="2694940" cy="1118235"/>
                <wp:effectExtent l="0" t="0" r="0" b="571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1418"/>
                            </w:tblGrid>
                            <w:tr w:rsidR="00524ACE" w:rsidRPr="001B2409" w:rsidTr="0068277C">
                              <w:trPr>
                                <w:trHeight w:val="1537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24ACE" w:rsidRPr="006C3738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Код </w:t>
                                  </w: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</w:p>
                                <w:p w:rsidR="00524ACE" w:rsidRPr="006C3738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Fonts w:ascii="Times New Roman" w:hAnsi="Times New Roman"/>
                                      <w:b w:val="0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региональному перечню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24ACE" w:rsidRPr="001B2409" w:rsidRDefault="00524ACE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4ACE" w:rsidRPr="001B2409" w:rsidRDefault="00524ACE" w:rsidP="003279C6"/>
                          <w:p w:rsidR="00524ACE" w:rsidRDefault="00524ACE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left:0;text-align:left;margin-left:553.8pt;margin-top:13.55pt;width:212.2pt;height:88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" stroked="f">
                <v:textbox>
                  <w:txbxContent>
                    <w:tbl>
                      <w:tblPr>
                        <w:tblW w:w="39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1418"/>
                      </w:tblGrid>
                      <w:tr w:rsidR="00524ACE" w:rsidRPr="001B2409" w:rsidTr="0068277C">
                        <w:trPr>
                          <w:trHeight w:val="1537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24ACE" w:rsidRPr="006C3738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Код </w:t>
                            </w: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по </w:t>
                            </w:r>
                          </w:p>
                          <w:p w:rsidR="00524ACE" w:rsidRPr="006C3738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региональному перечню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524ACE" w:rsidRPr="001B2409" w:rsidRDefault="00524ACE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24ACE" w:rsidRPr="001B2409" w:rsidRDefault="00524ACE" w:rsidP="003279C6"/>
                    <w:p w:rsidR="00524ACE" w:rsidRDefault="00524ACE" w:rsidP="003279C6"/>
                  </w:txbxContent>
                </v:textbox>
              </v:shape>
            </w:pict>
          </mc:Fallback>
        </mc:AlternateConten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РАЗДЕЛ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_____</w:t>
      </w:r>
    </w:p>
    <w:p w:rsidR="00B01E09" w:rsidRPr="00B01E09" w:rsidRDefault="00B01E09" w:rsidP="008F4987">
      <w:pPr>
        <w:outlineLvl w:val="3"/>
        <w:rPr>
          <w:b/>
          <w:bCs/>
          <w:kern w:val="2"/>
          <w:sz w:val="28"/>
          <w:szCs w:val="28"/>
        </w:rPr>
      </w:pPr>
    </w:p>
    <w:p w:rsidR="003279C6" w:rsidRPr="00B01E09" w:rsidRDefault="003279C6" w:rsidP="00F041DE">
      <w:pPr>
        <w:outlineLvl w:val="3"/>
        <w:rPr>
          <w:bCs/>
          <w:kern w:val="2"/>
          <w:sz w:val="28"/>
          <w:szCs w:val="28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</w:t>
      </w:r>
    </w:p>
    <w:p w:rsidR="003279C6" w:rsidRPr="00B01E09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Категории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B01E09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</w:t>
      </w:r>
    </w:p>
    <w:p w:rsidR="003279C6" w:rsidRPr="00B01E09" w:rsidRDefault="003279C6" w:rsidP="00F041DE">
      <w:pPr>
        <w:rPr>
          <w:color w:val="000000"/>
          <w:kern w:val="2"/>
          <w:sz w:val="28"/>
          <w:szCs w:val="28"/>
        </w:rPr>
      </w:pPr>
      <w:r w:rsidRPr="00B01E09">
        <w:rPr>
          <w:color w:val="000000"/>
          <w:kern w:val="2"/>
          <w:sz w:val="28"/>
          <w:szCs w:val="28"/>
        </w:rPr>
        <w:t>______________________________________________________________________________________________</w:t>
      </w:r>
    </w:p>
    <w:p w:rsidR="003279C6" w:rsidRPr="008F4987" w:rsidRDefault="008F4987" w:rsidP="00F041DE">
      <w:pPr>
        <w:rPr>
          <w:color w:val="000000"/>
          <w:kern w:val="2"/>
          <w:sz w:val="28"/>
          <w:szCs w:val="28"/>
          <w:shd w:val="clear" w:color="auto" w:fill="FFFFFF"/>
        </w:rPr>
      </w:pPr>
      <w:r w:rsidRPr="008F4987">
        <w:rPr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</w:t>
      </w:r>
    </w:p>
    <w:p w:rsidR="003279C6" w:rsidRPr="00B01E09" w:rsidRDefault="003279C6" w:rsidP="00F041DE">
      <w:pPr>
        <w:rPr>
          <w:color w:val="000000"/>
          <w:kern w:val="2"/>
          <w:sz w:val="28"/>
          <w:szCs w:val="28"/>
          <w:shd w:val="clear" w:color="auto" w:fill="FFFFFF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работы</w:t>
      </w:r>
    </w:p>
    <w:p w:rsidR="003279C6" w:rsidRPr="00B01E09" w:rsidRDefault="003279C6" w:rsidP="00B01E09">
      <w:pPr>
        <w:pageBreakBefore/>
        <w:rPr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B01E09">
        <w:rPr>
          <w:color w:val="000000"/>
          <w:kern w:val="2"/>
          <w:sz w:val="28"/>
          <w:szCs w:val="28"/>
          <w:shd w:val="clear" w:color="auto" w:fill="FFFFFF"/>
        </w:rPr>
        <w:lastRenderedPageBreak/>
        <w:t>3.1.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B01E09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B01E09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</w:p>
    <w:p w:rsidR="003279C6" w:rsidRPr="003279C6" w:rsidRDefault="003279C6" w:rsidP="00F041DE">
      <w:pPr>
        <w:rPr>
          <w:b/>
          <w:color w:val="000000"/>
          <w:kern w:val="2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1232"/>
        <w:gridCol w:w="1145"/>
        <w:gridCol w:w="1175"/>
        <w:gridCol w:w="1175"/>
        <w:gridCol w:w="1180"/>
        <w:gridCol w:w="1158"/>
        <w:gridCol w:w="967"/>
        <w:gridCol w:w="991"/>
        <w:gridCol w:w="1013"/>
        <w:gridCol w:w="932"/>
        <w:gridCol w:w="1068"/>
        <w:gridCol w:w="809"/>
        <w:gridCol w:w="894"/>
      </w:tblGrid>
      <w:tr w:rsidR="003279C6" w:rsidRPr="00B01E09" w:rsidTr="00EF2B00">
        <w:tc>
          <w:tcPr>
            <w:tcW w:w="112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Уникаль</w:t>
            </w:r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proofErr w:type="gramEnd"/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номер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вой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3570" w:type="dxa"/>
            <w:gridSpan w:val="3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работы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  <w:vertAlign w:val="superscript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(по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2367" w:type="dxa"/>
            <w:gridSpan w:val="2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выполнения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работы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(по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3132" w:type="dxa"/>
            <w:gridSpan w:val="3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3028" w:type="dxa"/>
            <w:gridSpan w:val="3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Значение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показателя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1712" w:type="dxa"/>
            <w:gridSpan w:val="2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Допустимые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(возможные)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отклонения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от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установленных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показателей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  <w:r w:rsidRPr="00B01E09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</w:tr>
      <w:tr w:rsidR="003279C6" w:rsidRPr="00B01E09" w:rsidTr="00EF2B00">
        <w:trPr>
          <w:trHeight w:val="1052"/>
        </w:trPr>
        <w:tc>
          <w:tcPr>
            <w:tcW w:w="112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vMerge w:val="restart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показа</w:t>
            </w:r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B01E09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968" w:type="dxa"/>
            <w:gridSpan w:val="2"/>
            <w:shd w:val="clear" w:color="auto" w:fill="FFFFFF"/>
          </w:tcPr>
          <w:p w:rsidR="003279C6" w:rsidRPr="00B01E09" w:rsidRDefault="00B01E09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018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="00B01E09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proofErr w:type="gramEnd"/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финансо</w:t>
            </w:r>
            <w:proofErr w:type="spellEnd"/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-вый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  <w:p w:rsidR="003279C6" w:rsidRPr="00B01E09" w:rsidRDefault="00F041DE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r w:rsidR="00B01E09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proofErr w:type="gramEnd"/>
            <w:r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планового</w:t>
            </w:r>
            <w:r w:rsidR="00F041DE" w:rsidRPr="00B01E09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712" w:type="dxa"/>
            <w:gridSpan w:val="2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B01E09" w:rsidTr="00EF2B00">
        <w:tc>
          <w:tcPr>
            <w:tcW w:w="1126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__________</w:t>
            </w:r>
          </w:p>
          <w:p w:rsidR="003279C6" w:rsidRPr="00B01E09" w:rsidRDefault="003279C6" w:rsidP="00B01E09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B01E09">
              <w:rPr>
                <w:color w:val="000000"/>
                <w:kern w:val="2"/>
                <w:sz w:val="24"/>
                <w:szCs w:val="24"/>
              </w:rPr>
              <w:t>-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ва</w:t>
            </w:r>
            <w:r w:rsid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51" w:type="dxa"/>
            <w:shd w:val="clear" w:color="auto" w:fill="FFFFFF"/>
          </w:tcPr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_</w:t>
            </w:r>
            <w:r w:rsidR="008F4987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B01E09">
              <w:rPr>
                <w:color w:val="000000"/>
                <w:kern w:val="2"/>
                <w:sz w:val="24"/>
                <w:szCs w:val="24"/>
              </w:rPr>
              <w:t>-ва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spacing w:val="-24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24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24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B01E09">
              <w:rPr>
                <w:color w:val="000000"/>
                <w:kern w:val="2"/>
                <w:sz w:val="24"/>
                <w:szCs w:val="24"/>
              </w:rPr>
              <w:t>-ва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spacing w:val="-16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16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B01E09">
              <w:rPr>
                <w:color w:val="000000"/>
                <w:kern w:val="2"/>
                <w:sz w:val="24"/>
                <w:szCs w:val="24"/>
              </w:rPr>
              <w:t>-ва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B01E09" w:rsidRDefault="003279C6" w:rsidP="00F041DE">
            <w:pPr>
              <w:jc w:val="center"/>
              <w:outlineLvl w:val="3"/>
              <w:rPr>
                <w:color w:val="000000"/>
                <w:spacing w:val="-20"/>
                <w:kern w:val="2"/>
                <w:sz w:val="24"/>
                <w:szCs w:val="24"/>
              </w:rPr>
            </w:pPr>
            <w:r w:rsidRPr="00B01E09">
              <w:rPr>
                <w:color w:val="000000"/>
                <w:spacing w:val="-20"/>
                <w:kern w:val="2"/>
                <w:sz w:val="24"/>
                <w:szCs w:val="24"/>
              </w:rPr>
              <w:t>показателя)</w:t>
            </w:r>
            <w:r w:rsidRPr="00B01E09">
              <w:rPr>
                <w:color w:val="000000"/>
                <w:spacing w:val="-2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6" w:type="dxa"/>
            <w:shd w:val="clear" w:color="auto" w:fill="FFFFFF"/>
          </w:tcPr>
          <w:p w:rsidR="003279C6" w:rsidRPr="00B01E09" w:rsidRDefault="008F4987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B01E09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B01E09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наимено</w:t>
            </w:r>
            <w:r w:rsidR="00461778">
              <w:rPr>
                <w:color w:val="000000"/>
                <w:kern w:val="2"/>
                <w:sz w:val="24"/>
                <w:szCs w:val="24"/>
              </w:rPr>
              <w:t>-ва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3279C6" w:rsidRPr="00461778" w:rsidRDefault="003279C6" w:rsidP="00F041DE">
            <w:pPr>
              <w:jc w:val="center"/>
              <w:outlineLvl w:val="3"/>
              <w:rPr>
                <w:color w:val="000000"/>
                <w:spacing w:val="-12"/>
                <w:kern w:val="2"/>
                <w:sz w:val="24"/>
                <w:szCs w:val="24"/>
              </w:rPr>
            </w:pPr>
            <w:r w:rsidRPr="00461778">
              <w:rPr>
                <w:color w:val="000000"/>
                <w:spacing w:val="-12"/>
                <w:kern w:val="2"/>
                <w:sz w:val="24"/>
                <w:szCs w:val="24"/>
              </w:rPr>
              <w:t>показателя)</w:t>
            </w:r>
            <w:r w:rsidRPr="00461778">
              <w:rPr>
                <w:color w:val="000000"/>
                <w:spacing w:val="-12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64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B01E09" w:rsidP="00F041DE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</w:rPr>
              <w:t>но-вание</w:t>
            </w:r>
            <w:r w:rsidR="003279C6" w:rsidRPr="00B01E09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6" w:type="dxa"/>
            <w:shd w:val="clear" w:color="auto" w:fill="FFFFFF"/>
          </w:tcPr>
          <w:p w:rsidR="003279C6" w:rsidRPr="00B01E09" w:rsidRDefault="00B01E09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B01E09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B01E09" w:rsidRDefault="003279C6" w:rsidP="00F041DE">
            <w:pPr>
              <w:jc w:val="center"/>
              <w:rPr>
                <w:b/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B01E09">
              <w:rPr>
                <w:color w:val="000000"/>
                <w:kern w:val="2"/>
                <w:sz w:val="24"/>
                <w:szCs w:val="24"/>
              </w:rPr>
              <w:t>ОКЕИ</w:t>
            </w:r>
            <w:r w:rsidRPr="00B01E09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18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:rsidR="003279C6" w:rsidRPr="00B01E09" w:rsidRDefault="003279C6" w:rsidP="00F041DE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color w:val="000000"/>
                <w:kern w:val="2"/>
                <w:sz w:val="24"/>
                <w:szCs w:val="24"/>
              </w:rPr>
              <w:t>про-цен-</w:t>
            </w:r>
          </w:p>
          <w:p w:rsidR="003279C6" w:rsidRPr="00B01E09" w:rsidRDefault="003279C6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B01E09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899" w:type="dxa"/>
            <w:shd w:val="clear" w:color="auto" w:fill="FFFFFF"/>
          </w:tcPr>
          <w:p w:rsidR="003279C6" w:rsidRPr="00B01E09" w:rsidRDefault="00B01E09" w:rsidP="00F041DE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279C6" w:rsidRPr="00B01E09">
              <w:rPr>
                <w:color w:val="000000"/>
                <w:kern w:val="2"/>
                <w:sz w:val="24"/>
                <w:szCs w:val="24"/>
              </w:rPr>
              <w:t>абсо-лютных</w:t>
            </w:r>
            <w:proofErr w:type="spellEnd"/>
            <w:proofErr w:type="gramEnd"/>
            <w:r w:rsidR="00F041DE" w:rsidRPr="00B01E09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B01E09">
              <w:rPr>
                <w:color w:val="000000"/>
                <w:kern w:val="2"/>
                <w:sz w:val="24"/>
                <w:szCs w:val="24"/>
              </w:rPr>
              <w:t>показа-</w:t>
            </w:r>
            <w:proofErr w:type="spellStart"/>
            <w:r w:rsidR="003279C6" w:rsidRPr="00B01E09">
              <w:rPr>
                <w:color w:val="000000"/>
                <w:kern w:val="2"/>
                <w:sz w:val="24"/>
                <w:szCs w:val="24"/>
              </w:rPr>
              <w:t>телях</w:t>
            </w:r>
            <w:proofErr w:type="spellEnd"/>
          </w:p>
        </w:tc>
      </w:tr>
      <w:tr w:rsidR="003279C6" w:rsidRPr="00B01E09" w:rsidTr="00EF2B00">
        <w:tc>
          <w:tcPr>
            <w:tcW w:w="112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23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5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8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81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8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B01E09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3279C6" w:rsidRPr="00B01E09" w:rsidTr="00EF2B00">
        <w:tc>
          <w:tcPr>
            <w:tcW w:w="112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B01E09" w:rsidTr="00EF2B00">
        <w:tc>
          <w:tcPr>
            <w:tcW w:w="112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B01E09" w:rsidTr="00EF2B00">
        <w:tc>
          <w:tcPr>
            <w:tcW w:w="112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B01E09" w:rsidTr="00EF2B00">
        <w:tc>
          <w:tcPr>
            <w:tcW w:w="112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1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86" w:type="dxa"/>
            <w:vMerge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FFFFFF"/>
          </w:tcPr>
          <w:p w:rsidR="003279C6" w:rsidRPr="00B01E09" w:rsidRDefault="003279C6" w:rsidP="00F041DE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F041DE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3279C6" w:rsidRPr="00461778" w:rsidRDefault="003279C6" w:rsidP="00953B67">
      <w:pPr>
        <w:pageBreakBefore/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</w:p>
    <w:p w:rsidR="003279C6" w:rsidRPr="003279C6" w:rsidRDefault="003279C6" w:rsidP="00953B67">
      <w:pPr>
        <w:spacing w:line="228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898"/>
        <w:gridCol w:w="688"/>
        <w:gridCol w:w="687"/>
        <w:gridCol w:w="826"/>
        <w:gridCol w:w="962"/>
        <w:gridCol w:w="960"/>
        <w:gridCol w:w="826"/>
        <w:gridCol w:w="687"/>
        <w:gridCol w:w="825"/>
        <w:gridCol w:w="962"/>
        <w:gridCol w:w="826"/>
        <w:gridCol w:w="825"/>
        <w:gridCol w:w="827"/>
        <w:gridCol w:w="824"/>
        <w:gridCol w:w="827"/>
        <w:gridCol w:w="688"/>
        <w:gridCol w:w="687"/>
      </w:tblGrid>
      <w:tr w:rsidR="003279C6" w:rsidRPr="00461778" w:rsidTr="00EF2B00">
        <w:tc>
          <w:tcPr>
            <w:tcW w:w="106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Уникаль-ный</w:t>
            </w:r>
            <w:proofErr w:type="spellEnd"/>
            <w:proofErr w:type="gram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2343" w:type="dxa"/>
            <w:gridSpan w:val="3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(по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1843" w:type="dxa"/>
            <w:gridSpan w:val="2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выполнения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(по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справочникам)</w:t>
            </w:r>
          </w:p>
        </w:tc>
        <w:tc>
          <w:tcPr>
            <w:tcW w:w="3399" w:type="dxa"/>
            <w:gridSpan w:val="4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gridSpan w:val="3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Значение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553" w:type="dxa"/>
            <w:gridSpan w:val="3"/>
            <w:shd w:val="clear" w:color="auto" w:fill="FFFFFF"/>
          </w:tcPr>
          <w:p w:rsidR="00C94911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Размер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платы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461778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(цена,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тариф)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17" w:type="dxa"/>
            <w:gridSpan w:val="2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Допустимые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(возможные)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отклонения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от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установ</w:t>
            </w:r>
            <w:proofErr w:type="spellEnd"/>
            <w:r w:rsid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ленных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показателей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  <w:proofErr w:type="gramEnd"/>
          </w:p>
        </w:tc>
      </w:tr>
      <w:tr w:rsidR="003279C6" w:rsidRPr="00461778" w:rsidTr="00EF2B00">
        <w:tc>
          <w:tcPr>
            <w:tcW w:w="106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461778">
              <w:rPr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но-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писа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61778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461778" w:rsidRDefault="003279C6" w:rsidP="00461778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очеред</w:t>
            </w:r>
            <w:proofErr w:type="spellEnd"/>
            <w:r w:rsidR="00C94911"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proofErr w:type="gram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r w:rsidR="00461778">
              <w:rPr>
                <w:bCs/>
                <w:color w:val="000000"/>
                <w:kern w:val="2"/>
                <w:sz w:val="24"/>
                <w:szCs w:val="24"/>
              </w:rPr>
              <w:t>-со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вый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spacing w:val="-12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spacing w:val="-2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2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очере</w:t>
            </w:r>
            <w:r w:rsidR="00461778">
              <w:rPr>
                <w:bCs/>
                <w:color w:val="000000"/>
                <w:kern w:val="2"/>
                <w:sz w:val="24"/>
                <w:szCs w:val="24"/>
              </w:rPr>
              <w:t>-д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ной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финан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gramEnd"/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совый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год)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(1-й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852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20__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(2-й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плано</w:t>
            </w:r>
            <w:proofErr w:type="spellEnd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вого</w:t>
            </w:r>
            <w:proofErr w:type="spell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spacing w:val="-16"/>
                <w:kern w:val="2"/>
                <w:sz w:val="24"/>
                <w:szCs w:val="24"/>
              </w:rPr>
              <w:t>периода)</w:t>
            </w:r>
          </w:p>
        </w:tc>
        <w:tc>
          <w:tcPr>
            <w:tcW w:w="1417" w:type="dxa"/>
            <w:gridSpan w:val="2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461778" w:rsidTr="00EF2B00">
        <w:tc>
          <w:tcPr>
            <w:tcW w:w="106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________</w:t>
            </w:r>
            <w:r w:rsidR="00461778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  <w:r w:rsidR="00461778">
              <w:rPr>
                <w:color w:val="000000"/>
                <w:kern w:val="2"/>
                <w:sz w:val="24"/>
                <w:szCs w:val="24"/>
              </w:rPr>
              <w:t>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нова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61778">
              <w:rPr>
                <w:color w:val="000000"/>
                <w:kern w:val="2"/>
                <w:sz w:val="24"/>
                <w:szCs w:val="24"/>
              </w:rPr>
              <w:t>пока</w:t>
            </w:r>
            <w:r w:rsidR="00461778">
              <w:rPr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за</w:t>
            </w:r>
            <w:proofErr w:type="gramEnd"/>
            <w:r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  <w:r w:rsidR="00461778">
              <w:rPr>
                <w:color w:val="000000"/>
                <w:kern w:val="2"/>
                <w:sz w:val="24"/>
                <w:szCs w:val="24"/>
              </w:rPr>
              <w:t>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61778">
              <w:rPr>
                <w:color w:val="000000"/>
                <w:kern w:val="2"/>
                <w:sz w:val="24"/>
                <w:szCs w:val="24"/>
              </w:rPr>
              <w:t>пока</w:t>
            </w:r>
            <w:r w:rsidR="00461778">
              <w:rPr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за</w:t>
            </w:r>
            <w:proofErr w:type="gramEnd"/>
            <w:r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proofErr w:type="spellEnd"/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нова-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показа-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теля)</w:t>
            </w:r>
            <w:r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3279C6" w:rsidRPr="00461778" w:rsidRDefault="003279C6" w:rsidP="00953B67">
            <w:pPr>
              <w:spacing w:line="228" w:lineRule="auto"/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proofErr w:type="gramStart"/>
            <w:r w:rsidRPr="00461778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C94911" w:rsidRPr="00461778">
              <w:rPr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color w:val="000000"/>
                <w:kern w:val="2"/>
                <w:sz w:val="24"/>
                <w:szCs w:val="24"/>
              </w:rPr>
              <w:t>нование</w:t>
            </w:r>
            <w:proofErr w:type="spellEnd"/>
            <w:proofErr w:type="gramEnd"/>
          </w:p>
          <w:p w:rsidR="003279C6" w:rsidRPr="00461778" w:rsidRDefault="00461778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показа-те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ля)</w:t>
            </w:r>
            <w:r w:rsidR="003279C6" w:rsidRPr="00461778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990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Наиме-нова</w:t>
            </w:r>
            <w:r w:rsidR="00461778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r w:rsidRPr="00461778">
              <w:rPr>
                <w:bCs/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461778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color w:val="000000"/>
                <w:spacing w:val="-16"/>
                <w:kern w:val="2"/>
                <w:sz w:val="24"/>
                <w:szCs w:val="24"/>
              </w:rPr>
              <w:t>ОКЕИ</w:t>
            </w:r>
            <w:r w:rsidRPr="00461778">
              <w:rPr>
                <w:color w:val="000000"/>
                <w:spacing w:val="-16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0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461778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про-цен-</w:t>
            </w:r>
          </w:p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61778">
              <w:rPr>
                <w:color w:val="000000"/>
                <w:kern w:val="2"/>
                <w:sz w:val="24"/>
                <w:szCs w:val="24"/>
              </w:rPr>
              <w:t>тах</w:t>
            </w:r>
            <w:proofErr w:type="spellEnd"/>
          </w:p>
        </w:tc>
        <w:tc>
          <w:tcPr>
            <w:tcW w:w="708" w:type="dxa"/>
            <w:shd w:val="clear" w:color="auto" w:fill="FFFFFF"/>
          </w:tcPr>
          <w:p w:rsidR="003279C6" w:rsidRPr="00461778" w:rsidRDefault="00461778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В</w:t>
            </w:r>
            <w:r w:rsidR="00F041DE" w:rsidRPr="00461778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461778">
              <w:rPr>
                <w:color w:val="000000"/>
                <w:kern w:val="2"/>
                <w:sz w:val="24"/>
                <w:szCs w:val="24"/>
              </w:rPr>
              <w:t>абсо</w:t>
            </w:r>
            <w:proofErr w:type="spellEnd"/>
            <w:r w:rsidR="003279C6" w:rsidRPr="00461778">
              <w:rPr>
                <w:color w:val="000000"/>
                <w:kern w:val="2"/>
                <w:sz w:val="24"/>
                <w:szCs w:val="24"/>
              </w:rPr>
              <w:t>-лют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61778">
              <w:rPr>
                <w:color w:val="000000"/>
                <w:kern w:val="2"/>
                <w:sz w:val="24"/>
                <w:szCs w:val="24"/>
              </w:rPr>
              <w:t>ных</w:t>
            </w:r>
            <w:proofErr w:type="spellEnd"/>
            <w:r w:rsidR="00F041DE" w:rsidRPr="00461778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пока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61778">
              <w:rPr>
                <w:color w:val="000000"/>
                <w:kern w:val="2"/>
                <w:sz w:val="24"/>
                <w:szCs w:val="24"/>
              </w:rPr>
              <w:t>зате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61778">
              <w:rPr>
                <w:color w:val="000000"/>
                <w:kern w:val="2"/>
                <w:sz w:val="24"/>
                <w:szCs w:val="24"/>
              </w:rPr>
              <w:t>лях</w:t>
            </w:r>
          </w:p>
        </w:tc>
      </w:tr>
      <w:tr w:rsidR="003279C6" w:rsidRPr="00461778" w:rsidTr="00EF2B00">
        <w:tc>
          <w:tcPr>
            <w:tcW w:w="106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26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17</w:t>
            </w: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18</w:t>
            </w:r>
          </w:p>
        </w:tc>
      </w:tr>
      <w:tr w:rsidR="003279C6" w:rsidRPr="00461778" w:rsidTr="00EF2B00">
        <w:tc>
          <w:tcPr>
            <w:tcW w:w="106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61778" w:rsidTr="00EF2B00">
        <w:tc>
          <w:tcPr>
            <w:tcW w:w="106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61778" w:rsidTr="00EF2B00">
        <w:tc>
          <w:tcPr>
            <w:tcW w:w="106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61778" w:rsidTr="00EF2B00">
        <w:tc>
          <w:tcPr>
            <w:tcW w:w="106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26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953B67">
      <w:pPr>
        <w:spacing w:line="228" w:lineRule="auto"/>
        <w:rPr>
          <w:color w:val="000000"/>
          <w:kern w:val="2"/>
          <w:sz w:val="24"/>
          <w:szCs w:val="24"/>
          <w:shd w:val="clear" w:color="auto" w:fill="FFFFFF"/>
        </w:rPr>
      </w:pPr>
    </w:p>
    <w:p w:rsidR="003279C6" w:rsidRPr="00461778" w:rsidRDefault="003279C6" w:rsidP="00953B67">
      <w:pPr>
        <w:spacing w:line="228" w:lineRule="auto"/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ЧАСТЬ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Прочие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муниципальном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9</w:t>
      </w:r>
    </w:p>
    <w:p w:rsidR="003279C6" w:rsidRPr="00461778" w:rsidRDefault="003279C6" w:rsidP="00953B67">
      <w:pPr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Основания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(условия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порядок)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для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досрочного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прекращения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выполнения</w:t>
      </w:r>
      <w:r w:rsidR="00461778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</w:t>
      </w:r>
    </w:p>
    <w:p w:rsidR="003279C6" w:rsidRPr="00461778" w:rsidRDefault="003279C6" w:rsidP="00524ACE">
      <w:pPr>
        <w:spacing w:line="228" w:lineRule="auto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  <w:r w:rsidR="00524ACE">
        <w:rPr>
          <w:color w:val="000000"/>
          <w:kern w:val="2"/>
          <w:sz w:val="28"/>
          <w:szCs w:val="28"/>
          <w:shd w:val="clear" w:color="auto" w:fill="FFFFFF"/>
        </w:rPr>
        <w:t>2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.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Иная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информация,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необходимая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для</w:t>
      </w:r>
      <w:r w:rsidR="00F041DE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color w:val="000000"/>
          <w:kern w:val="2"/>
          <w:sz w:val="28"/>
          <w:szCs w:val="28"/>
          <w:shd w:val="clear" w:color="auto" w:fill="FFFFFF"/>
        </w:rPr>
        <w:t>выполнения</w:t>
      </w:r>
      <w:r w:rsidR="00461778" w:rsidRPr="00461778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(</w:t>
      </w:r>
      <w:proofErr w:type="gramStart"/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контроля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</w:t>
      </w:r>
      <w:proofErr w:type="gramEnd"/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выполнением)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</w:t>
      </w:r>
    </w:p>
    <w:p w:rsidR="003279C6" w:rsidRPr="00461778" w:rsidRDefault="003279C6" w:rsidP="00953B67">
      <w:pPr>
        <w:spacing w:line="228" w:lineRule="auto"/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A01569" w:rsidRPr="00A01569" w:rsidRDefault="00A01569" w:rsidP="00953B67">
      <w:pPr>
        <w:spacing w:line="228" w:lineRule="auto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3279C6" w:rsidRDefault="003279C6" w:rsidP="00953B67">
      <w:pPr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Порядок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proofErr w:type="gramStart"/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контроля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</w:t>
      </w:r>
      <w:proofErr w:type="gramEnd"/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выполнением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</w:p>
    <w:p w:rsidR="00524ACE" w:rsidRPr="00461778" w:rsidRDefault="00524ACE" w:rsidP="00953B67">
      <w:pPr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2"/>
        <w:gridCol w:w="4263"/>
        <w:gridCol w:w="6334"/>
      </w:tblGrid>
      <w:tr w:rsidR="003279C6" w:rsidRPr="00461778" w:rsidTr="00524ACE">
        <w:tc>
          <w:tcPr>
            <w:tcW w:w="426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Формы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контроля</w:t>
            </w:r>
          </w:p>
        </w:tc>
        <w:tc>
          <w:tcPr>
            <w:tcW w:w="4263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Периодичность</w:t>
            </w:r>
          </w:p>
        </w:tc>
        <w:tc>
          <w:tcPr>
            <w:tcW w:w="6334" w:type="dxa"/>
            <w:shd w:val="clear" w:color="auto" w:fill="FFFFFF"/>
          </w:tcPr>
          <w:p w:rsidR="003279C6" w:rsidRPr="00461778" w:rsidRDefault="003279C6" w:rsidP="002D0894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Органы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>
              <w:rPr>
                <w:bCs/>
                <w:color w:val="000000"/>
                <w:kern w:val="2"/>
                <w:sz w:val="24"/>
                <w:szCs w:val="24"/>
              </w:rPr>
              <w:t>местного самоуправления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>города Новошахтинска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,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br/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lastRenderedPageBreak/>
              <w:t>осуществляющие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контроль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за</w:t>
            </w:r>
            <w:proofErr w:type="gramEnd"/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выполнением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EE752F" w:rsidRPr="00EE752F">
              <w:rPr>
                <w:bCs/>
                <w:color w:val="000000"/>
                <w:kern w:val="2"/>
                <w:sz w:val="24"/>
                <w:szCs w:val="24"/>
              </w:rPr>
              <w:t>муниципального</w:t>
            </w:r>
            <w:r w:rsidR="00F041DE" w:rsidRPr="00461778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задания</w:t>
            </w:r>
          </w:p>
        </w:tc>
      </w:tr>
      <w:tr w:rsidR="003279C6" w:rsidRPr="00461778" w:rsidTr="00524ACE">
        <w:tc>
          <w:tcPr>
            <w:tcW w:w="426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3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6334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61778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</w:tr>
      <w:tr w:rsidR="003279C6" w:rsidRPr="00461778" w:rsidTr="00524ACE">
        <w:tc>
          <w:tcPr>
            <w:tcW w:w="426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263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334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3279C6" w:rsidRPr="00461778" w:rsidTr="00524ACE">
        <w:tc>
          <w:tcPr>
            <w:tcW w:w="4262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263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334" w:type="dxa"/>
            <w:shd w:val="clear" w:color="auto" w:fill="FFFFFF"/>
          </w:tcPr>
          <w:p w:rsidR="003279C6" w:rsidRPr="00461778" w:rsidRDefault="003279C6" w:rsidP="00953B67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3279C6" w:rsidRPr="00461778" w:rsidRDefault="003279C6" w:rsidP="00461778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279C6">
        <w:rPr>
          <w:bCs/>
          <w:color w:val="000000"/>
          <w:kern w:val="2"/>
          <w:sz w:val="24"/>
          <w:szCs w:val="24"/>
          <w:shd w:val="clear" w:color="auto" w:fill="FFFFFF"/>
        </w:rPr>
        <w:t>4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отчетности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__________</w:t>
      </w:r>
    </w:p>
    <w:p w:rsidR="003279C6" w:rsidRPr="00461778" w:rsidRDefault="003279C6" w:rsidP="00F041DE">
      <w:pPr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4.1.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Периодичность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представления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отчетов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_________</w:t>
      </w:r>
    </w:p>
    <w:p w:rsidR="003279C6" w:rsidRPr="00461778" w:rsidRDefault="003279C6" w:rsidP="00461778">
      <w:pPr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4.2.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Сроки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представления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отчетов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</w:t>
      </w:r>
    </w:p>
    <w:p w:rsidR="003279C6" w:rsidRPr="00461778" w:rsidRDefault="003279C6" w:rsidP="00461778">
      <w:pPr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4.2.1.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Сроки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представления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предварительного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отчета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</w:t>
      </w:r>
    </w:p>
    <w:p w:rsidR="003279C6" w:rsidRPr="00461778" w:rsidRDefault="003279C6" w:rsidP="00461778">
      <w:pPr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4.3.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Иные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отчетности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</w:t>
      </w:r>
    </w:p>
    <w:p w:rsidR="003279C6" w:rsidRPr="00461778" w:rsidRDefault="003279C6" w:rsidP="00F041DE">
      <w:pPr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461778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5.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Иные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показатели,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связанные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выполнением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proofErr w:type="gramStart"/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proofErr w:type="gramEnd"/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10</w:t>
      </w:r>
      <w:r w:rsidR="00F041DE" w:rsidRPr="00461778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61778">
        <w:rPr>
          <w:bCs/>
          <w:color w:val="000000"/>
          <w:kern w:val="2"/>
          <w:sz w:val="28"/>
          <w:szCs w:val="28"/>
          <w:shd w:val="clear" w:color="auto" w:fill="FFFFFF"/>
        </w:rPr>
        <w:t>__________</w:t>
      </w:r>
      <w:r w:rsid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</w:t>
      </w:r>
    </w:p>
    <w:p w:rsidR="003279C6" w:rsidRPr="00461778" w:rsidRDefault="003279C6" w:rsidP="00F041DE">
      <w:pPr>
        <w:rPr>
          <w:color w:val="000000"/>
          <w:kern w:val="2"/>
          <w:sz w:val="28"/>
          <w:szCs w:val="28"/>
        </w:rPr>
      </w:pPr>
      <w:r w:rsidRPr="00461778">
        <w:rPr>
          <w:color w:val="000000"/>
          <w:kern w:val="2"/>
          <w:sz w:val="28"/>
          <w:szCs w:val="28"/>
        </w:rPr>
        <w:t>__________________________________________________________________________________________________________</w:t>
      </w:r>
    </w:p>
    <w:p w:rsidR="003279C6" w:rsidRPr="00A01569" w:rsidRDefault="003B7172" w:rsidP="003B7172">
      <w:pPr>
        <w:ind w:firstLine="709"/>
        <w:rPr>
          <w:color w:val="000000"/>
          <w:kern w:val="2"/>
          <w:sz w:val="16"/>
          <w:szCs w:val="16"/>
        </w:rPr>
      </w:pPr>
      <w:r>
        <w:rPr>
          <w:color w:val="000000"/>
          <w:kern w:val="2"/>
          <w:sz w:val="28"/>
          <w:szCs w:val="28"/>
        </w:rPr>
        <w:t>_______________________</w:t>
      </w:r>
    </w:p>
    <w:p w:rsidR="003279C6" w:rsidRPr="007E66F3" w:rsidRDefault="003279C6" w:rsidP="007E66F3">
      <w:pPr>
        <w:ind w:firstLine="709"/>
        <w:jc w:val="both"/>
        <w:rPr>
          <w:kern w:val="2"/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1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Номер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присваивается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информационной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системе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«Единая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автоматизированная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система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управления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общественными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финансами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Ростовской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области»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случае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формирования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kern w:val="2"/>
          <w:sz w:val="28"/>
          <w:szCs w:val="28"/>
          <w:shd w:val="clear" w:color="auto" w:fill="FFFFFF"/>
        </w:rPr>
        <w:br/>
      </w:r>
      <w:r w:rsidRPr="007E66F3">
        <w:rPr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бумажном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носителе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–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присваивается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последовательно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соответствии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сквозной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нумерацией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.</w:t>
      </w:r>
    </w:p>
    <w:p w:rsidR="003279C6" w:rsidRPr="007E66F3" w:rsidRDefault="003279C6" w:rsidP="007E66F3">
      <w:pPr>
        <w:ind w:firstLine="709"/>
        <w:jc w:val="both"/>
        <w:rPr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  <w:proofErr w:type="gramStart"/>
      <w:r w:rsidR="00C94911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  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</w:t>
      </w:r>
      <w:proofErr w:type="gramEnd"/>
      <w:r w:rsidRPr="007E66F3">
        <w:rPr>
          <w:color w:val="000000"/>
          <w:kern w:val="2"/>
          <w:sz w:val="28"/>
          <w:szCs w:val="28"/>
          <w:shd w:val="clear" w:color="auto" w:fill="FFFFFF"/>
        </w:rPr>
        <w:t>ормируется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 xml:space="preserve">муниципальной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(услуг)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содержит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оказанию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 xml:space="preserve">муниципальной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(услуг)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раздельно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каждой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из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указанием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порядкового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номера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раздела.</w:t>
      </w:r>
    </w:p>
    <w:p w:rsidR="003279C6" w:rsidRPr="007E66F3" w:rsidRDefault="003279C6" w:rsidP="007E66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общероссийских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базовых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(отраслевых)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перечнях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региональном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перечне,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sz w:val="28"/>
          <w:szCs w:val="28"/>
        </w:rPr>
        <w:t>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отсутствии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дополнение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ним</w:t>
      </w:r>
      <w:r w:rsidR="00F041DE" w:rsidRPr="007E66F3">
        <w:rPr>
          <w:sz w:val="28"/>
          <w:szCs w:val="28"/>
        </w:rPr>
        <w:t xml:space="preserve"> </w:t>
      </w:r>
      <w:r w:rsidR="00C94911">
        <w:rPr>
          <w:sz w:val="28"/>
          <w:szCs w:val="28"/>
        </w:rPr>
        <w:t>–</w:t>
      </w:r>
      <w:r w:rsidR="00F041DE" w:rsidRPr="007E66F3">
        <w:rPr>
          <w:sz w:val="28"/>
          <w:szCs w:val="28"/>
        </w:rPr>
        <w:t xml:space="preserve"> </w:t>
      </w:r>
      <w:r w:rsidR="003B7172">
        <w:rPr>
          <w:sz w:val="28"/>
          <w:szCs w:val="28"/>
        </w:rPr>
        <w:t xml:space="preserve">в соответствии с </w:t>
      </w:r>
      <w:r w:rsidRPr="007E66F3">
        <w:rPr>
          <w:sz w:val="28"/>
          <w:szCs w:val="28"/>
        </w:rPr>
        <w:t>показателями,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характеризующими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качество,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установленными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необходимости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органом,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осуществляющим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функции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полномочия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учредителя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бюджетных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автономных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учреждений,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главным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распорядителем</w:t>
      </w:r>
      <w:r w:rsidR="00F041DE" w:rsidRPr="007E66F3">
        <w:rPr>
          <w:sz w:val="28"/>
          <w:szCs w:val="28"/>
        </w:rPr>
        <w:t xml:space="preserve"> </w:t>
      </w:r>
      <w:r w:rsidR="002D0894">
        <w:rPr>
          <w:sz w:val="28"/>
          <w:szCs w:val="28"/>
        </w:rPr>
        <w:t xml:space="preserve">бюджетных </w:t>
      </w:r>
      <w:r w:rsidRPr="007E66F3">
        <w:rPr>
          <w:sz w:val="28"/>
          <w:szCs w:val="28"/>
        </w:rPr>
        <w:t>средств</w:t>
      </w:r>
      <w:proofErr w:type="gramStart"/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,</w:t>
      </w:r>
      <w:proofErr w:type="gramEnd"/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ведении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которого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находятся</w:t>
      </w:r>
      <w:r w:rsidR="00F041DE" w:rsidRPr="007E66F3">
        <w:rPr>
          <w:sz w:val="28"/>
          <w:szCs w:val="28"/>
        </w:rPr>
        <w:t xml:space="preserve"> </w:t>
      </w:r>
      <w:r w:rsidR="002D0894">
        <w:rPr>
          <w:sz w:val="28"/>
          <w:szCs w:val="28"/>
        </w:rPr>
        <w:t>муниципальные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казенные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учреждения,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единицы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измерения.</w:t>
      </w:r>
    </w:p>
    <w:p w:rsidR="003279C6" w:rsidRPr="007E66F3" w:rsidRDefault="003279C6" w:rsidP="007E66F3">
      <w:pPr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4</w:t>
      </w:r>
      <w:r w:rsidR="00F041DE" w:rsidRPr="007E66F3">
        <w:rPr>
          <w:b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соответствии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общероссийскими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базовыми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(отраслевыми)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перечнями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региональным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перечнем.</w:t>
      </w:r>
    </w:p>
    <w:p w:rsidR="003279C6" w:rsidRPr="007E66F3" w:rsidRDefault="003279C6" w:rsidP="007E66F3">
      <w:pPr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lastRenderedPageBreak/>
        <w:t>5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соответствии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кодом,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общероссийских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базовых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(отраслевых)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перечнях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региональном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перечне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наличии).</w:t>
      </w:r>
    </w:p>
    <w:p w:rsidR="003279C6" w:rsidRPr="007E66F3" w:rsidRDefault="003279C6" w:rsidP="007E66F3">
      <w:pPr>
        <w:ind w:firstLine="709"/>
        <w:jc w:val="both"/>
        <w:outlineLvl w:val="3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6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случае,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если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для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устанавливаются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различные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показатели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допустимых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(возможных)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если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устанавливаются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абсолютных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величинах.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случаях,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если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единицей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объема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является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целом,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показатель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указывается.</w:t>
      </w:r>
    </w:p>
    <w:p w:rsidR="003279C6" w:rsidRPr="007E66F3" w:rsidRDefault="003279C6" w:rsidP="007E66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7</w:t>
      </w:r>
      <w:proofErr w:type="gramStart"/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</w:t>
      </w:r>
      <w:proofErr w:type="gramEnd"/>
      <w:r w:rsidRPr="007E66F3">
        <w:rPr>
          <w:sz w:val="28"/>
          <w:szCs w:val="28"/>
        </w:rPr>
        <w:t>аполняется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случае,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если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осуществляется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платной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основе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соответствии</w:t>
      </w:r>
      <w:r w:rsidR="00F041DE" w:rsidRPr="007E66F3">
        <w:rPr>
          <w:sz w:val="28"/>
          <w:szCs w:val="28"/>
        </w:rPr>
        <w:t xml:space="preserve"> </w:t>
      </w:r>
      <w:r w:rsidR="00C94911">
        <w:rPr>
          <w:sz w:val="28"/>
          <w:szCs w:val="28"/>
        </w:rPr>
        <w:br/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законодательством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Российской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Федерации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Ростовской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области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рамках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платной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основе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сверх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установленного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указанный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показатель</w:t>
      </w:r>
      <w:r w:rsidR="00F041DE" w:rsidRPr="007E66F3">
        <w:rPr>
          <w:sz w:val="28"/>
          <w:szCs w:val="28"/>
        </w:rPr>
        <w:t xml:space="preserve"> </w:t>
      </w:r>
      <w:r w:rsidR="00C94911">
        <w:rPr>
          <w:sz w:val="28"/>
          <w:szCs w:val="28"/>
        </w:rPr>
        <w:br/>
      </w:r>
      <w:r w:rsidRPr="007E66F3">
        <w:rPr>
          <w:sz w:val="28"/>
          <w:szCs w:val="28"/>
        </w:rPr>
        <w:t>не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формируется.</w:t>
      </w:r>
    </w:p>
    <w:p w:rsidR="003279C6" w:rsidRPr="007E66F3" w:rsidRDefault="003279C6" w:rsidP="007E66F3">
      <w:pPr>
        <w:ind w:firstLine="709"/>
        <w:jc w:val="both"/>
        <w:outlineLvl w:val="3"/>
        <w:rPr>
          <w:kern w:val="2"/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8</w:t>
      </w:r>
      <w:proofErr w:type="gramStart"/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</w:t>
      </w:r>
      <w:proofErr w:type="gramEnd"/>
      <w:r w:rsidRPr="007E66F3">
        <w:rPr>
          <w:color w:val="000000"/>
          <w:kern w:val="2"/>
          <w:sz w:val="28"/>
          <w:szCs w:val="28"/>
          <w:shd w:val="clear" w:color="auto" w:fill="FFFFFF"/>
        </w:rPr>
        <w:t>ормируется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 xml:space="preserve">муниципальной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(работ)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содержит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выполнению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(работ)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раздельно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каждой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из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указанием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порядкового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номера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раздела.</w:t>
      </w:r>
    </w:p>
    <w:p w:rsidR="003279C6" w:rsidRPr="007E66F3" w:rsidRDefault="003279C6" w:rsidP="007E66F3">
      <w:pPr>
        <w:ind w:firstLine="709"/>
        <w:jc w:val="both"/>
        <w:rPr>
          <w:kern w:val="2"/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9</w:t>
      </w:r>
      <w:proofErr w:type="gramStart"/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</w:t>
      </w:r>
      <w:proofErr w:type="gramEnd"/>
      <w:r w:rsidRPr="007E66F3">
        <w:rPr>
          <w:color w:val="000000"/>
          <w:kern w:val="2"/>
          <w:sz w:val="28"/>
          <w:szCs w:val="28"/>
          <w:shd w:val="clear" w:color="auto" w:fill="FFFFFF"/>
        </w:rPr>
        <w:t>аполняется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целом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A9101F">
        <w:rPr>
          <w:color w:val="000000"/>
          <w:kern w:val="2"/>
          <w:sz w:val="28"/>
          <w:szCs w:val="28"/>
          <w:shd w:val="clear" w:color="auto" w:fill="FFFFFF"/>
        </w:rPr>
        <w:t>муниципальному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заданию.</w:t>
      </w:r>
    </w:p>
    <w:p w:rsidR="003279C6" w:rsidRPr="007E66F3" w:rsidRDefault="003279C6" w:rsidP="007E66F3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10</w:t>
      </w:r>
      <w:proofErr w:type="gramStart"/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proofErr w:type="gramEnd"/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числе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показателей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может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быть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допустимое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(возможное)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sz w:val="28"/>
          <w:szCs w:val="28"/>
        </w:rPr>
        <w:t>(части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задания)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пределах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которого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sz w:val="28"/>
          <w:szCs w:val="28"/>
        </w:rPr>
        <w:t>(его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часть)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считается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sz w:val="28"/>
          <w:szCs w:val="28"/>
        </w:rPr>
        <w:t>(выполненной)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принятии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органом,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осуществляющим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функции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полномочия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учредителя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отношении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бюджетных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автономных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учреждений,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главным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распорядителем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A9101F">
        <w:rPr>
          <w:color w:val="000000"/>
          <w:kern w:val="2"/>
          <w:sz w:val="28"/>
          <w:szCs w:val="28"/>
          <w:shd w:val="clear" w:color="auto" w:fill="FFFFFF"/>
        </w:rPr>
        <w:t xml:space="preserve">бюджетных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средств,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ведении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которого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находятся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A9101F">
        <w:rPr>
          <w:color w:val="000000"/>
          <w:kern w:val="2"/>
          <w:sz w:val="28"/>
          <w:szCs w:val="28"/>
          <w:shd w:val="clear" w:color="auto" w:fill="FFFFFF"/>
        </w:rPr>
        <w:t>муниципальные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казенные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учреждения,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решения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допустимого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(возможного)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пределах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которого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считается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выполненным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C94911">
        <w:rPr>
          <w:color w:val="000000"/>
          <w:kern w:val="2"/>
          <w:sz w:val="28"/>
          <w:szCs w:val="28"/>
          <w:shd w:val="clear" w:color="auto" w:fill="FFFFFF"/>
        </w:rPr>
        <w:br/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процентах).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этом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случае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допустимые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(возможные)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отклонения,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предусмотренные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пунктах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3.1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3.2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настоящего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задания,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заполняются.</w:t>
      </w:r>
      <w:r w:rsidR="00F041DE" w:rsidRPr="007E66F3">
        <w:rPr>
          <w:sz w:val="28"/>
          <w:szCs w:val="28"/>
        </w:rPr>
        <w:t xml:space="preserve"> </w:t>
      </w:r>
      <w:proofErr w:type="gramStart"/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случае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требования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представлении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ежемесячных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ежеквартальных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отчетов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выполнении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числе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устанавливаются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процентах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годового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абсолютных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величинах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для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целом,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так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относительно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части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числе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учетом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неравномерного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proofErr w:type="gramEnd"/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течение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календарного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года)</w:t>
      </w:r>
      <w:proofErr w:type="gramStart"/>
      <w:r w:rsidRPr="007E66F3">
        <w:rPr>
          <w:sz w:val="28"/>
          <w:szCs w:val="28"/>
        </w:rPr>
        <w:t>.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»</w:t>
      </w:r>
      <w:proofErr w:type="gramEnd"/>
      <w:r w:rsidRPr="007E66F3">
        <w:rPr>
          <w:color w:val="000000"/>
          <w:kern w:val="2"/>
          <w:sz w:val="28"/>
          <w:szCs w:val="28"/>
          <w:shd w:val="clear" w:color="auto" w:fill="FFFFFF"/>
        </w:rPr>
        <w:t>.</w:t>
      </w:r>
    </w:p>
    <w:p w:rsidR="003279C6" w:rsidRPr="003279C6" w:rsidRDefault="003279C6" w:rsidP="00F041DE">
      <w:pPr>
        <w:autoSpaceDE w:val="0"/>
        <w:autoSpaceDN w:val="0"/>
        <w:ind w:firstLine="709"/>
        <w:jc w:val="both"/>
        <w:rPr>
          <w:kern w:val="2"/>
          <w:sz w:val="28"/>
          <w:szCs w:val="28"/>
        </w:rPr>
      </w:pPr>
    </w:p>
    <w:p w:rsidR="003279C6" w:rsidRPr="003279C6" w:rsidRDefault="003279C6" w:rsidP="00EF2B00">
      <w:pPr>
        <w:pageBreakBefore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lastRenderedPageBreak/>
        <w:t>1.3.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Приложение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№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2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изложить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редакции:</w:t>
      </w:r>
    </w:p>
    <w:p w:rsidR="003279C6" w:rsidRPr="003279C6" w:rsidRDefault="003279C6" w:rsidP="00F041DE">
      <w:pPr>
        <w:autoSpaceDE w:val="0"/>
        <w:autoSpaceDN w:val="0"/>
        <w:ind w:firstLine="709"/>
        <w:jc w:val="both"/>
        <w:rPr>
          <w:kern w:val="2"/>
          <w:sz w:val="28"/>
          <w:szCs w:val="28"/>
        </w:rPr>
      </w:pPr>
    </w:p>
    <w:p w:rsidR="003279C6" w:rsidRPr="003279C6" w:rsidRDefault="003279C6" w:rsidP="00F041DE">
      <w:pPr>
        <w:autoSpaceDE w:val="0"/>
        <w:autoSpaceDN w:val="0"/>
        <w:ind w:left="9639"/>
        <w:jc w:val="center"/>
        <w:outlineLvl w:val="1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«Приложение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№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2</w:t>
      </w:r>
    </w:p>
    <w:p w:rsidR="003279C6" w:rsidRPr="003279C6" w:rsidRDefault="003279C6" w:rsidP="00F041DE">
      <w:pPr>
        <w:autoSpaceDE w:val="0"/>
        <w:autoSpaceDN w:val="0"/>
        <w:ind w:left="9639"/>
        <w:jc w:val="center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к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Положению</w:t>
      </w:r>
    </w:p>
    <w:p w:rsidR="003279C6" w:rsidRPr="003279C6" w:rsidRDefault="003279C6" w:rsidP="00F041DE">
      <w:pPr>
        <w:autoSpaceDE w:val="0"/>
        <w:autoSpaceDN w:val="0"/>
        <w:ind w:left="9639"/>
        <w:jc w:val="center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формировании</w:t>
      </w:r>
      <w:r w:rsidR="00F041DE">
        <w:rPr>
          <w:kern w:val="2"/>
          <w:sz w:val="28"/>
          <w:szCs w:val="28"/>
        </w:rPr>
        <w:t xml:space="preserve"> </w:t>
      </w:r>
      <w:r w:rsidR="00EE752F" w:rsidRPr="00EE752F">
        <w:rPr>
          <w:kern w:val="2"/>
          <w:sz w:val="28"/>
          <w:szCs w:val="28"/>
        </w:rPr>
        <w:t>муниципального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задания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на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оказание</w:t>
      </w:r>
      <w:r w:rsidR="00F041DE">
        <w:rPr>
          <w:kern w:val="2"/>
          <w:sz w:val="28"/>
          <w:szCs w:val="28"/>
        </w:rPr>
        <w:t xml:space="preserve"> </w:t>
      </w:r>
      <w:r w:rsidR="00EE752F" w:rsidRPr="00EE752F">
        <w:rPr>
          <w:kern w:val="2"/>
          <w:sz w:val="28"/>
          <w:szCs w:val="28"/>
        </w:rPr>
        <w:t>муниципальных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услуг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(выполнение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работ)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отношении</w:t>
      </w:r>
      <w:r w:rsidR="00F041DE">
        <w:rPr>
          <w:kern w:val="2"/>
          <w:sz w:val="28"/>
          <w:szCs w:val="28"/>
        </w:rPr>
        <w:t xml:space="preserve"> </w:t>
      </w:r>
      <w:r w:rsidR="00EE752F" w:rsidRPr="00EE752F">
        <w:rPr>
          <w:kern w:val="2"/>
          <w:sz w:val="28"/>
          <w:szCs w:val="28"/>
        </w:rPr>
        <w:t>муниципальных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учреждений</w:t>
      </w:r>
      <w:r w:rsidR="00F041DE">
        <w:rPr>
          <w:kern w:val="2"/>
          <w:sz w:val="28"/>
          <w:szCs w:val="28"/>
        </w:rPr>
        <w:t xml:space="preserve"> </w:t>
      </w:r>
      <w:r w:rsidR="00EE752F">
        <w:rPr>
          <w:kern w:val="2"/>
          <w:sz w:val="28"/>
          <w:szCs w:val="28"/>
        </w:rPr>
        <w:t>города Новошахтинска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финансовом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обеспечении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выполнения</w:t>
      </w:r>
      <w:r w:rsidR="00F041DE">
        <w:rPr>
          <w:kern w:val="2"/>
          <w:sz w:val="28"/>
          <w:szCs w:val="28"/>
        </w:rPr>
        <w:t xml:space="preserve"> </w:t>
      </w:r>
      <w:r w:rsidR="00EE752F" w:rsidRPr="00EE752F">
        <w:rPr>
          <w:kern w:val="2"/>
          <w:sz w:val="28"/>
          <w:szCs w:val="28"/>
        </w:rPr>
        <w:t>муниципального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задания</w:t>
      </w:r>
    </w:p>
    <w:p w:rsidR="003279C6" w:rsidRDefault="003279C6" w:rsidP="00F041DE">
      <w:pPr>
        <w:autoSpaceDE w:val="0"/>
        <w:autoSpaceDN w:val="0"/>
        <w:jc w:val="both"/>
        <w:rPr>
          <w:kern w:val="2"/>
          <w:sz w:val="22"/>
        </w:rPr>
      </w:pPr>
    </w:p>
    <w:p w:rsidR="00C94911" w:rsidRPr="003279C6" w:rsidRDefault="00C94911" w:rsidP="00F041DE">
      <w:pPr>
        <w:autoSpaceDE w:val="0"/>
        <w:autoSpaceDN w:val="0"/>
        <w:jc w:val="both"/>
        <w:rPr>
          <w:kern w:val="2"/>
          <w:sz w:val="22"/>
        </w:rPr>
      </w:pPr>
    </w:p>
    <w:p w:rsidR="003279C6" w:rsidRPr="003B7172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ОТЧЕТ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ВЫПОЛНЕНИИ</w:t>
      </w:r>
    </w:p>
    <w:p w:rsidR="003279C6" w:rsidRPr="003B7172" w:rsidRDefault="003279C6" w:rsidP="00F041DE">
      <w:pPr>
        <w:jc w:val="center"/>
        <w:outlineLvl w:val="3"/>
        <w:rPr>
          <w:bCs/>
          <w:kern w:val="2"/>
          <w:sz w:val="28"/>
          <w:szCs w:val="28"/>
        </w:rPr>
      </w:pPr>
      <w:r w:rsidRPr="003B7172"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E14AD" wp14:editId="156BEE24">
                <wp:simplePos x="0" y="0"/>
                <wp:positionH relativeFrom="column">
                  <wp:posOffset>6270625</wp:posOffset>
                </wp:positionH>
                <wp:positionV relativeFrom="paragraph">
                  <wp:posOffset>43180</wp:posOffset>
                </wp:positionV>
                <wp:extent cx="650875" cy="78740"/>
                <wp:effectExtent l="0" t="0" r="15875" b="1651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ACE" w:rsidRDefault="00524ACE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FE14AD" id="Поле 9" o:spid="_x0000_s1030" type="#_x0000_t202" style="position:absolute;left:0;text-align:left;margin-left:493.75pt;margin-top:3.4pt;width:51.25pt;height: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">
                <v:textbox>
                  <w:txbxContent>
                    <w:p w:rsidR="0068277C" w:rsidRDefault="0068277C" w:rsidP="003279C6"/>
                  </w:txbxContent>
                </v:textbox>
              </v:shape>
            </w:pict>
          </mc:Fallback>
        </mc:AlternateContent>
      </w:r>
      <w:r w:rsidR="00EE752F" w:rsidRPr="00EE752F">
        <w:t xml:space="preserve"> </w:t>
      </w:r>
      <w:r w:rsidR="00A9101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№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vertAlign w:val="superscript"/>
        </w:rPr>
        <w:t>1</w:t>
      </w:r>
    </w:p>
    <w:p w:rsidR="003279C6" w:rsidRPr="003B7172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BA4E1" wp14:editId="361148B8">
                <wp:simplePos x="0" y="0"/>
                <wp:positionH relativeFrom="column">
                  <wp:posOffset>7532370</wp:posOffset>
                </wp:positionH>
                <wp:positionV relativeFrom="paragraph">
                  <wp:posOffset>115570</wp:posOffset>
                </wp:positionV>
                <wp:extent cx="1762125" cy="2637155"/>
                <wp:effectExtent l="0" t="0" r="9525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637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d"/>
                              <w:tblW w:w="2332" w:type="dxa"/>
                              <w:tblInd w:w="-34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1056"/>
                            </w:tblGrid>
                            <w:tr w:rsidR="00524ACE" w:rsidRPr="008F4987" w:rsidTr="0068277C">
                              <w:trPr>
                                <w:trHeight w:val="128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4ACE" w:rsidRPr="008F4987" w:rsidRDefault="00524ACE" w:rsidP="0068277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524ACE" w:rsidRPr="008F4987" w:rsidRDefault="00524ACE" w:rsidP="0068277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524ACE" w:rsidRPr="008F4987" w:rsidTr="0068277C">
                              <w:trPr>
                                <w:trHeight w:val="113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ind w:left="-142"/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524ACE" w:rsidRPr="008F4987" w:rsidTr="0068277C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24ACE" w:rsidRPr="008F4987" w:rsidTr="0068277C">
                              <w:trPr>
                                <w:trHeight w:val="406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Код 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24ACE" w:rsidRPr="008F4987" w:rsidTr="0068277C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24ACE" w:rsidRPr="008F4987" w:rsidTr="0068277C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24ACE" w:rsidRPr="008F4987" w:rsidTr="0068277C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F4987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24ACE" w:rsidRPr="008F4987" w:rsidTr="0068277C">
                              <w:trPr>
                                <w:trHeight w:val="269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24ACE" w:rsidRPr="008F4987" w:rsidRDefault="00524ACE" w:rsidP="0068277C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4ACE" w:rsidRPr="008F4987" w:rsidRDefault="00524ACE" w:rsidP="0068277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4ACE" w:rsidRPr="00B72538" w:rsidRDefault="00524ACE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left:0;text-align:left;margin-left:593.1pt;margin-top:9.1pt;width:138.75pt;height:20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" stroked="f">
                <v:textbox>
                  <w:txbxContent>
                    <w:tbl>
                      <w:tblPr>
                        <w:tblStyle w:val="ad"/>
                        <w:tblW w:w="2332" w:type="dxa"/>
                        <w:tblInd w:w="-34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1056"/>
                      </w:tblGrid>
                      <w:tr w:rsidR="00524ACE" w:rsidRPr="008F4987" w:rsidTr="0068277C">
                        <w:trPr>
                          <w:trHeight w:val="128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4ACE" w:rsidRPr="008F4987" w:rsidRDefault="00524ACE" w:rsidP="0068277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bottom w:val="single" w:sz="12" w:space="0" w:color="auto"/>
                            </w:tcBorders>
                          </w:tcPr>
                          <w:p w:rsidR="00524ACE" w:rsidRPr="008F4987" w:rsidRDefault="00524ACE" w:rsidP="0068277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Коды</w:t>
                            </w:r>
                          </w:p>
                        </w:tc>
                      </w:tr>
                      <w:tr w:rsidR="00524ACE" w:rsidRPr="008F4987" w:rsidTr="0068277C">
                        <w:trPr>
                          <w:trHeight w:val="113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ind w:left="-142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Форма по ОКУД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0506501</w:t>
                            </w:r>
                          </w:p>
                        </w:tc>
                      </w:tr>
                      <w:tr w:rsidR="00524ACE" w:rsidRPr="008F4987" w:rsidTr="0068277C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24ACE" w:rsidRPr="008F4987" w:rsidTr="0068277C">
                        <w:trPr>
                          <w:trHeight w:val="406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Код по сводному реестру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24ACE" w:rsidRPr="008F4987" w:rsidTr="0068277C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24ACE" w:rsidRPr="008F4987" w:rsidTr="0068277C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24ACE" w:rsidRPr="008F4987" w:rsidTr="0068277C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F4987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24ACE" w:rsidRPr="008F4987" w:rsidTr="0068277C">
                        <w:trPr>
                          <w:trHeight w:val="269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24ACE" w:rsidRPr="008F4987" w:rsidRDefault="00524ACE" w:rsidP="0068277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4ACE" w:rsidRPr="008F4987" w:rsidRDefault="00524ACE" w:rsidP="0068277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524ACE" w:rsidRPr="00B72538" w:rsidRDefault="00524ACE" w:rsidP="003279C6"/>
                  </w:txbxContent>
                </v:textbox>
              </v:shape>
            </w:pict>
          </mc:Fallback>
        </mc:AlternateContent>
      </w:r>
    </w:p>
    <w:p w:rsidR="003279C6" w:rsidRPr="003B7172" w:rsidRDefault="003279C6" w:rsidP="00F041DE">
      <w:pPr>
        <w:tabs>
          <w:tab w:val="right" w:pos="2698"/>
        </w:tabs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год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плановый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период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годов</w:t>
      </w:r>
    </w:p>
    <w:p w:rsidR="003279C6" w:rsidRPr="003B7172" w:rsidRDefault="003279C6" w:rsidP="00F041DE">
      <w:pPr>
        <w:tabs>
          <w:tab w:val="right" w:pos="2698"/>
        </w:tabs>
        <w:jc w:val="center"/>
        <w:rPr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color w:val="000000"/>
          <w:kern w:val="2"/>
          <w:sz w:val="28"/>
          <w:szCs w:val="28"/>
          <w:shd w:val="clear" w:color="auto" w:fill="FFFFFF"/>
        </w:rPr>
        <w:t>от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«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____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»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__________________________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20___</w:t>
      </w:r>
      <w:r w:rsidR="00F041DE" w:rsidRPr="003B7172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color w:val="000000"/>
          <w:kern w:val="2"/>
          <w:sz w:val="28"/>
          <w:szCs w:val="28"/>
          <w:shd w:val="clear" w:color="auto" w:fill="FFFFFF"/>
        </w:rPr>
        <w:t>г.</w:t>
      </w:r>
    </w:p>
    <w:p w:rsidR="003279C6" w:rsidRPr="003B7172" w:rsidRDefault="003279C6" w:rsidP="00F041DE">
      <w:pPr>
        <w:tabs>
          <w:tab w:val="right" w:pos="2698"/>
        </w:tabs>
        <w:jc w:val="center"/>
        <w:rPr>
          <w:color w:val="000000"/>
          <w:kern w:val="2"/>
          <w:sz w:val="28"/>
          <w:szCs w:val="28"/>
          <w:shd w:val="clear" w:color="auto" w:fill="FFFFFF"/>
        </w:rPr>
      </w:pPr>
    </w:p>
    <w:p w:rsidR="003279C6" w:rsidRPr="003B7172" w:rsidRDefault="003279C6" w:rsidP="00F041DE">
      <w:pPr>
        <w:tabs>
          <w:tab w:val="right" w:pos="2698"/>
        </w:tabs>
        <w:jc w:val="both"/>
        <w:rPr>
          <w:kern w:val="2"/>
          <w:sz w:val="28"/>
          <w:szCs w:val="28"/>
        </w:rPr>
        <w:sectPr w:rsidR="003279C6" w:rsidRPr="003B7172" w:rsidSect="00DD20B9">
          <w:headerReference w:type="even" r:id="rId10"/>
          <w:headerReference w:type="default" r:id="rId11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</w:p>
    <w:p w:rsidR="003279C6" w:rsidRPr="003B7172" w:rsidRDefault="003279C6" w:rsidP="00F041DE">
      <w:pPr>
        <w:rPr>
          <w:kern w:val="2"/>
          <w:sz w:val="28"/>
          <w:szCs w:val="28"/>
        </w:rPr>
      </w:pP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учреждения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города Новошахтинска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(обособленного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подразделения)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</w:t>
      </w:r>
      <w:r w:rsidR="008F4987">
        <w:rPr>
          <w:bCs/>
          <w:color w:val="000000"/>
          <w:kern w:val="2"/>
          <w:sz w:val="28"/>
          <w:szCs w:val="28"/>
          <w:shd w:val="clear" w:color="auto" w:fill="FFFFFF"/>
        </w:rPr>
        <w:t>______________</w:t>
      </w:r>
    </w:p>
    <w:p w:rsidR="003279C6" w:rsidRPr="003B7172" w:rsidRDefault="00F041DE" w:rsidP="00F041DE">
      <w:pPr>
        <w:rPr>
          <w:color w:val="000000"/>
          <w:kern w:val="2"/>
          <w:sz w:val="28"/>
          <w:szCs w:val="28"/>
        </w:rPr>
      </w:pPr>
      <w:r w:rsidRPr="003B7172">
        <w:rPr>
          <w:color w:val="000000"/>
          <w:kern w:val="2"/>
          <w:sz w:val="28"/>
          <w:szCs w:val="28"/>
        </w:rPr>
        <w:t xml:space="preserve"> </w:t>
      </w:r>
      <w:r w:rsidR="003279C6" w:rsidRPr="003B7172">
        <w:rPr>
          <w:color w:val="000000"/>
          <w:kern w:val="2"/>
          <w:sz w:val="28"/>
          <w:szCs w:val="28"/>
        </w:rPr>
        <w:t>_____________________________________________________________________________________________________</w:t>
      </w: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Виды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деятельности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учреждения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города Новошахтинска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(обособленного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подразделения)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</w:t>
      </w:r>
      <w:r w:rsidR="008F4987">
        <w:rPr>
          <w:bCs/>
          <w:color w:val="000000"/>
          <w:kern w:val="2"/>
          <w:sz w:val="28"/>
          <w:szCs w:val="28"/>
          <w:shd w:val="clear" w:color="auto" w:fill="FFFFFF"/>
        </w:rPr>
        <w:t>_____________</w:t>
      </w:r>
    </w:p>
    <w:p w:rsidR="003279C6" w:rsidRPr="003B7172" w:rsidRDefault="003279C6" w:rsidP="00F041DE">
      <w:pPr>
        <w:rPr>
          <w:color w:val="000000"/>
          <w:kern w:val="2"/>
          <w:sz w:val="28"/>
          <w:szCs w:val="28"/>
        </w:rPr>
      </w:pPr>
      <w:r w:rsidRPr="003B7172">
        <w:rPr>
          <w:color w:val="000000"/>
          <w:kern w:val="2"/>
          <w:sz w:val="28"/>
          <w:szCs w:val="28"/>
        </w:rPr>
        <w:t>_____________________________________________________________________________________________________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3279C6" w:rsidRDefault="003279C6" w:rsidP="00F041DE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3B7172">
        <w:rPr>
          <w:bCs/>
          <w:kern w:val="2"/>
          <w:sz w:val="28"/>
          <w:szCs w:val="28"/>
        </w:rPr>
        <w:t>Периодичность</w:t>
      </w:r>
      <w:r w:rsidR="00F041DE" w:rsidRPr="003B7172">
        <w:rPr>
          <w:bCs/>
          <w:kern w:val="2"/>
          <w:sz w:val="28"/>
          <w:szCs w:val="28"/>
        </w:rPr>
        <w:t xml:space="preserve"> </w:t>
      </w:r>
      <w:r w:rsidRPr="003B7172">
        <w:rPr>
          <w:bCs/>
          <w:kern w:val="2"/>
          <w:sz w:val="28"/>
          <w:szCs w:val="28"/>
        </w:rPr>
        <w:t>__________________________________________________________________________________________</w:t>
      </w:r>
      <w:r w:rsidR="00F041DE">
        <w:rPr>
          <w:bCs/>
          <w:kern w:val="2"/>
          <w:sz w:val="24"/>
          <w:szCs w:val="24"/>
        </w:rPr>
        <w:t xml:space="preserve"> </w:t>
      </w:r>
    </w:p>
    <w:p w:rsidR="003279C6" w:rsidRPr="003B7172" w:rsidRDefault="003279C6" w:rsidP="00F041DE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(указывается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в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соответствии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с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периодичностью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предоставления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отчета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</w:p>
    <w:p w:rsidR="003279C6" w:rsidRPr="003279C6" w:rsidRDefault="003279C6" w:rsidP="00F041DE">
      <w:pPr>
        <w:jc w:val="center"/>
        <w:outlineLvl w:val="3"/>
        <w:rPr>
          <w:bCs/>
          <w:color w:val="000000"/>
          <w:kern w:val="2"/>
          <w:shd w:val="clear" w:color="auto" w:fill="FFFFFF"/>
        </w:rPr>
        <w:sectPr w:rsidR="003279C6" w:rsidRPr="003279C6" w:rsidSect="00DD20B9">
          <w:type w:val="continuous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  <w:proofErr w:type="gramStart"/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выполнении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муниципального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задания,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установленной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в</w:t>
      </w:r>
      <w:r w:rsidR="00F041DE" w:rsidRPr="003B7172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="00A9101F" w:rsidRPr="00A9101F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муниципально</w:t>
      </w:r>
      <w:r w:rsidR="007E1DAA">
        <w:rPr>
          <w:bCs/>
          <w:color w:val="000000"/>
          <w:kern w:val="2"/>
          <w:sz w:val="24"/>
          <w:szCs w:val="24"/>
          <w:shd w:val="clear" w:color="auto" w:fill="FFFFFF"/>
        </w:rPr>
        <w:t>м</w:t>
      </w:r>
      <w:r w:rsidR="00A9101F" w:rsidRPr="00A9101F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4"/>
          <w:szCs w:val="24"/>
          <w:shd w:val="clear" w:color="auto" w:fill="FFFFFF"/>
        </w:rPr>
        <w:t>задании)</w:t>
      </w:r>
      <w:proofErr w:type="gramEnd"/>
    </w:p>
    <w:p w:rsidR="003279C6" w:rsidRPr="003B7172" w:rsidRDefault="003279C6" w:rsidP="00F041DE">
      <w:pPr>
        <w:jc w:val="center"/>
        <w:outlineLvl w:val="3"/>
        <w:rPr>
          <w:bCs/>
          <w:kern w:val="2"/>
          <w:sz w:val="28"/>
          <w:szCs w:val="28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ЧАСТЬ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об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оказываемых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муниципальных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услугах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</w:p>
    <w:p w:rsidR="003279C6" w:rsidRPr="003B7172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3279C6" w:rsidRPr="003B7172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РАЗДЕЛ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</w:t>
      </w:r>
    </w:p>
    <w:p w:rsidR="003279C6" w:rsidRPr="003B7172" w:rsidRDefault="003279C6" w:rsidP="00F041DE">
      <w:pPr>
        <w:rPr>
          <w:color w:val="000000"/>
          <w:kern w:val="2"/>
          <w:sz w:val="28"/>
          <w:szCs w:val="28"/>
        </w:rPr>
      </w:pP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noProof/>
          <w:color w:val="000000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F93C8" wp14:editId="667550CC">
                <wp:simplePos x="0" y="0"/>
                <wp:positionH relativeFrom="column">
                  <wp:posOffset>6913245</wp:posOffset>
                </wp:positionH>
                <wp:positionV relativeFrom="paragraph">
                  <wp:posOffset>77470</wp:posOffset>
                </wp:positionV>
                <wp:extent cx="2444115" cy="1194435"/>
                <wp:effectExtent l="0" t="0" r="0" b="571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1194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28" w:type="dxa"/>
                              <w:tblInd w:w="-1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94"/>
                              <w:gridCol w:w="1134"/>
                            </w:tblGrid>
                            <w:tr w:rsidR="00524ACE" w:rsidRPr="00334FCF" w:rsidTr="0068277C">
                              <w:trPr>
                                <w:trHeight w:val="1395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24ACE" w:rsidRPr="00B9607D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Код</w:t>
                                  </w:r>
                                </w:p>
                                <w:p w:rsidR="00524ACE" w:rsidRPr="00B9607D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по общеросс</w:t>
                                  </w: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ийскому</w:t>
                                  </w: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базов</w:t>
                                  </w: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ому </w:t>
                                  </w: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перечн</w:t>
                                  </w:r>
                                  <w:r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или региональному </w:t>
                                  </w:r>
                                </w:p>
                                <w:p w:rsidR="00524ACE" w:rsidRPr="00B9607D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524ACE" w:rsidRPr="00334FCF" w:rsidRDefault="00524ACE" w:rsidP="0068277C">
                                  <w:pPr>
                                    <w:pStyle w:val="Style7"/>
                                    <w:shd w:val="clear" w:color="auto" w:fill="auto"/>
                                    <w:suppressAutoHyphens/>
                                    <w:spacing w:before="0" w:after="0" w:line="240" w:lineRule="auto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24ACE" w:rsidRPr="00334FCF" w:rsidRDefault="00524ACE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4ACE" w:rsidRPr="00334FCF" w:rsidRDefault="00524ACE" w:rsidP="003279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margin-left:544.35pt;margin-top:6.1pt;width:192.45pt;height:9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" stroked="f">
                <v:textbox>
                  <w:txbxContent>
                    <w:tbl>
                      <w:tblPr>
                        <w:tblW w:w="3828" w:type="dxa"/>
                        <w:tblInd w:w="-1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94"/>
                        <w:gridCol w:w="1134"/>
                      </w:tblGrid>
                      <w:tr w:rsidR="00524ACE" w:rsidRPr="00334FCF" w:rsidTr="0068277C">
                        <w:trPr>
                          <w:trHeight w:val="1395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24ACE" w:rsidRPr="00B9607D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Код</w:t>
                            </w:r>
                          </w:p>
                          <w:p w:rsidR="00524ACE" w:rsidRPr="00B9607D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по общеросс</w:t>
                            </w: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ийскому</w:t>
                            </w: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базов</w:t>
                            </w: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ому </w:t>
                            </w: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перечн</w:t>
                            </w:r>
                            <w:r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>ю</w:t>
                            </w: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 или региональному </w:t>
                            </w:r>
                          </w:p>
                          <w:p w:rsidR="00524ACE" w:rsidRPr="00B9607D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524ACE" w:rsidRPr="00334FCF" w:rsidRDefault="00524ACE" w:rsidP="0068277C">
                            <w:pPr>
                              <w:pStyle w:val="Style7"/>
                              <w:shd w:val="clear" w:color="auto" w:fill="auto"/>
                              <w:suppressAutoHyphens/>
                              <w:spacing w:before="0" w:after="0" w:line="240" w:lineRule="auto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524ACE" w:rsidRPr="00334FCF" w:rsidRDefault="00524ACE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524ACE" w:rsidRPr="00334FCF" w:rsidRDefault="00524ACE" w:rsidP="003279C6"/>
                  </w:txbxContent>
                </v:textbox>
              </v:shape>
            </w:pict>
          </mc:Fallback>
        </mc:AlternateConten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</w:t>
      </w:r>
    </w:p>
    <w:p w:rsidR="003279C6" w:rsidRPr="003B7172" w:rsidRDefault="003279C6" w:rsidP="00F041DE">
      <w:pPr>
        <w:outlineLvl w:val="3"/>
        <w:rPr>
          <w:bCs/>
          <w:kern w:val="2"/>
          <w:sz w:val="28"/>
          <w:szCs w:val="28"/>
        </w:rPr>
      </w:pPr>
      <w:r w:rsidRPr="003B7172">
        <w:rPr>
          <w:bCs/>
          <w:kern w:val="2"/>
          <w:sz w:val="28"/>
          <w:szCs w:val="28"/>
        </w:rPr>
        <w:t>_________________________________________________________________________________________________________</w:t>
      </w: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3B7172">
        <w:rPr>
          <w:bCs/>
          <w:kern w:val="2"/>
          <w:sz w:val="28"/>
          <w:szCs w:val="28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Категории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br/>
        <w:t>_________________________________________________________________________________________________________</w:t>
      </w: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качество</w:t>
      </w:r>
    </w:p>
    <w:p w:rsidR="003279C6" w:rsidRPr="003B7172" w:rsidRDefault="002D0894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3279C6"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</w:p>
    <w:p w:rsidR="003279C6" w:rsidRPr="003B7172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3.1.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3B7172" w:rsidRDefault="003279C6" w:rsidP="00F041DE">
      <w:pPr>
        <w:rPr>
          <w:color w:val="000000"/>
          <w:kern w:val="2"/>
          <w:sz w:val="16"/>
          <w:szCs w:val="16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6"/>
        <w:gridCol w:w="969"/>
        <w:gridCol w:w="978"/>
        <w:gridCol w:w="975"/>
        <w:gridCol w:w="978"/>
        <w:gridCol w:w="966"/>
        <w:gridCol w:w="1106"/>
        <w:gridCol w:w="1112"/>
        <w:gridCol w:w="841"/>
        <w:gridCol w:w="1100"/>
        <w:gridCol w:w="969"/>
        <w:gridCol w:w="969"/>
        <w:gridCol w:w="835"/>
        <w:gridCol w:w="1127"/>
        <w:gridCol w:w="824"/>
      </w:tblGrid>
      <w:tr w:rsidR="003279C6" w:rsidRPr="003B7172" w:rsidTr="00EF2B00">
        <w:tc>
          <w:tcPr>
            <w:tcW w:w="37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Уникаль</w:t>
            </w:r>
            <w:r w:rsidR="003B7172">
              <w:rPr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номер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3B7172">
              <w:rPr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3B7172">
              <w:rPr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вой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983" w:type="pct"/>
            <w:gridSpan w:val="3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654" w:type="pct"/>
            <w:gridSpan w:val="2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2988" w:type="pct"/>
            <w:gridSpan w:val="9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услуги</w:t>
            </w:r>
          </w:p>
        </w:tc>
      </w:tr>
      <w:tr w:rsidR="003279C6" w:rsidRPr="003B7172" w:rsidTr="00EF2B00">
        <w:tc>
          <w:tcPr>
            <w:tcW w:w="37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983" w:type="pct"/>
            <w:gridSpan w:val="3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654" w:type="pct"/>
            <w:gridSpan w:val="2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vMerge w:val="restar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Н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аимено-вание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теля</w:t>
            </w:r>
          </w:p>
        </w:tc>
        <w:tc>
          <w:tcPr>
            <w:tcW w:w="657" w:type="pct"/>
            <w:gridSpan w:val="2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gridSpan w:val="3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З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начение</w:t>
            </w:r>
          </w:p>
        </w:tc>
        <w:tc>
          <w:tcPr>
            <w:tcW w:w="281" w:type="pct"/>
            <w:vMerge w:val="restar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Д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spacing w:val="-16"/>
                <w:kern w:val="2"/>
                <w:sz w:val="24"/>
                <w:szCs w:val="24"/>
              </w:rPr>
              <w:t>(</w:t>
            </w:r>
            <w:proofErr w:type="spellStart"/>
            <w:r w:rsidR="003279C6" w:rsidRPr="003B7172">
              <w:rPr>
                <w:color w:val="000000"/>
                <w:spacing w:val="-16"/>
                <w:kern w:val="2"/>
                <w:sz w:val="24"/>
                <w:szCs w:val="24"/>
              </w:rPr>
              <w:t>возмож-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79" w:type="pct"/>
            <w:vMerge w:val="restar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О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3279C6" w:rsidRPr="003B7172">
              <w:rPr>
                <w:color w:val="000000"/>
                <w:kern w:val="2"/>
                <w:sz w:val="24"/>
                <w:szCs w:val="24"/>
              </w:rPr>
              <w:t>,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превыша-ющее</w:t>
            </w:r>
            <w:proofErr w:type="spell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допусти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мое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возмож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77" w:type="pct"/>
            <w:vMerge w:val="restar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bCs/>
                <w:kern w:val="2"/>
                <w:sz w:val="24"/>
                <w:szCs w:val="24"/>
              </w:rPr>
              <w:t>П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ричи</w:t>
            </w:r>
            <w:proofErr w:type="spellEnd"/>
            <w:r>
              <w:rPr>
                <w:bCs/>
                <w:kern w:val="2"/>
                <w:sz w:val="24"/>
                <w:szCs w:val="24"/>
              </w:rPr>
              <w:t>-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на</w:t>
            </w:r>
            <w:proofErr w:type="gramEnd"/>
          </w:p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kern w:val="2"/>
                <w:sz w:val="24"/>
                <w:szCs w:val="24"/>
              </w:rPr>
              <w:t>о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ткло</w:t>
            </w:r>
            <w:proofErr w:type="spellEnd"/>
            <w:r>
              <w:rPr>
                <w:bCs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ния</w:t>
            </w:r>
            <w:proofErr w:type="gramEnd"/>
          </w:p>
        </w:tc>
      </w:tr>
      <w:tr w:rsidR="003279C6" w:rsidRPr="003B7172" w:rsidTr="00EF2B00">
        <w:tc>
          <w:tcPr>
            <w:tcW w:w="37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32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328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32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325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_________</w:t>
            </w:r>
            <w:r w:rsidR="003B7172">
              <w:rPr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color w:val="000000"/>
                <w:kern w:val="2"/>
                <w:sz w:val="24"/>
                <w:szCs w:val="24"/>
              </w:rPr>
              <w:t>наиме</w:t>
            </w:r>
            <w:r w:rsidR="003B7172">
              <w:rPr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показа-теля)</w:t>
            </w:r>
            <w:proofErr w:type="gramEnd"/>
          </w:p>
        </w:tc>
        <w:tc>
          <w:tcPr>
            <w:tcW w:w="372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Н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аимено-вание</w:t>
            </w:r>
            <w:proofErr w:type="spellEnd"/>
            <w:proofErr w:type="gramEnd"/>
          </w:p>
        </w:tc>
        <w:tc>
          <w:tcPr>
            <w:tcW w:w="283" w:type="pc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К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по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ОКЕИ</w:t>
            </w:r>
          </w:p>
        </w:tc>
        <w:tc>
          <w:tcPr>
            <w:tcW w:w="370" w:type="pc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У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тверж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дено</w:t>
            </w:r>
            <w:proofErr w:type="spellEnd"/>
            <w:proofErr w:type="gramEnd"/>
          </w:p>
          <w:p w:rsidR="003279C6" w:rsidRPr="003B7172" w:rsidRDefault="00F041DE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в</w:t>
            </w: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4725BD">
              <w:rPr>
                <w:color w:val="000000"/>
                <w:kern w:val="2"/>
                <w:sz w:val="24"/>
                <w:szCs w:val="24"/>
              </w:rPr>
              <w:t>муниципальном</w:t>
            </w: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задании</w:t>
            </w: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color w:val="000000"/>
                <w:kern w:val="2"/>
                <w:sz w:val="24"/>
                <w:szCs w:val="24"/>
              </w:rPr>
              <w:t>год</w:t>
            </w:r>
          </w:p>
        </w:tc>
        <w:tc>
          <w:tcPr>
            <w:tcW w:w="326" w:type="pct"/>
            <w:shd w:val="clear" w:color="auto" w:fill="FFFFFF"/>
          </w:tcPr>
          <w:p w:rsidR="003279C6" w:rsidRPr="003B7172" w:rsidRDefault="003B7172" w:rsidP="004725BD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У</w:t>
            </w:r>
            <w:r w:rsidR="003279C6" w:rsidRPr="003B7172">
              <w:rPr>
                <w:bCs/>
                <w:sz w:val="24"/>
                <w:szCs w:val="24"/>
              </w:rPr>
              <w:t>тверж</w:t>
            </w:r>
            <w:r>
              <w:rPr>
                <w:bCs/>
                <w:sz w:val="24"/>
                <w:szCs w:val="24"/>
              </w:rPr>
              <w:t>-</w:t>
            </w:r>
            <w:r w:rsidR="003279C6" w:rsidRPr="003B7172">
              <w:rPr>
                <w:bCs/>
                <w:sz w:val="24"/>
                <w:szCs w:val="24"/>
              </w:rPr>
              <w:t>дено</w:t>
            </w:r>
            <w:proofErr w:type="spellEnd"/>
            <w:proofErr w:type="gramEnd"/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в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4725BD">
              <w:rPr>
                <w:bCs/>
                <w:sz w:val="24"/>
                <w:szCs w:val="24"/>
              </w:rPr>
              <w:t>муниципальном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задании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на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отчет</w:t>
            </w:r>
            <w:r>
              <w:rPr>
                <w:bCs/>
                <w:sz w:val="24"/>
                <w:szCs w:val="24"/>
              </w:rPr>
              <w:t>-</w:t>
            </w:r>
            <w:proofErr w:type="spellStart"/>
            <w:r w:rsidR="003279C6" w:rsidRPr="003B7172">
              <w:rPr>
                <w:bCs/>
                <w:sz w:val="24"/>
                <w:szCs w:val="24"/>
              </w:rPr>
              <w:t>ную</w:t>
            </w:r>
            <w:proofErr w:type="spellEnd"/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дату</w:t>
            </w:r>
            <w:r w:rsidR="003279C6" w:rsidRPr="003B7172">
              <w:rPr>
                <w:bCs/>
                <w:sz w:val="24"/>
                <w:szCs w:val="24"/>
                <w:vertAlign w:val="superscript"/>
              </w:rPr>
              <w:t>3</w:t>
            </w:r>
            <w:r w:rsidR="00F041DE" w:rsidRPr="003B7172">
              <w:rPr>
                <w:bCs/>
                <w:sz w:val="24"/>
                <w:szCs w:val="24"/>
                <w:vertAlign w:val="superscript"/>
              </w:rPr>
              <w:t xml:space="preserve"> </w:t>
            </w:r>
            <w:hyperlink r:id="rId12" w:history="1">
              <w:r w:rsidR="00F041DE" w:rsidRPr="003B7172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326" w:type="pct"/>
            <w:shd w:val="clear" w:color="auto" w:fill="FFFFFF"/>
          </w:tcPr>
          <w:p w:rsidR="003279C6" w:rsidRPr="003B7172" w:rsidRDefault="003B7172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И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спол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отчет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ную</w:t>
            </w:r>
            <w:proofErr w:type="spellEnd"/>
          </w:p>
          <w:p w:rsidR="003279C6" w:rsidRPr="003B7172" w:rsidRDefault="00F041DE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дату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81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375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28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2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25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</w:tr>
      <w:tr w:rsidR="003279C6" w:rsidRPr="003B7172" w:rsidTr="00EF2B00">
        <w:tc>
          <w:tcPr>
            <w:tcW w:w="37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37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37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5" w:type="pct"/>
            <w:vMerge w:val="restar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37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9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5" w:type="pct"/>
            <w:vMerge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83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81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FFFFFF"/>
          </w:tcPr>
          <w:p w:rsidR="003279C6" w:rsidRPr="003B7172" w:rsidRDefault="003279C6" w:rsidP="00F041DE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</w:p>
        </w:tc>
      </w:tr>
    </w:tbl>
    <w:p w:rsidR="003279C6" w:rsidRPr="003B7172" w:rsidRDefault="003279C6" w:rsidP="00EF2B00">
      <w:pPr>
        <w:pageBreakBefore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bCs/>
          <w:color w:val="000000"/>
          <w:kern w:val="2"/>
          <w:sz w:val="28"/>
          <w:szCs w:val="28"/>
          <w:shd w:val="clear" w:color="auto" w:fill="FFFFFF"/>
        </w:rPr>
        <w:t>муниципальной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3B7172">
        <w:rPr>
          <w:bCs/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3B7172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</w:p>
    <w:p w:rsidR="003279C6" w:rsidRPr="004937CB" w:rsidRDefault="003279C6" w:rsidP="00F041DE">
      <w:pPr>
        <w:outlineLvl w:val="3"/>
        <w:rPr>
          <w:b/>
          <w:bCs/>
          <w:color w:val="000000"/>
          <w:kern w:val="2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9"/>
        <w:gridCol w:w="958"/>
        <w:gridCol w:w="952"/>
        <w:gridCol w:w="1088"/>
        <w:gridCol w:w="1087"/>
        <w:gridCol w:w="951"/>
        <w:gridCol w:w="951"/>
        <w:gridCol w:w="952"/>
        <w:gridCol w:w="815"/>
        <w:gridCol w:w="950"/>
        <w:gridCol w:w="816"/>
        <w:gridCol w:w="815"/>
        <w:gridCol w:w="815"/>
        <w:gridCol w:w="1088"/>
        <w:gridCol w:w="722"/>
        <w:gridCol w:w="816"/>
      </w:tblGrid>
      <w:tr w:rsidR="003279C6" w:rsidRPr="003B7172" w:rsidTr="00EF2B00">
        <w:tc>
          <w:tcPr>
            <w:tcW w:w="1135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Уникаль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proofErr w:type="gramEnd"/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реестро</w:t>
            </w:r>
            <w:proofErr w:type="spellEnd"/>
            <w:r w:rsidR="00F41AA6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вой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3124" w:type="dxa"/>
            <w:gridSpan w:val="3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proofErr w:type="gramEnd"/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gridSpan w:val="2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8265" w:type="dxa"/>
            <w:gridSpan w:val="9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2D0894" w:rsidRPr="002D0894">
              <w:rPr>
                <w:bCs/>
                <w:color w:val="000000"/>
                <w:kern w:val="2"/>
                <w:sz w:val="24"/>
                <w:szCs w:val="24"/>
              </w:rPr>
              <w:t>муниципальной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услуги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Размер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платы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(цена,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тариф)</w:t>
            </w:r>
          </w:p>
        </w:tc>
      </w:tr>
      <w:tr w:rsidR="003279C6" w:rsidRPr="003B7172" w:rsidTr="00EF2B00"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gridSpan w:val="3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З</w:t>
            </w:r>
            <w:r w:rsidR="003279C6" w:rsidRPr="003B7172">
              <w:rPr>
                <w:bCs/>
                <w:kern w:val="2"/>
                <w:sz w:val="24"/>
                <w:szCs w:val="24"/>
              </w:rPr>
              <w:t>начение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Д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возмо</w:t>
            </w:r>
            <w:r>
              <w:rPr>
                <w:color w:val="000000"/>
                <w:kern w:val="2"/>
                <w:sz w:val="24"/>
                <w:szCs w:val="24"/>
              </w:rPr>
              <w:t>-ж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color w:val="000000"/>
                <w:kern w:val="2"/>
                <w:sz w:val="24"/>
                <w:szCs w:val="24"/>
              </w:rPr>
              <w:t>О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3279C6" w:rsidRPr="003B7172">
              <w:rPr>
                <w:color w:val="000000"/>
                <w:kern w:val="2"/>
                <w:sz w:val="24"/>
                <w:szCs w:val="24"/>
              </w:rPr>
              <w:t>,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превыша-ющее</w:t>
            </w:r>
            <w:proofErr w:type="spell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допусти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мое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возмож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П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ри</w:t>
            </w:r>
            <w:r w:rsidR="00C94911" w:rsidRPr="003B7172"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чина</w:t>
            </w:r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откло</w:t>
            </w:r>
            <w:proofErr w:type="spellEnd"/>
            <w:r w:rsidR="003279C6" w:rsidRPr="003B7172">
              <w:rPr>
                <w:color w:val="000000"/>
                <w:kern w:val="2"/>
                <w:sz w:val="24"/>
                <w:szCs w:val="24"/>
              </w:rPr>
              <w:t>-нения</w:t>
            </w:r>
          </w:p>
        </w:tc>
        <w:tc>
          <w:tcPr>
            <w:tcW w:w="851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нование</w:t>
            </w:r>
            <w:proofErr w:type="spellEnd"/>
            <w:proofErr w:type="gramEnd"/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</w:t>
            </w:r>
            <w:r w:rsidR="00C94911" w:rsidRPr="003B7172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</w:t>
            </w:r>
            <w:r w:rsidR="00C94911" w:rsidRPr="003B7172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_____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наиме</w:t>
            </w:r>
            <w:r w:rsidR="00F41AA6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нование</w:t>
            </w:r>
            <w:proofErr w:type="spellEnd"/>
            <w:proofErr w:type="gramEnd"/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показа</w:t>
            </w:r>
            <w:r w:rsidR="00C94911" w:rsidRPr="003B7172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К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по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ОКЕИ</w:t>
            </w:r>
          </w:p>
        </w:tc>
        <w:tc>
          <w:tcPr>
            <w:tcW w:w="991" w:type="dxa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У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тверж-дено</w:t>
            </w:r>
            <w:proofErr w:type="spellEnd"/>
            <w:proofErr w:type="gramEnd"/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в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4725BD">
              <w:rPr>
                <w:bCs/>
                <w:color w:val="000000"/>
                <w:kern w:val="2"/>
                <w:sz w:val="24"/>
                <w:szCs w:val="24"/>
              </w:rPr>
              <w:t>муниципальном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color w:val="000000"/>
                <w:kern w:val="2"/>
                <w:sz w:val="24"/>
                <w:szCs w:val="24"/>
              </w:rPr>
              <w:t>задании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на</w:t>
            </w:r>
            <w:r w:rsidR="00F041DE" w:rsidRPr="003B7172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  <w:shd w:val="clear" w:color="auto" w:fill="FFFFFF"/>
          </w:tcPr>
          <w:p w:rsidR="003279C6" w:rsidRPr="003B7172" w:rsidRDefault="004937CB" w:rsidP="004725BD">
            <w:pPr>
              <w:spacing w:line="228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У</w:t>
            </w:r>
            <w:r w:rsidR="003279C6" w:rsidRPr="003B7172">
              <w:rPr>
                <w:bCs/>
                <w:sz w:val="24"/>
                <w:szCs w:val="24"/>
              </w:rPr>
              <w:t>твер</w:t>
            </w:r>
            <w:r>
              <w:rPr>
                <w:bCs/>
                <w:sz w:val="24"/>
                <w:szCs w:val="24"/>
              </w:rPr>
              <w:t>-</w:t>
            </w:r>
            <w:r w:rsidR="003279C6" w:rsidRPr="003B7172">
              <w:rPr>
                <w:bCs/>
                <w:sz w:val="24"/>
                <w:szCs w:val="24"/>
              </w:rPr>
              <w:t>ждено</w:t>
            </w:r>
            <w:proofErr w:type="spellEnd"/>
            <w:proofErr w:type="gramEnd"/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в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4725BD">
              <w:rPr>
                <w:bCs/>
                <w:sz w:val="24"/>
                <w:szCs w:val="24"/>
              </w:rPr>
              <w:t>муниципальном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задании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на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от</w:t>
            </w:r>
            <w:r w:rsidR="00C94911" w:rsidRPr="003B7172">
              <w:rPr>
                <w:bCs/>
                <w:sz w:val="24"/>
                <w:szCs w:val="24"/>
              </w:rPr>
              <w:t>-</w:t>
            </w:r>
            <w:r w:rsidR="003279C6" w:rsidRPr="003B7172">
              <w:rPr>
                <w:bCs/>
                <w:sz w:val="24"/>
                <w:szCs w:val="24"/>
              </w:rPr>
              <w:t>четную</w:t>
            </w:r>
            <w:r w:rsidR="00F041DE" w:rsidRPr="003B7172">
              <w:rPr>
                <w:bCs/>
                <w:sz w:val="24"/>
                <w:szCs w:val="24"/>
              </w:rPr>
              <w:t xml:space="preserve"> </w:t>
            </w:r>
            <w:r w:rsidR="003279C6" w:rsidRPr="003B7172">
              <w:rPr>
                <w:bCs/>
                <w:sz w:val="24"/>
                <w:szCs w:val="24"/>
              </w:rPr>
              <w:t>дату</w:t>
            </w:r>
            <w:r w:rsidR="003279C6" w:rsidRPr="003B7172">
              <w:rPr>
                <w:bCs/>
                <w:sz w:val="24"/>
                <w:szCs w:val="24"/>
                <w:vertAlign w:val="superscript"/>
              </w:rPr>
              <w:t>3</w:t>
            </w:r>
            <w:r w:rsidR="00F041DE" w:rsidRPr="003B7172">
              <w:rPr>
                <w:bCs/>
                <w:sz w:val="24"/>
                <w:szCs w:val="24"/>
                <w:vertAlign w:val="superscript"/>
              </w:rPr>
              <w:t xml:space="preserve"> </w:t>
            </w:r>
            <w:hyperlink r:id="rId13" w:history="1">
              <w:r w:rsidR="00F041DE" w:rsidRPr="003B7172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0" w:type="dxa"/>
            <w:shd w:val="clear" w:color="auto" w:fill="FFFFFF"/>
          </w:tcPr>
          <w:p w:rsidR="003279C6" w:rsidRPr="003B7172" w:rsidRDefault="004937CB" w:rsidP="004937CB">
            <w:pPr>
              <w:spacing w:line="228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И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спол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но</w:t>
            </w:r>
            <w:proofErr w:type="spellEnd"/>
            <w:proofErr w:type="gramEnd"/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отчет</w:t>
            </w:r>
            <w:r w:rsidR="00C94911" w:rsidRPr="003B7172"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3B7172">
              <w:rPr>
                <w:color w:val="000000"/>
                <w:kern w:val="2"/>
                <w:sz w:val="24"/>
                <w:szCs w:val="24"/>
              </w:rPr>
              <w:t>ную</w:t>
            </w:r>
            <w:proofErr w:type="spellEnd"/>
          </w:p>
          <w:p w:rsidR="003279C6" w:rsidRPr="003B7172" w:rsidRDefault="00F041DE" w:rsidP="004937CB">
            <w:pPr>
              <w:spacing w:line="228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3B7172">
              <w:rPr>
                <w:color w:val="000000"/>
                <w:kern w:val="2"/>
                <w:sz w:val="24"/>
                <w:szCs w:val="24"/>
              </w:rPr>
              <w:t>дату</w:t>
            </w:r>
            <w:r w:rsidR="003279C6" w:rsidRPr="003B7172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998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3B7172">
              <w:rPr>
                <w:color w:val="000000"/>
                <w:kern w:val="2"/>
                <w:sz w:val="24"/>
                <w:szCs w:val="24"/>
              </w:rPr>
              <w:t>16</w:t>
            </w:r>
          </w:p>
        </w:tc>
      </w:tr>
      <w:tr w:rsidR="003279C6" w:rsidRPr="003B7172" w:rsidTr="00EF2B00">
        <w:tc>
          <w:tcPr>
            <w:tcW w:w="1135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3B7172" w:rsidTr="00EF2B00">
        <w:tc>
          <w:tcPr>
            <w:tcW w:w="1135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8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3B7172" w:rsidRDefault="003279C6" w:rsidP="004937CB">
            <w:pPr>
              <w:spacing w:line="228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</w:tbl>
    <w:p w:rsidR="003279C6" w:rsidRPr="004937CB" w:rsidRDefault="003279C6" w:rsidP="00F041DE">
      <w:pPr>
        <w:jc w:val="center"/>
        <w:outlineLvl w:val="3"/>
        <w:rPr>
          <w:bCs/>
          <w:color w:val="000000"/>
          <w:kern w:val="2"/>
          <w:sz w:val="18"/>
          <w:szCs w:val="18"/>
          <w:shd w:val="clear" w:color="auto" w:fill="FFFFFF"/>
        </w:rPr>
      </w:pPr>
    </w:p>
    <w:p w:rsidR="003279C6" w:rsidRPr="004937CB" w:rsidRDefault="003279C6" w:rsidP="008E66C9">
      <w:pPr>
        <w:pageBreakBefore/>
        <w:jc w:val="center"/>
        <w:outlineLvl w:val="3"/>
        <w:rPr>
          <w:bCs/>
          <w:kern w:val="2"/>
          <w:sz w:val="28"/>
          <w:szCs w:val="28"/>
        </w:rPr>
      </w:pP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ЧАСТЬ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выполняемых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работах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7</w:t>
      </w:r>
    </w:p>
    <w:p w:rsidR="003279C6" w:rsidRPr="004937CB" w:rsidRDefault="003279C6" w:rsidP="00F041DE">
      <w:pPr>
        <w:jc w:val="center"/>
        <w:outlineLvl w:val="3"/>
        <w:rPr>
          <w:bCs/>
          <w:color w:val="000000"/>
          <w:kern w:val="2"/>
          <w:sz w:val="18"/>
          <w:szCs w:val="18"/>
          <w:shd w:val="clear" w:color="auto" w:fill="FFFFFF"/>
        </w:rPr>
      </w:pPr>
    </w:p>
    <w:p w:rsidR="003279C6" w:rsidRDefault="003279C6" w:rsidP="00F041DE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РАЗДЕЛ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____</w:t>
      </w:r>
    </w:p>
    <w:p w:rsidR="004937CB" w:rsidRPr="004937CB" w:rsidRDefault="004937CB" w:rsidP="00F041DE">
      <w:pPr>
        <w:jc w:val="center"/>
        <w:outlineLvl w:val="3"/>
        <w:rPr>
          <w:bCs/>
          <w:kern w:val="2"/>
          <w:sz w:val="28"/>
          <w:szCs w:val="28"/>
        </w:rPr>
      </w:pPr>
    </w:p>
    <w:p w:rsidR="003279C6" w:rsidRPr="004937CB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bCs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A98697" wp14:editId="2B9D1896">
                <wp:simplePos x="0" y="0"/>
                <wp:positionH relativeFrom="column">
                  <wp:posOffset>7586980</wp:posOffset>
                </wp:positionH>
                <wp:positionV relativeFrom="paragraph">
                  <wp:posOffset>53340</wp:posOffset>
                </wp:positionV>
                <wp:extent cx="1771650" cy="897255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694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3"/>
                              <w:gridCol w:w="851"/>
                            </w:tblGrid>
                            <w:tr w:rsidR="00524ACE" w:rsidRPr="0081053E" w:rsidTr="0068277C">
                              <w:trPr>
                                <w:trHeight w:val="118"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24ACE" w:rsidRPr="00684A9C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ind w:left="-250" w:right="34" w:firstLine="25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40"/>
                                      <w:rFonts w:ascii="Times New Roman" w:hAnsi="Times New Roman"/>
                                      <w:color w:val="auto"/>
                                      <w:sz w:val="24"/>
                                      <w:szCs w:val="24"/>
                                    </w:rPr>
                                    <w:t>Код</w:t>
                                  </w:r>
                                  <w:r w:rsidRPr="00684A9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по региональному</w:t>
                                  </w:r>
                                </w:p>
                                <w:p w:rsidR="00524ACE" w:rsidRPr="001069DC" w:rsidRDefault="00524ACE" w:rsidP="0068277C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684A9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перечню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24ACE" w:rsidRPr="001069DC" w:rsidRDefault="00524ACE" w:rsidP="0068277C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108" w:firstLine="65"/>
                                    <w:jc w:val="right"/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4ACE" w:rsidRPr="0081053E" w:rsidRDefault="00524ACE" w:rsidP="003279C6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3" type="#_x0000_t202" style="position:absolute;margin-left:597.4pt;margin-top:4.2pt;width:139.5pt;height:7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" stroked="f">
                <v:textbox>
                  <w:txbxContent>
                    <w:tbl>
                      <w:tblPr>
                        <w:tblW w:w="2694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3"/>
                        <w:gridCol w:w="851"/>
                      </w:tblGrid>
                      <w:tr w:rsidR="00524ACE" w:rsidRPr="0081053E" w:rsidTr="0068277C">
                        <w:trPr>
                          <w:trHeight w:val="118"/>
                        </w:trPr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24ACE" w:rsidRPr="00684A9C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ind w:left="-250" w:right="34" w:firstLine="25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40"/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Код</w:t>
                            </w:r>
                            <w:r w:rsidRPr="00684A9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 по региональному</w:t>
                            </w:r>
                          </w:p>
                          <w:p w:rsidR="00524ACE" w:rsidRPr="001069DC" w:rsidRDefault="00524ACE" w:rsidP="0068277C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b w:val="0"/>
                              </w:rPr>
                            </w:pPr>
                            <w:r w:rsidRPr="00684A9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 перечню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524ACE" w:rsidRPr="001069DC" w:rsidRDefault="00524ACE" w:rsidP="0068277C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108" w:firstLine="65"/>
                              <w:jc w:val="right"/>
                              <w:rPr>
                                <w:i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24ACE" w:rsidRPr="0081053E" w:rsidRDefault="00524ACE" w:rsidP="003279C6">
                      <w:pPr>
                        <w:ind w:hanging="142"/>
                      </w:pPr>
                    </w:p>
                  </w:txbxContent>
                </v:textbox>
              </v:shape>
            </w:pict>
          </mc:Fallback>
        </mc:AlternateConten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1.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_________________________________________________________________________________________</w:t>
      </w:r>
    </w:p>
    <w:p w:rsidR="003279C6" w:rsidRPr="004937CB" w:rsidRDefault="003279C6" w:rsidP="00F041DE">
      <w:pPr>
        <w:rPr>
          <w:color w:val="000000"/>
          <w:kern w:val="2"/>
          <w:sz w:val="28"/>
          <w:szCs w:val="28"/>
        </w:rPr>
      </w:pPr>
      <w:r w:rsidRPr="004937CB">
        <w:rPr>
          <w:color w:val="000000"/>
          <w:kern w:val="2"/>
          <w:sz w:val="28"/>
          <w:szCs w:val="28"/>
        </w:rPr>
        <w:t>______________________________________________________________________________________________________</w:t>
      </w:r>
    </w:p>
    <w:p w:rsidR="003279C6" w:rsidRPr="004937CB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2.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Категории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потребителей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___________________________________________________________________________________</w:t>
      </w:r>
      <w:r w:rsidR="004937CB">
        <w:rPr>
          <w:bCs/>
          <w:color w:val="000000"/>
          <w:kern w:val="2"/>
          <w:sz w:val="28"/>
          <w:szCs w:val="28"/>
          <w:shd w:val="clear" w:color="auto" w:fill="FFFFFF"/>
        </w:rPr>
        <w:t>___</w:t>
      </w:r>
    </w:p>
    <w:p w:rsidR="003279C6" w:rsidRPr="004937CB" w:rsidRDefault="003279C6" w:rsidP="00F041DE">
      <w:pPr>
        <w:rPr>
          <w:color w:val="000000"/>
          <w:kern w:val="2"/>
          <w:sz w:val="28"/>
          <w:szCs w:val="28"/>
        </w:rPr>
      </w:pPr>
      <w:r w:rsidRPr="004937CB">
        <w:rPr>
          <w:color w:val="000000"/>
          <w:kern w:val="2"/>
          <w:sz w:val="28"/>
          <w:szCs w:val="28"/>
        </w:rPr>
        <w:t>______________________________________________________________________________________________________</w:t>
      </w:r>
    </w:p>
    <w:p w:rsidR="003279C6" w:rsidRPr="004937CB" w:rsidRDefault="003279C6" w:rsidP="00F041DE">
      <w:pPr>
        <w:rPr>
          <w:color w:val="000000"/>
          <w:kern w:val="2"/>
          <w:sz w:val="28"/>
          <w:szCs w:val="28"/>
        </w:rPr>
      </w:pPr>
      <w:r w:rsidRPr="004937CB">
        <w:rPr>
          <w:color w:val="000000"/>
          <w:kern w:val="2"/>
          <w:sz w:val="28"/>
          <w:szCs w:val="28"/>
        </w:rPr>
        <w:t>______________________________________________________________________________________________________</w:t>
      </w:r>
    </w:p>
    <w:p w:rsidR="003279C6" w:rsidRPr="004937CB" w:rsidRDefault="003279C6" w:rsidP="008E66C9">
      <w:pPr>
        <w:tabs>
          <w:tab w:val="left" w:pos="269"/>
        </w:tabs>
        <w:spacing w:line="228" w:lineRule="auto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color w:val="000000"/>
          <w:kern w:val="2"/>
          <w:sz w:val="28"/>
          <w:szCs w:val="28"/>
          <w:shd w:val="clear" w:color="auto" w:fill="FFFFFF"/>
        </w:rPr>
        <w:t>3.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(или)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работы</w:t>
      </w:r>
    </w:p>
    <w:p w:rsidR="003279C6" w:rsidRPr="004937CB" w:rsidRDefault="003279C6" w:rsidP="008E66C9">
      <w:pPr>
        <w:autoSpaceDE w:val="0"/>
        <w:autoSpaceDN w:val="0"/>
        <w:adjustRightInd w:val="0"/>
        <w:spacing w:line="228" w:lineRule="auto"/>
        <w:jc w:val="both"/>
        <w:outlineLvl w:val="0"/>
        <w:rPr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color w:val="000000"/>
          <w:kern w:val="2"/>
          <w:sz w:val="28"/>
          <w:szCs w:val="28"/>
          <w:shd w:val="clear" w:color="auto" w:fill="FFFFFF"/>
        </w:rPr>
        <w:t>3.1.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характеризующие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качество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20__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год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плановый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период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20__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20__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годов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1______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20__</w:t>
      </w:r>
      <w:r w:rsidR="00F041DE" w:rsidRPr="004937CB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color w:val="000000"/>
          <w:kern w:val="2"/>
          <w:sz w:val="28"/>
          <w:szCs w:val="28"/>
          <w:shd w:val="clear" w:color="auto" w:fill="FFFFFF"/>
        </w:rPr>
        <w:t>г.</w:t>
      </w:r>
    </w:p>
    <w:p w:rsidR="003279C6" w:rsidRPr="004937CB" w:rsidRDefault="003279C6" w:rsidP="00F041DE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"/>
        <w:gridCol w:w="1104"/>
        <w:gridCol w:w="1110"/>
        <w:gridCol w:w="1111"/>
        <w:gridCol w:w="1111"/>
        <w:gridCol w:w="1111"/>
        <w:gridCol w:w="973"/>
        <w:gridCol w:w="972"/>
        <w:gridCol w:w="695"/>
        <w:gridCol w:w="1111"/>
        <w:gridCol w:w="973"/>
        <w:gridCol w:w="833"/>
        <w:gridCol w:w="834"/>
        <w:gridCol w:w="1111"/>
        <w:gridCol w:w="973"/>
      </w:tblGrid>
      <w:tr w:rsidR="003279C6" w:rsidRPr="004937CB" w:rsidTr="00C30544">
        <w:tc>
          <w:tcPr>
            <w:tcW w:w="860" w:type="dxa"/>
            <w:vMerge w:val="restart"/>
            <w:shd w:val="clear" w:color="auto" w:fill="FFFFFF"/>
          </w:tcPr>
          <w:p w:rsidR="003279C6" w:rsidRPr="004937CB" w:rsidRDefault="003279C6" w:rsidP="004937CB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Уни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каль-ный</w:t>
            </w:r>
            <w:proofErr w:type="spell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реест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ровой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3394" w:type="dxa"/>
            <w:gridSpan w:val="3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8649" w:type="dxa"/>
            <w:gridSpan w:val="9"/>
            <w:shd w:val="clear" w:color="auto" w:fill="FFFFFF"/>
          </w:tcPr>
          <w:p w:rsidR="003279C6" w:rsidRPr="004937CB" w:rsidRDefault="003279C6" w:rsidP="00953B67">
            <w:pPr>
              <w:tabs>
                <w:tab w:val="left" w:pos="7852"/>
              </w:tabs>
              <w:spacing w:line="230" w:lineRule="auto"/>
              <w:ind w:right="271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качества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</w:tr>
      <w:tr w:rsidR="003279C6" w:rsidRPr="004937CB" w:rsidTr="00C30544">
        <w:tc>
          <w:tcPr>
            <w:tcW w:w="860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394" w:type="dxa"/>
            <w:gridSpan w:val="3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показа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З</w:t>
            </w:r>
            <w:r w:rsidR="003279C6" w:rsidRPr="004937CB">
              <w:rPr>
                <w:bCs/>
                <w:kern w:val="2"/>
                <w:sz w:val="24"/>
                <w:szCs w:val="24"/>
              </w:rPr>
              <w:t>начение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Д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proofErr w:type="gram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(воз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мож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откло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О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3279C6" w:rsidRPr="004937CB">
              <w:rPr>
                <w:color w:val="000000"/>
                <w:kern w:val="2"/>
                <w:sz w:val="24"/>
                <w:szCs w:val="24"/>
              </w:rPr>
              <w:t>,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превыша-ющее</w:t>
            </w:r>
            <w:proofErr w:type="spell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допусти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мое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возмож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отклоне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ние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ричина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tabs>
                <w:tab w:val="left" w:pos="968"/>
              </w:tabs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откло</w:t>
            </w:r>
            <w:proofErr w:type="spellEnd"/>
            <w:r w:rsidRPr="004937CB">
              <w:rPr>
                <w:color w:val="000000"/>
                <w:kern w:val="2"/>
                <w:sz w:val="24"/>
                <w:szCs w:val="24"/>
              </w:rPr>
              <w:t>-нения</w:t>
            </w:r>
            <w:proofErr w:type="gramEnd"/>
          </w:p>
        </w:tc>
      </w:tr>
      <w:tr w:rsidR="003279C6" w:rsidRPr="004937CB" w:rsidTr="00C30544">
        <w:tc>
          <w:tcPr>
            <w:tcW w:w="860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113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993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-но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К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од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ОКЕИ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4937CB" w:rsidP="004725BD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У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тверж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дено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в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4725BD">
              <w:rPr>
                <w:bCs/>
                <w:color w:val="000000"/>
                <w:kern w:val="2"/>
                <w:sz w:val="24"/>
                <w:szCs w:val="24"/>
              </w:rPr>
              <w:t>муниципальном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задании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:rsidR="003279C6" w:rsidRPr="004937CB" w:rsidRDefault="004937CB" w:rsidP="004725BD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bCs/>
                <w:sz w:val="24"/>
                <w:szCs w:val="24"/>
              </w:rPr>
              <w:t>У</w:t>
            </w:r>
            <w:r w:rsidR="003279C6" w:rsidRPr="004937CB">
              <w:rPr>
                <w:bCs/>
                <w:sz w:val="24"/>
                <w:szCs w:val="24"/>
              </w:rPr>
              <w:t>тверж</w:t>
            </w:r>
            <w:r>
              <w:rPr>
                <w:bCs/>
                <w:sz w:val="24"/>
                <w:szCs w:val="24"/>
              </w:rPr>
              <w:t>-де</w:t>
            </w:r>
            <w:r w:rsidR="003279C6" w:rsidRPr="004937CB">
              <w:rPr>
                <w:bCs/>
                <w:sz w:val="24"/>
                <w:szCs w:val="24"/>
              </w:rPr>
              <w:t>но</w:t>
            </w:r>
            <w:proofErr w:type="spellEnd"/>
            <w:proofErr w:type="gramEnd"/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в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4725BD">
              <w:rPr>
                <w:bCs/>
                <w:sz w:val="24"/>
                <w:szCs w:val="24"/>
              </w:rPr>
              <w:t>муниципальном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задании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на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отчет</w:t>
            </w:r>
            <w:r>
              <w:rPr>
                <w:bCs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bCs/>
                <w:sz w:val="24"/>
                <w:szCs w:val="24"/>
              </w:rPr>
              <w:t>ную</w:t>
            </w:r>
            <w:proofErr w:type="spellEnd"/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дату</w:t>
            </w:r>
            <w:r w:rsidR="003279C6" w:rsidRPr="004937CB">
              <w:rPr>
                <w:bCs/>
                <w:sz w:val="24"/>
                <w:szCs w:val="24"/>
                <w:vertAlign w:val="superscript"/>
              </w:rPr>
              <w:t>3</w:t>
            </w:r>
            <w:r w:rsidR="00F041DE" w:rsidRPr="004937CB">
              <w:rPr>
                <w:bCs/>
                <w:sz w:val="24"/>
                <w:szCs w:val="24"/>
                <w:vertAlign w:val="superscript"/>
              </w:rPr>
              <w:t xml:space="preserve"> </w:t>
            </w:r>
            <w:hyperlink r:id="rId14" w:history="1">
              <w:r w:rsidR="00F041DE" w:rsidRPr="004937CB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0" w:type="dxa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спол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но</w:t>
            </w:r>
            <w:proofErr w:type="spellEnd"/>
            <w:proofErr w:type="gram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отчет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ную</w:t>
            </w:r>
            <w:proofErr w:type="spellEnd"/>
          </w:p>
          <w:p w:rsidR="003279C6" w:rsidRPr="004937CB" w:rsidRDefault="00F041DE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дату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86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127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13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</w:tr>
      <w:tr w:rsidR="003279C6" w:rsidRPr="004937CB" w:rsidTr="00C30544">
        <w:tc>
          <w:tcPr>
            <w:tcW w:w="860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860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3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860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860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27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3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953B67">
      <w:pPr>
        <w:spacing w:line="23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3279C6" w:rsidRPr="004937CB" w:rsidRDefault="003279C6" w:rsidP="008E66C9">
      <w:pPr>
        <w:pageBreakBefore/>
        <w:spacing w:line="230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lastRenderedPageBreak/>
        <w:t>3.2.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Сведения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о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фактическом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достижении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показателей,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характеризующих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объем</w:t>
      </w:r>
      <w:r w:rsidR="00F041DE" w:rsidRPr="004937C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4937CB">
        <w:rPr>
          <w:bCs/>
          <w:color w:val="000000"/>
          <w:kern w:val="2"/>
          <w:sz w:val="28"/>
          <w:szCs w:val="28"/>
          <w:shd w:val="clear" w:color="auto" w:fill="FFFFFF"/>
        </w:rPr>
        <w:t>работы</w:t>
      </w:r>
    </w:p>
    <w:p w:rsidR="003279C6" w:rsidRPr="003279C6" w:rsidRDefault="003279C6" w:rsidP="00953B67">
      <w:pPr>
        <w:spacing w:line="230" w:lineRule="auto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109"/>
        <w:gridCol w:w="1109"/>
        <w:gridCol w:w="1252"/>
        <w:gridCol w:w="1112"/>
        <w:gridCol w:w="1180"/>
        <w:gridCol w:w="791"/>
        <w:gridCol w:w="791"/>
        <w:gridCol w:w="654"/>
        <w:gridCol w:w="895"/>
        <w:gridCol w:w="984"/>
        <w:gridCol w:w="809"/>
        <w:gridCol w:w="913"/>
        <w:gridCol w:w="874"/>
        <w:gridCol w:w="826"/>
        <w:gridCol w:w="859"/>
      </w:tblGrid>
      <w:tr w:rsidR="003279C6" w:rsidRPr="004937CB" w:rsidTr="00C30544">
        <w:tc>
          <w:tcPr>
            <w:tcW w:w="238" w:type="pct"/>
            <w:vMerge w:val="restart"/>
            <w:shd w:val="clear" w:color="auto" w:fill="FFFFFF"/>
          </w:tcPr>
          <w:p w:rsidR="003279C6" w:rsidRPr="004937CB" w:rsidRDefault="003279C6" w:rsidP="00C94911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Уни-каль</w:t>
            </w:r>
            <w:r w:rsidR="00C94911" w:rsidRP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ный</w:t>
            </w:r>
            <w:proofErr w:type="spell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реест</w:t>
            </w:r>
            <w:r w:rsidR="00C94911" w:rsidRP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ровой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1167" w:type="pct"/>
            <w:gridSpan w:val="3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содержание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771" w:type="pct"/>
            <w:gridSpan w:val="2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Показатель,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характеризующий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условия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(формы)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оказания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535" w:type="pct"/>
            <w:gridSpan w:val="9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Показатель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объема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289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sz w:val="24"/>
                <w:szCs w:val="24"/>
              </w:rPr>
              <w:t>Размер</w:t>
            </w:r>
            <w:r w:rsidR="00F041DE" w:rsidRPr="004937CB">
              <w:rPr>
                <w:sz w:val="24"/>
                <w:szCs w:val="24"/>
              </w:rPr>
              <w:t xml:space="preserve"> </w:t>
            </w:r>
            <w:r w:rsidRPr="004937CB">
              <w:rPr>
                <w:sz w:val="24"/>
                <w:szCs w:val="24"/>
              </w:rPr>
              <w:t>платы</w:t>
            </w:r>
            <w:r w:rsidR="00F041DE" w:rsidRPr="004937CB">
              <w:rPr>
                <w:sz w:val="24"/>
                <w:szCs w:val="24"/>
              </w:rPr>
              <w:t xml:space="preserve"> </w:t>
            </w:r>
            <w:r w:rsidRPr="004937CB">
              <w:rPr>
                <w:sz w:val="24"/>
                <w:szCs w:val="24"/>
              </w:rPr>
              <w:t>(цена,</w:t>
            </w:r>
            <w:r w:rsidR="00F041DE" w:rsidRPr="004937CB">
              <w:rPr>
                <w:sz w:val="24"/>
                <w:szCs w:val="24"/>
              </w:rPr>
              <w:t xml:space="preserve"> </w:t>
            </w:r>
            <w:r w:rsidRPr="004937CB">
              <w:rPr>
                <w:sz w:val="24"/>
                <w:szCs w:val="24"/>
              </w:rPr>
              <w:t>тариф)</w:t>
            </w:r>
          </w:p>
        </w:tc>
      </w:tr>
      <w:tr w:rsidR="003279C6" w:rsidRPr="004937CB" w:rsidTr="00C30544">
        <w:tc>
          <w:tcPr>
            <w:tcW w:w="23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67" w:type="pct"/>
            <w:gridSpan w:val="3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1" w:type="pct"/>
            <w:gridSpan w:val="2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vMerge w:val="restart"/>
            <w:shd w:val="clear" w:color="auto" w:fill="FFFFFF"/>
          </w:tcPr>
          <w:p w:rsidR="003279C6" w:rsidRPr="004937CB" w:rsidRDefault="004937CB" w:rsidP="00FF00CC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proofErr w:type="spellEnd"/>
            <w:r w:rsidR="00FF00CC" w:rsidRP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нова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proofErr w:type="spellStart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86" w:type="pct"/>
            <w:gridSpan w:val="2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Е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диница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измерения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04" w:type="pct"/>
            <w:gridSpan w:val="3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З</w:t>
            </w:r>
            <w:r w:rsidR="003279C6" w:rsidRPr="004937CB">
              <w:rPr>
                <w:bCs/>
                <w:kern w:val="2"/>
                <w:sz w:val="24"/>
                <w:szCs w:val="24"/>
              </w:rPr>
              <w:t>начение</w:t>
            </w:r>
          </w:p>
        </w:tc>
        <w:tc>
          <w:tcPr>
            <w:tcW w:w="307" w:type="pct"/>
            <w:vMerge w:val="restar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Д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proofErr w:type="gram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8E66C9">
              <w:rPr>
                <w:color w:val="000000"/>
                <w:spacing w:val="-12"/>
                <w:kern w:val="2"/>
                <w:sz w:val="24"/>
                <w:szCs w:val="24"/>
              </w:rPr>
              <w:t>(</w:t>
            </w:r>
            <w:proofErr w:type="spellStart"/>
            <w:r w:rsidR="003279C6" w:rsidRPr="008E66C9">
              <w:rPr>
                <w:color w:val="000000"/>
                <w:spacing w:val="-12"/>
                <w:kern w:val="2"/>
                <w:sz w:val="24"/>
                <w:szCs w:val="24"/>
              </w:rPr>
              <w:t>возмож-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отклоне-ние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94" w:type="pct"/>
            <w:vMerge w:val="restar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О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ткло</w:t>
            </w:r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ние</w:t>
            </w:r>
            <w:proofErr w:type="spellEnd"/>
            <w:proofErr w:type="gramEnd"/>
            <w:r w:rsidR="003279C6" w:rsidRPr="004937CB">
              <w:rPr>
                <w:color w:val="000000"/>
                <w:kern w:val="2"/>
                <w:sz w:val="24"/>
                <w:szCs w:val="24"/>
              </w:rPr>
              <w:t>,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превы</w:t>
            </w:r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ша-ющее</w:t>
            </w:r>
            <w:proofErr w:type="spell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="003279C6" w:rsidRPr="004937CB">
              <w:rPr>
                <w:color w:val="000000"/>
                <w:kern w:val="2"/>
                <w:sz w:val="24"/>
                <w:szCs w:val="24"/>
              </w:rPr>
              <w:t>допус</w:t>
            </w:r>
            <w:r>
              <w:rPr>
                <w:color w:val="000000"/>
                <w:kern w:val="2"/>
                <w:sz w:val="24"/>
                <w:szCs w:val="24"/>
              </w:rPr>
              <w:t>-ти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мое</w:t>
            </w:r>
            <w:proofErr w:type="spellEnd"/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="003279C6" w:rsidRPr="008E66C9">
              <w:rPr>
                <w:color w:val="000000"/>
                <w:spacing w:val="-10"/>
                <w:kern w:val="2"/>
                <w:sz w:val="24"/>
                <w:szCs w:val="24"/>
              </w:rPr>
              <w:t>возмож-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ное</w:t>
            </w:r>
            <w:proofErr w:type="spellEnd"/>
            <w:r w:rsidR="003279C6" w:rsidRPr="004937CB">
              <w:rPr>
                <w:color w:val="000000"/>
                <w:kern w:val="2"/>
                <w:sz w:val="24"/>
                <w:szCs w:val="24"/>
              </w:rPr>
              <w:t>)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откло</w:t>
            </w:r>
            <w:r>
              <w:rPr>
                <w:color w:val="000000"/>
                <w:kern w:val="2"/>
                <w:sz w:val="24"/>
                <w:szCs w:val="24"/>
              </w:rPr>
              <w:t>-н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ение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78" w:type="pct"/>
            <w:vMerge w:val="restar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П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ричи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на</w:t>
            </w:r>
            <w:proofErr w:type="gramEnd"/>
          </w:p>
          <w:p w:rsidR="003279C6" w:rsidRPr="004937CB" w:rsidRDefault="008E66C9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откло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>-не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89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373" w:type="pc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42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</w:t>
            </w:r>
            <w:r w:rsidR="004937CB">
              <w:rPr>
                <w:bCs/>
                <w:color w:val="000000"/>
                <w:kern w:val="2"/>
                <w:sz w:val="24"/>
                <w:szCs w:val="24"/>
              </w:rPr>
              <w:t>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показателя)</w:t>
            </w:r>
          </w:p>
        </w:tc>
        <w:tc>
          <w:tcPr>
            <w:tcW w:w="37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теля)</w:t>
            </w:r>
            <w:proofErr w:type="gramEnd"/>
          </w:p>
        </w:tc>
        <w:tc>
          <w:tcPr>
            <w:tcW w:w="397" w:type="pc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_________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gram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(</w:t>
            </w:r>
            <w:proofErr w:type="spellStart"/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показате</w:t>
            </w:r>
            <w:proofErr w:type="spellEnd"/>
            <w:r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ля)</w:t>
            </w:r>
            <w:proofErr w:type="gramEnd"/>
          </w:p>
        </w:tc>
        <w:tc>
          <w:tcPr>
            <w:tcW w:w="266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4937CB" w:rsidP="00FF00CC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Н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аиме</w:t>
            </w:r>
            <w:r w:rsidR="00FF00CC" w:rsidRPr="004937CB">
              <w:rPr>
                <w:bCs/>
                <w:color w:val="000000"/>
                <w:kern w:val="2"/>
                <w:sz w:val="24"/>
                <w:szCs w:val="24"/>
              </w:rPr>
              <w:t>-</w:t>
            </w:r>
            <w:r w:rsidR="003279C6" w:rsidRPr="008E66C9">
              <w:rPr>
                <w:bCs/>
                <w:color w:val="000000"/>
                <w:spacing w:val="-10"/>
                <w:kern w:val="2"/>
                <w:sz w:val="24"/>
                <w:szCs w:val="24"/>
              </w:rPr>
              <w:t>нование</w:t>
            </w:r>
            <w:proofErr w:type="spellEnd"/>
            <w:proofErr w:type="gramEnd"/>
          </w:p>
        </w:tc>
        <w:tc>
          <w:tcPr>
            <w:tcW w:w="220" w:type="pct"/>
            <w:shd w:val="clear" w:color="auto" w:fill="FFFFFF"/>
          </w:tcPr>
          <w:p w:rsidR="003279C6" w:rsidRPr="004937CB" w:rsidRDefault="004937CB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</w:rPr>
              <w:t>К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од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по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color w:val="000000"/>
                <w:spacing w:val="-14"/>
                <w:kern w:val="2"/>
                <w:sz w:val="24"/>
                <w:szCs w:val="24"/>
              </w:rPr>
              <w:t>ОКЕИ</w:t>
            </w:r>
          </w:p>
        </w:tc>
        <w:tc>
          <w:tcPr>
            <w:tcW w:w="301" w:type="pc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  <w:sz w:val="24"/>
                <w:szCs w:val="24"/>
              </w:rPr>
              <w:t>У</w:t>
            </w:r>
            <w:r w:rsidR="003279C6" w:rsidRPr="004937CB">
              <w:rPr>
                <w:bCs/>
                <w:color w:val="000000"/>
                <w:kern w:val="2"/>
                <w:sz w:val="24"/>
                <w:szCs w:val="24"/>
              </w:rPr>
              <w:t>тверж-дено</w:t>
            </w:r>
            <w:proofErr w:type="spellEnd"/>
            <w:proofErr w:type="gramEnd"/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4725BD">
            <w:pPr>
              <w:spacing w:line="230" w:lineRule="auto"/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в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="004725BD">
              <w:rPr>
                <w:bCs/>
                <w:color w:val="000000"/>
                <w:kern w:val="2"/>
                <w:sz w:val="24"/>
                <w:szCs w:val="24"/>
              </w:rPr>
              <w:t>муниципальном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задании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</w:p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на</w:t>
            </w:r>
            <w:r w:rsidR="00F041DE" w:rsidRPr="004937CB">
              <w:rPr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год</w:t>
            </w:r>
          </w:p>
        </w:tc>
        <w:tc>
          <w:tcPr>
            <w:tcW w:w="331" w:type="pct"/>
            <w:shd w:val="clear" w:color="auto" w:fill="FFFFFF"/>
          </w:tcPr>
          <w:p w:rsidR="003279C6" w:rsidRPr="004937CB" w:rsidRDefault="008E66C9" w:rsidP="004725BD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У</w:t>
            </w:r>
            <w:r w:rsidR="003279C6" w:rsidRPr="004937CB">
              <w:rPr>
                <w:bCs/>
                <w:sz w:val="24"/>
                <w:szCs w:val="24"/>
              </w:rPr>
              <w:t>тверж</w:t>
            </w:r>
            <w:r>
              <w:rPr>
                <w:bCs/>
                <w:sz w:val="24"/>
                <w:szCs w:val="24"/>
              </w:rPr>
              <w:t>-де</w:t>
            </w:r>
            <w:r w:rsidR="003279C6" w:rsidRPr="004937CB">
              <w:rPr>
                <w:bCs/>
                <w:sz w:val="24"/>
                <w:szCs w:val="24"/>
              </w:rPr>
              <w:t>но</w:t>
            </w:r>
            <w:proofErr w:type="spellEnd"/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в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4725BD">
              <w:rPr>
                <w:bCs/>
                <w:sz w:val="24"/>
                <w:szCs w:val="24"/>
              </w:rPr>
              <w:t>муниципальном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задании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на</w:t>
            </w:r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3279C6" w:rsidRPr="004937CB">
              <w:rPr>
                <w:bCs/>
                <w:sz w:val="24"/>
                <w:szCs w:val="24"/>
              </w:rPr>
              <w:t>отчетную</w:t>
            </w:r>
            <w:proofErr w:type="gramEnd"/>
            <w:r w:rsidR="00F041DE" w:rsidRPr="004937CB">
              <w:rPr>
                <w:bCs/>
                <w:sz w:val="24"/>
                <w:szCs w:val="24"/>
              </w:rPr>
              <w:t xml:space="preserve"> </w:t>
            </w:r>
            <w:r w:rsidR="003279C6" w:rsidRPr="004937CB">
              <w:rPr>
                <w:bCs/>
                <w:sz w:val="24"/>
                <w:szCs w:val="24"/>
              </w:rPr>
              <w:t>дату</w:t>
            </w:r>
            <w:r w:rsidR="003279C6" w:rsidRPr="004937CB">
              <w:rPr>
                <w:bCs/>
                <w:sz w:val="24"/>
                <w:szCs w:val="24"/>
                <w:vertAlign w:val="superscript"/>
              </w:rPr>
              <w:t>3</w:t>
            </w:r>
            <w:r w:rsidR="00F041DE" w:rsidRPr="004937CB">
              <w:rPr>
                <w:bCs/>
                <w:sz w:val="24"/>
                <w:szCs w:val="24"/>
                <w:vertAlign w:val="superscript"/>
              </w:rPr>
              <w:t xml:space="preserve"> </w:t>
            </w:r>
            <w:hyperlink r:id="rId15" w:history="1">
              <w:r w:rsidR="00F041DE" w:rsidRPr="004937CB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72" w:type="pct"/>
            <w:shd w:val="clear" w:color="auto" w:fill="FFFFFF"/>
          </w:tcPr>
          <w:p w:rsidR="003279C6" w:rsidRPr="004937CB" w:rsidRDefault="008E66C9" w:rsidP="00953B67">
            <w:pPr>
              <w:spacing w:line="230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proofErr w:type="spellStart"/>
            <w:r w:rsidRPr="004937CB">
              <w:rPr>
                <w:color w:val="000000"/>
                <w:kern w:val="2"/>
                <w:sz w:val="24"/>
                <w:szCs w:val="24"/>
              </w:rPr>
              <w:t>И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спол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>-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не-</w:t>
            </w:r>
          </w:p>
          <w:p w:rsidR="003279C6" w:rsidRPr="004937CB" w:rsidRDefault="003279C6" w:rsidP="00953B67">
            <w:pPr>
              <w:spacing w:line="230" w:lineRule="auto"/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но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4937CB">
              <w:rPr>
                <w:color w:val="000000"/>
                <w:kern w:val="2"/>
                <w:sz w:val="24"/>
                <w:szCs w:val="24"/>
              </w:rPr>
              <w:t>на</w:t>
            </w:r>
            <w:r w:rsidR="00F041DE"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gramStart"/>
            <w:r w:rsidRPr="004937CB">
              <w:rPr>
                <w:color w:val="000000"/>
                <w:kern w:val="2"/>
                <w:sz w:val="24"/>
                <w:szCs w:val="24"/>
              </w:rPr>
              <w:t>отчет-</w:t>
            </w:r>
            <w:proofErr w:type="spellStart"/>
            <w:r w:rsidRPr="004937CB">
              <w:rPr>
                <w:color w:val="000000"/>
                <w:kern w:val="2"/>
                <w:sz w:val="24"/>
                <w:szCs w:val="24"/>
              </w:rPr>
              <w:t>ную</w:t>
            </w:r>
            <w:proofErr w:type="spellEnd"/>
            <w:proofErr w:type="gramEnd"/>
          </w:p>
          <w:p w:rsidR="003279C6" w:rsidRPr="004937CB" w:rsidRDefault="00F041DE" w:rsidP="00953B67">
            <w:pPr>
              <w:spacing w:line="230" w:lineRule="auto"/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="003279C6" w:rsidRPr="004937CB">
              <w:rPr>
                <w:color w:val="000000"/>
                <w:kern w:val="2"/>
                <w:sz w:val="24"/>
                <w:szCs w:val="24"/>
              </w:rPr>
              <w:t>дату</w:t>
            </w:r>
            <w:r w:rsidR="003279C6" w:rsidRPr="004937CB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07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73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73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42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9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bCs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937CB">
              <w:rPr>
                <w:color w:val="000000"/>
                <w:kern w:val="2"/>
                <w:sz w:val="24"/>
                <w:szCs w:val="24"/>
              </w:rPr>
              <w:t>16</w:t>
            </w:r>
          </w:p>
        </w:tc>
      </w:tr>
      <w:tr w:rsidR="003279C6" w:rsidRPr="004937CB" w:rsidTr="00C30544">
        <w:tc>
          <w:tcPr>
            <w:tcW w:w="238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21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7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21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7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21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7" w:type="pct"/>
            <w:vMerge w:val="restar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3279C6" w:rsidRPr="004937CB" w:rsidTr="00C30544">
        <w:tc>
          <w:tcPr>
            <w:tcW w:w="238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3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421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7" w:type="pct"/>
            <w:vMerge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2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89" w:type="pct"/>
            <w:shd w:val="clear" w:color="auto" w:fill="FFFFFF"/>
          </w:tcPr>
          <w:p w:rsidR="003279C6" w:rsidRPr="004937CB" w:rsidRDefault="003279C6" w:rsidP="00953B67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</w:tbl>
    <w:p w:rsidR="003279C6" w:rsidRPr="003279C6" w:rsidRDefault="003279C6" w:rsidP="00953B67">
      <w:pPr>
        <w:spacing w:line="230" w:lineRule="auto"/>
        <w:ind w:left="709"/>
        <w:rPr>
          <w:kern w:val="2"/>
          <w:sz w:val="8"/>
          <w:szCs w:val="8"/>
        </w:rPr>
      </w:pPr>
    </w:p>
    <w:p w:rsidR="003279C6" w:rsidRPr="003279C6" w:rsidRDefault="003279C6" w:rsidP="00953B67">
      <w:pPr>
        <w:spacing w:line="230" w:lineRule="auto"/>
        <w:ind w:left="709"/>
        <w:rPr>
          <w:kern w:val="2"/>
          <w:sz w:val="24"/>
          <w:szCs w:val="24"/>
        </w:rPr>
      </w:pPr>
    </w:p>
    <w:p w:rsidR="003279C6" w:rsidRPr="008E66C9" w:rsidRDefault="003279C6" w:rsidP="00953B67">
      <w:pPr>
        <w:spacing w:line="230" w:lineRule="auto"/>
        <w:ind w:left="709"/>
        <w:rPr>
          <w:kern w:val="2"/>
          <w:sz w:val="28"/>
          <w:szCs w:val="28"/>
        </w:rPr>
      </w:pPr>
      <w:r w:rsidRPr="008E66C9">
        <w:rPr>
          <w:kern w:val="2"/>
          <w:sz w:val="28"/>
          <w:szCs w:val="28"/>
        </w:rPr>
        <w:t>Руководитель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(уполномоченное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лицо)</w:t>
      </w:r>
      <w:r w:rsidR="00F041DE" w:rsidRPr="008E66C9">
        <w:rPr>
          <w:kern w:val="2"/>
          <w:sz w:val="28"/>
          <w:szCs w:val="28"/>
        </w:rPr>
        <w:t xml:space="preserve"> </w:t>
      </w:r>
      <w:r w:rsidR="008E66C9">
        <w:rPr>
          <w:kern w:val="2"/>
          <w:sz w:val="28"/>
          <w:szCs w:val="28"/>
        </w:rPr>
        <w:t>___________________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____________________</w:t>
      </w:r>
      <w:r w:rsidR="00F041DE" w:rsidRPr="008E66C9">
        <w:rPr>
          <w:kern w:val="2"/>
          <w:sz w:val="28"/>
          <w:szCs w:val="28"/>
        </w:rPr>
        <w:t xml:space="preserve"> </w:t>
      </w:r>
      <w:r w:rsidR="008E66C9">
        <w:rPr>
          <w:kern w:val="2"/>
          <w:sz w:val="28"/>
          <w:szCs w:val="28"/>
        </w:rPr>
        <w:t>____________________________</w:t>
      </w:r>
    </w:p>
    <w:p w:rsidR="003279C6" w:rsidRPr="008E66C9" w:rsidRDefault="00F041DE" w:rsidP="00953B67">
      <w:pPr>
        <w:spacing w:line="230" w:lineRule="auto"/>
        <w:ind w:left="709"/>
        <w:rPr>
          <w:kern w:val="2"/>
          <w:sz w:val="24"/>
          <w:szCs w:val="24"/>
        </w:rPr>
      </w:pPr>
      <w:r w:rsidRPr="008E66C9">
        <w:rPr>
          <w:kern w:val="2"/>
          <w:sz w:val="24"/>
          <w:szCs w:val="24"/>
        </w:rPr>
        <w:t xml:space="preserve"> </w:t>
      </w:r>
      <w:r w:rsidR="00FF00CC" w:rsidRPr="008E66C9">
        <w:rPr>
          <w:kern w:val="2"/>
          <w:sz w:val="24"/>
          <w:szCs w:val="24"/>
        </w:rPr>
        <w:t xml:space="preserve">                                                  </w:t>
      </w:r>
      <w:r w:rsidR="008E66C9">
        <w:rPr>
          <w:kern w:val="2"/>
          <w:sz w:val="24"/>
          <w:szCs w:val="24"/>
        </w:rPr>
        <w:t xml:space="preserve">                         </w:t>
      </w:r>
      <w:r w:rsidR="00FF00CC" w:rsidRPr="008E66C9">
        <w:rPr>
          <w:kern w:val="2"/>
          <w:sz w:val="24"/>
          <w:szCs w:val="24"/>
        </w:rPr>
        <w:t xml:space="preserve">          </w:t>
      </w:r>
      <w:r w:rsidR="003279C6" w:rsidRPr="008E66C9">
        <w:rPr>
          <w:kern w:val="2"/>
          <w:sz w:val="24"/>
          <w:szCs w:val="24"/>
        </w:rPr>
        <w:t>(должность)</w:t>
      </w:r>
      <w:r w:rsidRPr="008E66C9">
        <w:rPr>
          <w:kern w:val="2"/>
          <w:sz w:val="24"/>
          <w:szCs w:val="24"/>
        </w:rPr>
        <w:t xml:space="preserve"> </w:t>
      </w:r>
      <w:r w:rsidR="008E66C9">
        <w:rPr>
          <w:kern w:val="2"/>
          <w:sz w:val="24"/>
          <w:szCs w:val="24"/>
        </w:rPr>
        <w:t xml:space="preserve">                        </w:t>
      </w:r>
      <w:r w:rsidR="00FF00CC" w:rsidRPr="008E66C9">
        <w:rPr>
          <w:kern w:val="2"/>
          <w:sz w:val="24"/>
          <w:szCs w:val="24"/>
        </w:rPr>
        <w:t xml:space="preserve">    </w:t>
      </w:r>
      <w:r w:rsidR="003279C6" w:rsidRPr="008E66C9">
        <w:rPr>
          <w:kern w:val="2"/>
          <w:sz w:val="24"/>
          <w:szCs w:val="24"/>
        </w:rPr>
        <w:t>(подпись)</w:t>
      </w:r>
      <w:r w:rsidRPr="008E66C9">
        <w:rPr>
          <w:kern w:val="2"/>
          <w:sz w:val="24"/>
          <w:szCs w:val="24"/>
        </w:rPr>
        <w:t xml:space="preserve"> </w:t>
      </w:r>
      <w:r w:rsidR="008E66C9">
        <w:rPr>
          <w:kern w:val="2"/>
          <w:sz w:val="24"/>
          <w:szCs w:val="24"/>
        </w:rPr>
        <w:t xml:space="preserve">                         </w:t>
      </w:r>
      <w:r w:rsidR="00FF00CC" w:rsidRPr="008E66C9">
        <w:rPr>
          <w:kern w:val="2"/>
          <w:sz w:val="24"/>
          <w:szCs w:val="24"/>
        </w:rPr>
        <w:t xml:space="preserve">   </w:t>
      </w:r>
      <w:r w:rsidR="003279C6" w:rsidRPr="008E66C9">
        <w:rPr>
          <w:kern w:val="2"/>
          <w:sz w:val="24"/>
          <w:szCs w:val="24"/>
        </w:rPr>
        <w:t>(расшифровка</w:t>
      </w:r>
      <w:r w:rsidRPr="008E66C9">
        <w:rPr>
          <w:kern w:val="2"/>
          <w:sz w:val="24"/>
          <w:szCs w:val="24"/>
        </w:rPr>
        <w:t xml:space="preserve"> </w:t>
      </w:r>
      <w:r w:rsidR="003279C6" w:rsidRPr="008E66C9">
        <w:rPr>
          <w:kern w:val="2"/>
          <w:sz w:val="24"/>
          <w:szCs w:val="24"/>
        </w:rPr>
        <w:t>подписи)</w:t>
      </w:r>
    </w:p>
    <w:p w:rsidR="008E66C9" w:rsidRDefault="008E66C9" w:rsidP="00953B67">
      <w:pPr>
        <w:spacing w:line="230" w:lineRule="auto"/>
        <w:ind w:left="709"/>
        <w:rPr>
          <w:kern w:val="2"/>
          <w:sz w:val="28"/>
          <w:szCs w:val="28"/>
        </w:rPr>
      </w:pPr>
    </w:p>
    <w:p w:rsidR="003279C6" w:rsidRPr="008E66C9" w:rsidRDefault="003279C6" w:rsidP="00953B67">
      <w:pPr>
        <w:spacing w:line="230" w:lineRule="auto"/>
        <w:ind w:left="709"/>
        <w:rPr>
          <w:kern w:val="2"/>
          <w:sz w:val="28"/>
          <w:szCs w:val="28"/>
        </w:rPr>
      </w:pPr>
      <w:r w:rsidRPr="008E66C9">
        <w:rPr>
          <w:kern w:val="2"/>
          <w:sz w:val="28"/>
          <w:szCs w:val="28"/>
        </w:rPr>
        <w:t>«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_____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»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__________________________________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20___</w:t>
      </w:r>
      <w:r w:rsidR="00F041DE" w:rsidRPr="008E66C9">
        <w:rPr>
          <w:kern w:val="2"/>
          <w:sz w:val="28"/>
          <w:szCs w:val="28"/>
        </w:rPr>
        <w:t xml:space="preserve"> </w:t>
      </w:r>
      <w:r w:rsidRPr="008E66C9">
        <w:rPr>
          <w:kern w:val="2"/>
          <w:sz w:val="28"/>
          <w:szCs w:val="28"/>
        </w:rPr>
        <w:t>г.</w:t>
      </w:r>
    </w:p>
    <w:p w:rsidR="008E66C9" w:rsidRDefault="008E66C9" w:rsidP="00F041DE">
      <w:pPr>
        <w:ind w:left="709"/>
        <w:rPr>
          <w:kern w:val="2"/>
          <w:sz w:val="28"/>
          <w:szCs w:val="28"/>
        </w:rPr>
      </w:pPr>
    </w:p>
    <w:p w:rsidR="003279C6" w:rsidRPr="008E66C9" w:rsidRDefault="008E66C9" w:rsidP="00F041DE">
      <w:pPr>
        <w:ind w:left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</w:t>
      </w:r>
    </w:p>
    <w:p w:rsidR="003279C6" w:rsidRPr="003279C6" w:rsidRDefault="003279C6" w:rsidP="00F041DE">
      <w:pPr>
        <w:ind w:left="709"/>
        <w:rPr>
          <w:kern w:val="2"/>
          <w:sz w:val="8"/>
          <w:szCs w:val="8"/>
        </w:rPr>
      </w:pPr>
    </w:p>
    <w:p w:rsidR="003279C6" w:rsidRPr="007E66F3" w:rsidRDefault="003279C6" w:rsidP="008E66C9">
      <w:pPr>
        <w:spacing w:line="228" w:lineRule="auto"/>
        <w:ind w:firstLine="709"/>
        <w:jc w:val="both"/>
        <w:rPr>
          <w:kern w:val="2"/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1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Номер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присваивается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информационной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системе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«Единая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автоматизированная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система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управления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общественными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финансами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Ростовской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области»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или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случае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формирования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бумажном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носителе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–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присваивается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последовательно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в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соответствии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со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сквозной</w:t>
      </w:r>
      <w:r w:rsidR="00F041DE" w:rsidRPr="007E66F3">
        <w:rPr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kern w:val="2"/>
          <w:sz w:val="28"/>
          <w:szCs w:val="28"/>
          <w:shd w:val="clear" w:color="auto" w:fill="FFFFFF"/>
        </w:rPr>
        <w:t>нумерацией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.</w:t>
      </w:r>
    </w:p>
    <w:p w:rsidR="003279C6" w:rsidRPr="007E66F3" w:rsidRDefault="003279C6" w:rsidP="00953B67">
      <w:pPr>
        <w:spacing w:line="228" w:lineRule="auto"/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  <w:proofErr w:type="gramStart"/>
      <w:r w:rsidR="00F041DE"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Ф</w:t>
      </w:r>
      <w:proofErr w:type="gramEnd"/>
      <w:r w:rsidRPr="007E66F3">
        <w:rPr>
          <w:color w:val="000000"/>
          <w:kern w:val="2"/>
          <w:sz w:val="28"/>
          <w:szCs w:val="28"/>
          <w:shd w:val="clear" w:color="auto" w:fill="FFFFFF"/>
        </w:rPr>
        <w:t>ормируется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при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установлении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задания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оказание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 xml:space="preserve">муниципальной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(услуг)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работы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(работ)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содержит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требования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оказанию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2D0894" w:rsidRPr="002D0894">
        <w:rPr>
          <w:color w:val="000000"/>
          <w:kern w:val="2"/>
          <w:sz w:val="28"/>
          <w:szCs w:val="28"/>
          <w:shd w:val="clear" w:color="auto" w:fill="FFFFFF"/>
        </w:rPr>
        <w:t xml:space="preserve">муниципальной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</w:t>
      </w:r>
      <w:proofErr w:type="spellStart"/>
      <w:r w:rsidRPr="007E66F3">
        <w:rPr>
          <w:color w:val="000000"/>
          <w:kern w:val="2"/>
          <w:sz w:val="28"/>
          <w:szCs w:val="28"/>
          <w:shd w:val="clear" w:color="auto" w:fill="FFFFFF"/>
        </w:rPr>
        <w:t>ых</w:t>
      </w:r>
      <w:proofErr w:type="spellEnd"/>
      <w:r w:rsidRPr="007E66F3">
        <w:rPr>
          <w:color w:val="000000"/>
          <w:kern w:val="2"/>
          <w:sz w:val="28"/>
          <w:szCs w:val="28"/>
          <w:shd w:val="clear" w:color="auto" w:fill="FFFFFF"/>
        </w:rPr>
        <w:t>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услуги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(услуг)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раздельно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каждой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из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EE752F" w:rsidRPr="00EE752F">
        <w:rPr>
          <w:color w:val="000000"/>
          <w:kern w:val="2"/>
          <w:sz w:val="28"/>
          <w:szCs w:val="28"/>
          <w:shd w:val="clear" w:color="auto" w:fill="FFFFFF"/>
        </w:rPr>
        <w:t>муниципальных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услуг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с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указанием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порядкового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номера</w:t>
      </w:r>
      <w:r w:rsidR="00F041DE" w:rsidRPr="007E66F3">
        <w:rPr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7E66F3">
        <w:rPr>
          <w:color w:val="000000"/>
          <w:kern w:val="2"/>
          <w:sz w:val="28"/>
          <w:szCs w:val="28"/>
          <w:shd w:val="clear" w:color="auto" w:fill="FFFFFF"/>
        </w:rPr>
        <w:t>раздела.</w:t>
      </w:r>
    </w:p>
    <w:p w:rsidR="003279C6" w:rsidRPr="007E66F3" w:rsidRDefault="003279C6" w:rsidP="00953B6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E66F3">
        <w:rPr>
          <w:sz w:val="28"/>
          <w:szCs w:val="28"/>
          <w:vertAlign w:val="superscript"/>
        </w:rPr>
        <w:lastRenderedPageBreak/>
        <w:t>3</w:t>
      </w:r>
      <w:proofErr w:type="gramStart"/>
      <w:r w:rsidR="00F041DE" w:rsidRPr="007E66F3">
        <w:rPr>
          <w:sz w:val="28"/>
          <w:szCs w:val="28"/>
          <w:vertAlign w:val="superscript"/>
        </w:rPr>
        <w:t xml:space="preserve"> </w:t>
      </w:r>
      <w:r w:rsidRPr="007E66F3">
        <w:rPr>
          <w:sz w:val="28"/>
          <w:szCs w:val="28"/>
        </w:rPr>
        <w:t>З</w:t>
      </w:r>
      <w:proofErr w:type="gramEnd"/>
      <w:r w:rsidRPr="007E66F3">
        <w:rPr>
          <w:sz w:val="28"/>
          <w:szCs w:val="28"/>
        </w:rPr>
        <w:t>аполняется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случае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органом,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осуществляющим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функции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полномочия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учредителя,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требования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представлении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промежуточного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выполнении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задания.</w:t>
      </w:r>
      <w:r w:rsidR="00F041DE" w:rsidRPr="007E66F3">
        <w:rPr>
          <w:sz w:val="28"/>
          <w:szCs w:val="28"/>
        </w:rPr>
        <w:t xml:space="preserve"> </w:t>
      </w:r>
      <w:proofErr w:type="gramStart"/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достижения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результатов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отчетную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дату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процентах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годового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2D0894" w:rsidRPr="002D0894">
        <w:rPr>
          <w:sz w:val="28"/>
          <w:szCs w:val="28"/>
        </w:rPr>
        <w:t>муниципальной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работы)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рассчитывается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путем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умножения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годового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="002D0894" w:rsidRPr="002D0894">
        <w:rPr>
          <w:sz w:val="28"/>
          <w:szCs w:val="28"/>
        </w:rPr>
        <w:t>муниципальной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(работы)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процент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достижения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результатов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отчетную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дату,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числе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учетом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неравномерного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течение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календарного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года.</w:t>
      </w:r>
      <w:proofErr w:type="gramEnd"/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установлении</w:t>
      </w:r>
      <w:r w:rsidR="00F041DE" w:rsidRPr="007E66F3">
        <w:rPr>
          <w:sz w:val="28"/>
          <w:szCs w:val="28"/>
        </w:rPr>
        <w:t xml:space="preserve"> </w:t>
      </w:r>
      <w:proofErr w:type="gramStart"/>
      <w:r w:rsidRPr="007E66F3">
        <w:rPr>
          <w:sz w:val="28"/>
          <w:szCs w:val="28"/>
        </w:rPr>
        <w:t>показателя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достижения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результатов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выполнения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задания</w:t>
      </w:r>
      <w:proofErr w:type="gramEnd"/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отчетную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дату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абсолютных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величинах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заполняется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соответствии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="004725BD">
        <w:rPr>
          <w:sz w:val="28"/>
          <w:szCs w:val="28"/>
        </w:rPr>
        <w:t>муниципальным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заданием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числе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учетом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неравномерного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оказания</w:t>
      </w:r>
      <w:r w:rsidR="00F041DE" w:rsidRPr="007E66F3">
        <w:rPr>
          <w:sz w:val="28"/>
          <w:szCs w:val="28"/>
        </w:rPr>
        <w:t xml:space="preserve"> </w:t>
      </w:r>
      <w:r w:rsidR="00EE752F" w:rsidRPr="00EE752F">
        <w:rPr>
          <w:sz w:val="28"/>
          <w:szCs w:val="28"/>
        </w:rPr>
        <w:t>муниципальных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(выполнения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течение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календарного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года).</w:t>
      </w:r>
    </w:p>
    <w:p w:rsidR="003279C6" w:rsidRPr="007E66F3" w:rsidRDefault="003279C6" w:rsidP="00953B6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E66F3">
        <w:rPr>
          <w:sz w:val="28"/>
          <w:szCs w:val="28"/>
          <w:vertAlign w:val="superscript"/>
        </w:rPr>
        <w:t>4</w:t>
      </w:r>
      <w:proofErr w:type="gramStart"/>
      <w:r w:rsidR="00F041DE" w:rsidRPr="007E66F3">
        <w:rPr>
          <w:sz w:val="28"/>
          <w:szCs w:val="28"/>
          <w:vertAlign w:val="superscript"/>
        </w:rPr>
        <w:t xml:space="preserve"> </w:t>
      </w:r>
      <w:r w:rsidRPr="007E66F3">
        <w:rPr>
          <w:sz w:val="28"/>
          <w:szCs w:val="28"/>
        </w:rPr>
        <w:t>В</w:t>
      </w:r>
      <w:proofErr w:type="gramEnd"/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предварительном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этой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графе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указываются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запланированные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исполнению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завершении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текущего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финансового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года.</w:t>
      </w:r>
    </w:p>
    <w:p w:rsidR="003279C6" w:rsidRPr="007E66F3" w:rsidRDefault="003279C6" w:rsidP="008E66C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E66F3">
        <w:rPr>
          <w:sz w:val="28"/>
          <w:szCs w:val="28"/>
          <w:vertAlign w:val="superscript"/>
        </w:rPr>
        <w:t>5</w:t>
      </w:r>
      <w:proofErr w:type="gramStart"/>
      <w:r w:rsidR="00F041DE" w:rsidRPr="007E66F3">
        <w:rPr>
          <w:sz w:val="28"/>
          <w:szCs w:val="28"/>
          <w:vertAlign w:val="superscript"/>
        </w:rPr>
        <w:t xml:space="preserve"> </w:t>
      </w:r>
      <w:r w:rsidRPr="007E66F3">
        <w:rPr>
          <w:sz w:val="28"/>
          <w:szCs w:val="28"/>
        </w:rPr>
        <w:t>Р</w:t>
      </w:r>
      <w:proofErr w:type="gramEnd"/>
      <w:r w:rsidRPr="007E66F3">
        <w:rPr>
          <w:sz w:val="28"/>
          <w:szCs w:val="28"/>
        </w:rPr>
        <w:t>ассчитывается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путем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умножения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значения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(или)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качества</w:t>
      </w:r>
      <w:r w:rsidR="00F041DE" w:rsidRPr="007E66F3">
        <w:rPr>
          <w:sz w:val="28"/>
          <w:szCs w:val="28"/>
        </w:rPr>
        <w:t xml:space="preserve"> </w:t>
      </w:r>
      <w:r w:rsidR="002D0894" w:rsidRPr="002D0894">
        <w:rPr>
          <w:sz w:val="28"/>
          <w:szCs w:val="28"/>
        </w:rPr>
        <w:t>муниципальной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(работы),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="004725BD">
        <w:rPr>
          <w:sz w:val="28"/>
          <w:szCs w:val="28"/>
        </w:rPr>
        <w:t>муниципальном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(графа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10),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установленное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="004725BD">
        <w:rPr>
          <w:sz w:val="28"/>
          <w:szCs w:val="28"/>
        </w:rPr>
        <w:t>муниципальном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значение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допустимого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(возможного)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отклонения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(объема)</w:t>
      </w:r>
      <w:r w:rsidR="00F041DE" w:rsidRPr="007E66F3">
        <w:rPr>
          <w:sz w:val="28"/>
          <w:szCs w:val="28"/>
        </w:rPr>
        <w:t xml:space="preserve"> </w:t>
      </w:r>
      <w:r w:rsidR="002D0894" w:rsidRPr="002D0894">
        <w:rPr>
          <w:sz w:val="28"/>
          <w:szCs w:val="28"/>
        </w:rPr>
        <w:t>муниципальной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(работы),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пределах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которого</w:t>
      </w:r>
      <w:r w:rsidR="00F041DE" w:rsidRPr="007E66F3">
        <w:rPr>
          <w:sz w:val="28"/>
          <w:szCs w:val="28"/>
        </w:rPr>
        <w:t xml:space="preserve"> </w:t>
      </w:r>
      <w:r w:rsidR="004725BD">
        <w:rPr>
          <w:sz w:val="28"/>
          <w:szCs w:val="28"/>
        </w:rPr>
        <w:t>муниципальное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считается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выполненным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процентах),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допустимого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(возможного)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отклонения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качества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(объема)</w:t>
      </w:r>
      <w:r w:rsidR="00F041DE" w:rsidRPr="007E66F3">
        <w:rPr>
          <w:sz w:val="28"/>
          <w:szCs w:val="28"/>
        </w:rPr>
        <w:t xml:space="preserve"> </w:t>
      </w:r>
      <w:r w:rsidR="002D0894" w:rsidRPr="002D0894">
        <w:rPr>
          <w:sz w:val="28"/>
          <w:szCs w:val="28"/>
        </w:rPr>
        <w:t>муниципальной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услуги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(работы)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абсолютных</w:t>
      </w:r>
      <w:r w:rsidR="00F041DE" w:rsidRPr="007E66F3">
        <w:rPr>
          <w:sz w:val="28"/>
          <w:szCs w:val="28"/>
        </w:rPr>
        <w:t xml:space="preserve"> </w:t>
      </w:r>
      <w:proofErr w:type="gramStart"/>
      <w:r w:rsidRPr="007E66F3">
        <w:rPr>
          <w:sz w:val="28"/>
          <w:szCs w:val="28"/>
        </w:rPr>
        <w:t>величинах</w:t>
      </w:r>
      <w:proofErr w:type="gramEnd"/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заполняется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соответствии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</w:t>
      </w:r>
      <w:r w:rsidR="00F041DE" w:rsidRPr="007E66F3">
        <w:rPr>
          <w:sz w:val="28"/>
          <w:szCs w:val="28"/>
        </w:rPr>
        <w:t xml:space="preserve"> </w:t>
      </w:r>
      <w:r w:rsidR="004725BD">
        <w:rPr>
          <w:sz w:val="28"/>
          <w:szCs w:val="28"/>
        </w:rPr>
        <w:t>муниципальным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заданием.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Значение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указывается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единицах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измерения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показателя,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установленных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="004725BD">
        <w:rPr>
          <w:sz w:val="28"/>
          <w:szCs w:val="28"/>
        </w:rPr>
        <w:t>муниципальном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задании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(графа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8),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целых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единицах.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Значение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менее</w:t>
      </w:r>
      <w:r w:rsidR="00F041DE" w:rsidRPr="007E66F3">
        <w:rPr>
          <w:sz w:val="28"/>
          <w:szCs w:val="28"/>
        </w:rPr>
        <w:t xml:space="preserve"> </w:t>
      </w:r>
      <w:r w:rsidR="00FF00CC">
        <w:rPr>
          <w:sz w:val="28"/>
          <w:szCs w:val="28"/>
        </w:rPr>
        <w:br/>
      </w:r>
      <w:r w:rsidRPr="007E66F3">
        <w:rPr>
          <w:sz w:val="28"/>
          <w:szCs w:val="28"/>
        </w:rPr>
        <w:t>0,5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единицы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отбрасывается,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0,5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единицы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более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округляется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до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целой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единицы.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случае</w:t>
      </w:r>
      <w:r w:rsidR="008E66C9">
        <w:rPr>
          <w:sz w:val="28"/>
          <w:szCs w:val="28"/>
        </w:rPr>
        <w:t>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если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единицей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объема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работы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является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работа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в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целом,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граф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13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14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пункта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3.2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не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рассчитываются.</w:t>
      </w:r>
    </w:p>
    <w:p w:rsidR="003279C6" w:rsidRPr="007E66F3" w:rsidRDefault="003279C6" w:rsidP="00953B67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E66F3"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6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Рассчитывается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при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формировании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отчета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за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год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как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разница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показателей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граф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10,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12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и</w:t>
      </w:r>
      <w:r w:rsidR="00F041DE" w:rsidRPr="007E66F3">
        <w:rPr>
          <w:sz w:val="28"/>
          <w:szCs w:val="28"/>
        </w:rPr>
        <w:t xml:space="preserve"> </w:t>
      </w:r>
      <w:r w:rsidRPr="007E66F3">
        <w:rPr>
          <w:sz w:val="28"/>
          <w:szCs w:val="28"/>
        </w:rPr>
        <w:t>13.</w:t>
      </w:r>
    </w:p>
    <w:p w:rsidR="003279C6" w:rsidRPr="007E66F3" w:rsidRDefault="003279C6" w:rsidP="00953B67">
      <w:pPr>
        <w:spacing w:line="228" w:lineRule="auto"/>
        <w:ind w:firstLine="709"/>
        <w:jc w:val="both"/>
        <w:rPr>
          <w:kern w:val="2"/>
          <w:sz w:val="28"/>
          <w:szCs w:val="28"/>
        </w:rPr>
      </w:pPr>
      <w:r w:rsidRPr="007E66F3">
        <w:rPr>
          <w:kern w:val="2"/>
          <w:sz w:val="28"/>
          <w:szCs w:val="28"/>
          <w:vertAlign w:val="superscript"/>
        </w:rPr>
        <w:t>7</w:t>
      </w:r>
      <w:r w:rsidR="00FF00CC">
        <w:rPr>
          <w:kern w:val="2"/>
          <w:sz w:val="28"/>
          <w:szCs w:val="28"/>
          <w:vertAlign w:val="superscript"/>
        </w:rPr>
        <w:t> </w:t>
      </w:r>
      <w:r w:rsidRPr="007E66F3">
        <w:rPr>
          <w:kern w:val="2"/>
          <w:sz w:val="28"/>
          <w:szCs w:val="28"/>
        </w:rPr>
        <w:t>Формируется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при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установлении</w:t>
      </w:r>
      <w:r w:rsidR="00F041DE" w:rsidRPr="007E66F3">
        <w:rPr>
          <w:kern w:val="2"/>
          <w:sz w:val="28"/>
          <w:szCs w:val="28"/>
        </w:rPr>
        <w:t xml:space="preserve"> </w:t>
      </w:r>
      <w:r w:rsidR="00EE752F" w:rsidRPr="00EE752F">
        <w:rPr>
          <w:kern w:val="2"/>
          <w:sz w:val="28"/>
          <w:szCs w:val="28"/>
        </w:rPr>
        <w:t>муниципального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задания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на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оказание</w:t>
      </w:r>
      <w:r w:rsidR="00F041DE" w:rsidRPr="007E66F3">
        <w:rPr>
          <w:kern w:val="2"/>
          <w:sz w:val="28"/>
          <w:szCs w:val="28"/>
        </w:rPr>
        <w:t xml:space="preserve"> </w:t>
      </w:r>
      <w:r w:rsidR="002D0894" w:rsidRPr="002D0894">
        <w:rPr>
          <w:kern w:val="2"/>
          <w:sz w:val="28"/>
          <w:szCs w:val="28"/>
        </w:rPr>
        <w:t xml:space="preserve">муниципальной </w:t>
      </w:r>
      <w:r w:rsidRPr="007E66F3">
        <w:rPr>
          <w:kern w:val="2"/>
          <w:sz w:val="28"/>
          <w:szCs w:val="28"/>
        </w:rPr>
        <w:t>(</w:t>
      </w:r>
      <w:proofErr w:type="spellStart"/>
      <w:r w:rsidRPr="007E66F3">
        <w:rPr>
          <w:kern w:val="2"/>
          <w:sz w:val="28"/>
          <w:szCs w:val="28"/>
        </w:rPr>
        <w:t>ых</w:t>
      </w:r>
      <w:proofErr w:type="spellEnd"/>
      <w:r w:rsidRPr="007E66F3">
        <w:rPr>
          <w:kern w:val="2"/>
          <w:sz w:val="28"/>
          <w:szCs w:val="28"/>
        </w:rPr>
        <w:t>)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услуги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(услуг)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работы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(работ)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содержит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сведения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выполнении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работы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(работ)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раздельно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по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каждой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из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работ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с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указанием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порядкового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номера</w:t>
      </w:r>
      <w:r w:rsidR="00F041DE" w:rsidRPr="007E66F3">
        <w:rPr>
          <w:kern w:val="2"/>
          <w:sz w:val="28"/>
          <w:szCs w:val="28"/>
        </w:rPr>
        <w:t xml:space="preserve"> </w:t>
      </w:r>
      <w:r w:rsidRPr="007E66F3">
        <w:rPr>
          <w:kern w:val="2"/>
          <w:sz w:val="28"/>
          <w:szCs w:val="28"/>
        </w:rPr>
        <w:t>раздела</w:t>
      </w:r>
      <w:proofErr w:type="gramStart"/>
      <w:r w:rsidRPr="007E66F3">
        <w:rPr>
          <w:kern w:val="2"/>
          <w:sz w:val="28"/>
          <w:szCs w:val="28"/>
        </w:rPr>
        <w:t>.».</w:t>
      </w:r>
      <w:proofErr w:type="gramEnd"/>
    </w:p>
    <w:p w:rsidR="003279C6" w:rsidRPr="003279C6" w:rsidRDefault="003279C6" w:rsidP="00F041DE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3279C6" w:rsidRPr="003279C6" w:rsidRDefault="003279C6" w:rsidP="00F041DE">
      <w:pPr>
        <w:autoSpaceDE w:val="0"/>
        <w:autoSpaceDN w:val="0"/>
        <w:ind w:firstLine="709"/>
        <w:jc w:val="both"/>
        <w:rPr>
          <w:sz w:val="28"/>
          <w:szCs w:val="28"/>
        </w:rPr>
        <w:sectPr w:rsidR="003279C6" w:rsidRPr="003279C6" w:rsidSect="0068277C">
          <w:footerReference w:type="even" r:id="rId16"/>
          <w:footerReference w:type="default" r:id="rId17"/>
          <w:pgSz w:w="16840" w:h="11907" w:orient="landscape" w:code="9"/>
          <w:pgMar w:top="1304" w:right="851" w:bottom="851" w:left="1134" w:header="720" w:footer="720" w:gutter="0"/>
          <w:cols w:space="720"/>
          <w:docGrid w:linePitch="272"/>
        </w:sectPr>
      </w:pPr>
    </w:p>
    <w:p w:rsidR="003279C6" w:rsidRPr="003279C6" w:rsidRDefault="003279C6" w:rsidP="00F041DE">
      <w:pPr>
        <w:ind w:firstLine="709"/>
        <w:jc w:val="both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lastRenderedPageBreak/>
        <w:t>1.4.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приложении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№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3:</w:t>
      </w:r>
    </w:p>
    <w:p w:rsidR="003279C6" w:rsidRPr="003279C6" w:rsidRDefault="003279C6" w:rsidP="00F041DE">
      <w:pPr>
        <w:ind w:firstLine="709"/>
        <w:jc w:val="both"/>
        <w:rPr>
          <w:kern w:val="2"/>
          <w:sz w:val="28"/>
          <w:szCs w:val="28"/>
        </w:rPr>
      </w:pPr>
      <w:r w:rsidRPr="003279C6">
        <w:rPr>
          <w:kern w:val="2"/>
          <w:sz w:val="28"/>
          <w:szCs w:val="28"/>
        </w:rPr>
        <w:t>1.4.1.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Раздел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1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изложить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в</w:t>
      </w:r>
      <w:r w:rsidR="00F041DE">
        <w:rPr>
          <w:kern w:val="2"/>
          <w:sz w:val="28"/>
          <w:szCs w:val="28"/>
        </w:rPr>
        <w:t xml:space="preserve"> </w:t>
      </w:r>
      <w:r w:rsidRPr="003279C6">
        <w:rPr>
          <w:kern w:val="2"/>
          <w:sz w:val="28"/>
          <w:szCs w:val="28"/>
        </w:rPr>
        <w:t>редакции:</w:t>
      </w:r>
    </w:p>
    <w:p w:rsidR="003279C6" w:rsidRPr="003279C6" w:rsidRDefault="003279C6" w:rsidP="00F041DE">
      <w:pPr>
        <w:ind w:firstLine="709"/>
        <w:jc w:val="both"/>
        <w:rPr>
          <w:kern w:val="2"/>
          <w:sz w:val="28"/>
          <w:szCs w:val="28"/>
        </w:rPr>
      </w:pPr>
    </w:p>
    <w:p w:rsidR="003279C6" w:rsidRPr="003279C6" w:rsidRDefault="003279C6" w:rsidP="00EF2B0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279C6">
        <w:rPr>
          <w:rFonts w:eastAsiaTheme="minorHAnsi"/>
          <w:sz w:val="28"/>
          <w:szCs w:val="28"/>
          <w:lang w:eastAsia="en-US"/>
        </w:rPr>
        <w:t>«1.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Предмет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Соглашения</w:t>
      </w:r>
    </w:p>
    <w:p w:rsidR="003279C6" w:rsidRPr="003279C6" w:rsidRDefault="003279C6" w:rsidP="00EF2B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279C6" w:rsidRPr="003279C6" w:rsidRDefault="003279C6" w:rsidP="00EF2B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79C6">
        <w:rPr>
          <w:rFonts w:eastAsiaTheme="minorHAnsi"/>
          <w:sz w:val="28"/>
          <w:szCs w:val="28"/>
          <w:lang w:eastAsia="en-US"/>
        </w:rPr>
        <w:t>Предметом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настоящего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Соглашения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является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определение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порядка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и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условий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предоставления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Учредителем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Учреждению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субсидии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из</w:t>
      </w:r>
      <w:r w:rsidR="00F041DE">
        <w:rPr>
          <w:rFonts w:eastAsiaTheme="minorHAnsi"/>
          <w:sz w:val="28"/>
          <w:szCs w:val="28"/>
          <w:lang w:eastAsia="en-US"/>
        </w:rPr>
        <w:t xml:space="preserve">  </w:t>
      </w:r>
      <w:r w:rsidRPr="003279C6">
        <w:rPr>
          <w:rFonts w:eastAsiaTheme="minorHAnsi"/>
          <w:sz w:val="28"/>
          <w:szCs w:val="28"/>
          <w:lang w:eastAsia="en-US"/>
        </w:rPr>
        <w:t>бюджета</w:t>
      </w:r>
      <w:r w:rsidR="004725BD">
        <w:rPr>
          <w:rFonts w:eastAsiaTheme="minorHAnsi"/>
          <w:sz w:val="28"/>
          <w:szCs w:val="28"/>
          <w:lang w:eastAsia="en-US"/>
        </w:rPr>
        <w:t xml:space="preserve"> города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на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финансовое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обеспечение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выполнения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EE752F" w:rsidRPr="00EE752F">
        <w:rPr>
          <w:rFonts w:eastAsiaTheme="minorHAnsi"/>
          <w:sz w:val="28"/>
          <w:szCs w:val="28"/>
          <w:lang w:eastAsia="en-US"/>
        </w:rPr>
        <w:t>муниципального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задания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FF00CC">
        <w:rPr>
          <w:rFonts w:eastAsiaTheme="minorHAnsi"/>
          <w:sz w:val="28"/>
          <w:szCs w:val="28"/>
          <w:lang w:eastAsia="en-US"/>
        </w:rPr>
        <w:br/>
      </w:r>
      <w:r w:rsidRPr="003279C6">
        <w:rPr>
          <w:rFonts w:eastAsiaTheme="minorHAnsi"/>
          <w:sz w:val="28"/>
          <w:szCs w:val="28"/>
          <w:lang w:eastAsia="en-US"/>
        </w:rPr>
        <w:t>на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оказание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EE752F" w:rsidRPr="00EE752F">
        <w:rPr>
          <w:rFonts w:eastAsiaTheme="minorHAnsi"/>
          <w:sz w:val="28"/>
          <w:szCs w:val="28"/>
          <w:lang w:eastAsia="en-US"/>
        </w:rPr>
        <w:t>муниципальных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услуг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(выполнение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работ)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в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20___/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20___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FF00CC">
        <w:rPr>
          <w:rFonts w:eastAsiaTheme="minorHAnsi"/>
          <w:sz w:val="28"/>
          <w:szCs w:val="28"/>
          <w:lang w:eastAsia="en-US"/>
        </w:rPr>
        <w:t>–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FF00CC">
        <w:rPr>
          <w:rFonts w:eastAsiaTheme="minorHAnsi"/>
          <w:sz w:val="28"/>
          <w:szCs w:val="28"/>
          <w:lang w:eastAsia="en-US"/>
        </w:rPr>
        <w:br/>
      </w:r>
      <w:r w:rsidRPr="003279C6">
        <w:rPr>
          <w:rFonts w:eastAsiaTheme="minorHAnsi"/>
          <w:sz w:val="28"/>
          <w:szCs w:val="28"/>
          <w:lang w:eastAsia="en-US"/>
        </w:rPr>
        <w:t>20___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годах</w:t>
      </w:r>
      <w:proofErr w:type="gramStart"/>
      <w:r w:rsidRPr="003279C6">
        <w:rPr>
          <w:rFonts w:eastAsiaTheme="minorHAnsi"/>
          <w:sz w:val="28"/>
          <w:szCs w:val="28"/>
          <w:vertAlign w:val="superscript"/>
          <w:lang w:eastAsia="en-US"/>
        </w:rPr>
        <w:t>1</w:t>
      </w:r>
      <w:proofErr w:type="gramEnd"/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(далее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FF00CC">
        <w:rPr>
          <w:rFonts w:eastAsiaTheme="minorHAnsi"/>
          <w:sz w:val="28"/>
          <w:szCs w:val="28"/>
          <w:lang w:eastAsia="en-US"/>
        </w:rPr>
        <w:t>–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4725BD">
        <w:rPr>
          <w:rFonts w:eastAsiaTheme="minorHAnsi"/>
          <w:sz w:val="28"/>
          <w:szCs w:val="28"/>
          <w:lang w:eastAsia="en-US"/>
        </w:rPr>
        <w:t>муниципальное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задание).».</w:t>
      </w:r>
    </w:p>
    <w:p w:rsidR="003279C6" w:rsidRPr="003279C6" w:rsidRDefault="003279C6" w:rsidP="00EF2B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79C6">
        <w:rPr>
          <w:rFonts w:eastAsiaTheme="minorHAnsi"/>
          <w:sz w:val="28"/>
          <w:szCs w:val="28"/>
          <w:lang w:eastAsia="en-US"/>
        </w:rPr>
        <w:t>1.4.2.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Дополнить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сноской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следующего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содержания:</w:t>
      </w:r>
    </w:p>
    <w:p w:rsidR="003279C6" w:rsidRPr="003279C6" w:rsidRDefault="003279C6" w:rsidP="00EF2B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79C6">
        <w:rPr>
          <w:rFonts w:eastAsiaTheme="minorHAnsi"/>
          <w:sz w:val="28"/>
          <w:szCs w:val="28"/>
          <w:lang w:eastAsia="en-US"/>
        </w:rPr>
        <w:t>«</w:t>
      </w:r>
      <w:r w:rsidRPr="003279C6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FF00CC">
        <w:rPr>
          <w:rFonts w:eastAsiaTheme="minorHAnsi"/>
          <w:sz w:val="28"/>
          <w:szCs w:val="28"/>
          <w:vertAlign w:val="superscript"/>
          <w:lang w:eastAsia="en-US"/>
        </w:rPr>
        <w:t> </w:t>
      </w:r>
      <w:r w:rsidRPr="003279C6">
        <w:rPr>
          <w:rFonts w:eastAsiaTheme="minorHAnsi"/>
          <w:sz w:val="28"/>
          <w:szCs w:val="28"/>
          <w:lang w:eastAsia="en-US"/>
        </w:rPr>
        <w:t>Указывается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в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соответствии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Pr="003279C6">
        <w:rPr>
          <w:rFonts w:eastAsiaTheme="minorHAnsi"/>
          <w:sz w:val="28"/>
          <w:szCs w:val="28"/>
          <w:lang w:eastAsia="en-US"/>
        </w:rPr>
        <w:t>с</w:t>
      </w:r>
      <w:r w:rsidR="00F041DE">
        <w:rPr>
          <w:rFonts w:eastAsiaTheme="minorHAnsi"/>
          <w:sz w:val="28"/>
          <w:szCs w:val="28"/>
          <w:lang w:eastAsia="en-US"/>
        </w:rPr>
        <w:t xml:space="preserve"> </w:t>
      </w:r>
      <w:r w:rsidR="00354B32">
        <w:rPr>
          <w:rFonts w:eastAsiaTheme="minorHAnsi"/>
          <w:sz w:val="28"/>
          <w:szCs w:val="28"/>
          <w:lang w:eastAsia="en-US"/>
        </w:rPr>
        <w:t xml:space="preserve">решением о </w:t>
      </w:r>
      <w:r w:rsidRPr="003279C6">
        <w:rPr>
          <w:rFonts w:eastAsiaTheme="minorHAnsi"/>
          <w:sz w:val="28"/>
          <w:szCs w:val="28"/>
          <w:lang w:eastAsia="en-US"/>
        </w:rPr>
        <w:t>бюджете</w:t>
      </w:r>
      <w:proofErr w:type="gramStart"/>
      <w:r w:rsidRPr="003279C6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3279C6" w:rsidRPr="003279C6" w:rsidRDefault="003279C6" w:rsidP="00EF2B00">
      <w:pPr>
        <w:ind w:firstLine="709"/>
        <w:jc w:val="both"/>
        <w:rPr>
          <w:kern w:val="2"/>
          <w:sz w:val="28"/>
          <w:szCs w:val="28"/>
        </w:rPr>
      </w:pPr>
    </w:p>
    <w:p w:rsidR="001D363B" w:rsidRPr="003279C6" w:rsidRDefault="001D363B" w:rsidP="00F041DE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354B32" w:rsidRPr="00354B32" w:rsidRDefault="00354B32" w:rsidP="00354B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B32">
        <w:rPr>
          <w:rFonts w:eastAsia="Calibri"/>
          <w:sz w:val="28"/>
          <w:szCs w:val="28"/>
          <w:lang w:eastAsia="en-US"/>
        </w:rPr>
        <w:t xml:space="preserve">Заместитель Главы Администрации города - </w:t>
      </w:r>
    </w:p>
    <w:p w:rsidR="00354B32" w:rsidRPr="00354B32" w:rsidRDefault="00354B32" w:rsidP="00354B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B32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                                 Т.В. </w:t>
      </w:r>
      <w:proofErr w:type="spellStart"/>
      <w:r w:rsidRPr="00354B32">
        <w:rPr>
          <w:rFonts w:eastAsia="Calibri"/>
          <w:sz w:val="28"/>
          <w:szCs w:val="28"/>
          <w:lang w:eastAsia="en-US"/>
        </w:rPr>
        <w:t>Коденцова</w:t>
      </w:r>
      <w:proofErr w:type="spellEnd"/>
    </w:p>
    <w:p w:rsidR="00354B32" w:rsidRPr="00354B32" w:rsidRDefault="00354B32" w:rsidP="00354B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B32">
        <w:rPr>
          <w:rFonts w:eastAsia="Calibri"/>
          <w:sz w:val="28"/>
          <w:szCs w:val="28"/>
          <w:lang w:eastAsia="en-US"/>
        </w:rPr>
        <w:t xml:space="preserve">Управляющий делами </w:t>
      </w:r>
    </w:p>
    <w:p w:rsidR="00354B32" w:rsidRPr="00354B32" w:rsidRDefault="00354B32" w:rsidP="00354B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B32">
        <w:rPr>
          <w:rFonts w:eastAsia="Calibri"/>
          <w:sz w:val="28"/>
          <w:szCs w:val="28"/>
          <w:lang w:eastAsia="en-US"/>
        </w:rPr>
        <w:t xml:space="preserve">Администрации города                                                                      Ю.А. Лубенцов             </w:t>
      </w:r>
    </w:p>
    <w:p w:rsidR="00354B32" w:rsidRPr="00354B32" w:rsidRDefault="00354B32" w:rsidP="00354B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B32">
        <w:rPr>
          <w:rFonts w:eastAsia="Calibri"/>
          <w:sz w:val="28"/>
          <w:szCs w:val="28"/>
          <w:lang w:eastAsia="en-US"/>
        </w:rPr>
        <w:t>Начальник юридического отдела</w:t>
      </w:r>
    </w:p>
    <w:p w:rsidR="00354B32" w:rsidRPr="00354B32" w:rsidRDefault="00354B32" w:rsidP="00354B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B32">
        <w:rPr>
          <w:rFonts w:eastAsia="Calibri"/>
          <w:sz w:val="28"/>
          <w:szCs w:val="28"/>
          <w:lang w:eastAsia="en-US"/>
        </w:rPr>
        <w:t>Администрации города                                                                       И.Н. Суркова</w:t>
      </w:r>
    </w:p>
    <w:p w:rsidR="003279C6" w:rsidRPr="003279C6" w:rsidRDefault="003279C6" w:rsidP="00354B3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sectPr w:rsidR="003279C6" w:rsidRPr="003279C6" w:rsidSect="00DD20B9">
      <w:footerReference w:type="even" r:id="rId18"/>
      <w:footerReference w:type="default" r:id="rId19"/>
      <w:pgSz w:w="11907" w:h="16840" w:code="9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DE3" w:rsidRDefault="00967DE3">
      <w:r>
        <w:separator/>
      </w:r>
    </w:p>
  </w:endnote>
  <w:endnote w:type="continuationSeparator" w:id="0">
    <w:p w:rsidR="00967DE3" w:rsidRDefault="0096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2727499"/>
      <w:docPartObj>
        <w:docPartGallery w:val="Page Numbers (Bottom of Page)"/>
        <w:docPartUnique/>
      </w:docPartObj>
    </w:sdtPr>
    <w:sdtContent>
      <w:p w:rsidR="00524ACE" w:rsidRDefault="00524ACE" w:rsidP="0068277C">
        <w:pPr>
          <w:pStyle w:val="a5"/>
        </w:pPr>
      </w:p>
      <w:p w:rsidR="00524ACE" w:rsidRPr="00C307D0" w:rsidRDefault="00524ACE" w:rsidP="0068277C">
        <w:pPr>
          <w:pStyle w:val="a5"/>
          <w:rPr>
            <w:lang w:val="en-US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CE" w:rsidRDefault="00524ACE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4ACE" w:rsidRDefault="00524ACE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CE" w:rsidRPr="008F7D2D" w:rsidRDefault="00524ACE" w:rsidP="007E66F3">
    <w:pPr>
      <w:pStyle w:val="a5"/>
      <w:rPr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CE" w:rsidRDefault="00524ACE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4ACE" w:rsidRDefault="00524ACE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CE" w:rsidRPr="008F7D2D" w:rsidRDefault="00524ACE" w:rsidP="008F7D2D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DE3" w:rsidRDefault="00967DE3">
      <w:r>
        <w:separator/>
      </w:r>
    </w:p>
  </w:footnote>
  <w:footnote w:type="continuationSeparator" w:id="0">
    <w:p w:rsidR="00967DE3" w:rsidRDefault="00967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CE" w:rsidRPr="00774A04" w:rsidRDefault="00524ACE" w:rsidP="0068277C">
    <w:pPr>
      <w:pStyle w:val="a7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CE" w:rsidRDefault="00524ACE">
    <w:pPr>
      <w:rPr>
        <w:sz w:val="2"/>
        <w:szCs w:val="2"/>
      </w:rPr>
    </w:pPr>
    <w:r>
      <w:rPr>
        <w:noProof/>
        <w:color w:val="000000"/>
        <w:sz w:val="24"/>
        <w:szCs w:val="24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84CC7EF" wp14:editId="249EDB37">
              <wp:simplePos x="0" y="0"/>
              <wp:positionH relativeFrom="page">
                <wp:posOffset>7418705</wp:posOffset>
              </wp:positionH>
              <wp:positionV relativeFrom="page">
                <wp:posOffset>883920</wp:posOffset>
              </wp:positionV>
              <wp:extent cx="29210" cy="73025"/>
              <wp:effectExtent l="0" t="0" r="8890" b="317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ACE" w:rsidRDefault="00524ACE">
                          <w:pPr>
                            <w:pStyle w:val="Style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84CC7EF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4" type="#_x0000_t202" style="position:absolute;margin-left:584.15pt;margin-top:69.6pt;width:2.3pt;height:5.7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    <v:textbox style="mso-fit-shape-to-text:t" inset="0,0,0,0">
                <w:txbxContent>
                  <w:p w:rsidR="0068277C" w:rsidRDefault="0068277C">
                    <w:pPr>
                      <w:pStyle w:val="Style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C6"/>
    <w:rsid w:val="00043021"/>
    <w:rsid w:val="00050C68"/>
    <w:rsid w:val="000516C4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F2B40"/>
    <w:rsid w:val="000F5B6A"/>
    <w:rsid w:val="00104E0D"/>
    <w:rsid w:val="0010504A"/>
    <w:rsid w:val="00116BFA"/>
    <w:rsid w:val="00125DE3"/>
    <w:rsid w:val="00153B21"/>
    <w:rsid w:val="001B2D1C"/>
    <w:rsid w:val="001C1D98"/>
    <w:rsid w:val="001D2690"/>
    <w:rsid w:val="001D363B"/>
    <w:rsid w:val="001F4BE3"/>
    <w:rsid w:val="001F6D02"/>
    <w:rsid w:val="002504E8"/>
    <w:rsid w:val="00254382"/>
    <w:rsid w:val="0027031E"/>
    <w:rsid w:val="0028703B"/>
    <w:rsid w:val="002A1E4C"/>
    <w:rsid w:val="002A2062"/>
    <w:rsid w:val="002A31A1"/>
    <w:rsid w:val="002B6527"/>
    <w:rsid w:val="002C135C"/>
    <w:rsid w:val="002C5E60"/>
    <w:rsid w:val="002D0894"/>
    <w:rsid w:val="002E65D5"/>
    <w:rsid w:val="002F63E3"/>
    <w:rsid w:val="002F74D7"/>
    <w:rsid w:val="0030124B"/>
    <w:rsid w:val="00313D3A"/>
    <w:rsid w:val="003279C6"/>
    <w:rsid w:val="00341FC1"/>
    <w:rsid w:val="00354B32"/>
    <w:rsid w:val="0037040B"/>
    <w:rsid w:val="003921D8"/>
    <w:rsid w:val="003B2193"/>
    <w:rsid w:val="003B7172"/>
    <w:rsid w:val="00407B71"/>
    <w:rsid w:val="00425061"/>
    <w:rsid w:val="0043686A"/>
    <w:rsid w:val="00441069"/>
    <w:rsid w:val="00444636"/>
    <w:rsid w:val="00453869"/>
    <w:rsid w:val="00461778"/>
    <w:rsid w:val="004711EC"/>
    <w:rsid w:val="004725BD"/>
    <w:rsid w:val="00480BC7"/>
    <w:rsid w:val="004871AA"/>
    <w:rsid w:val="004937CB"/>
    <w:rsid w:val="004B6A5C"/>
    <w:rsid w:val="004E78FD"/>
    <w:rsid w:val="004F7011"/>
    <w:rsid w:val="00515D9C"/>
    <w:rsid w:val="00524ACE"/>
    <w:rsid w:val="00526A6D"/>
    <w:rsid w:val="00531FBD"/>
    <w:rsid w:val="0053366A"/>
    <w:rsid w:val="00587BF6"/>
    <w:rsid w:val="005C5FF3"/>
    <w:rsid w:val="005E4024"/>
    <w:rsid w:val="00611679"/>
    <w:rsid w:val="00613D7D"/>
    <w:rsid w:val="006564DB"/>
    <w:rsid w:val="00660EE3"/>
    <w:rsid w:val="00676B57"/>
    <w:rsid w:val="0068277C"/>
    <w:rsid w:val="007120F8"/>
    <w:rsid w:val="0071643D"/>
    <w:rsid w:val="007219F0"/>
    <w:rsid w:val="00740E86"/>
    <w:rsid w:val="00766575"/>
    <w:rsid w:val="007730B1"/>
    <w:rsid w:val="00782222"/>
    <w:rsid w:val="007936ED"/>
    <w:rsid w:val="00794ABC"/>
    <w:rsid w:val="007B6388"/>
    <w:rsid w:val="007C0A5F"/>
    <w:rsid w:val="007E1DAA"/>
    <w:rsid w:val="007E66F3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8E66C9"/>
    <w:rsid w:val="008F4987"/>
    <w:rsid w:val="008F7D2D"/>
    <w:rsid w:val="0090740D"/>
    <w:rsid w:val="00910044"/>
    <w:rsid w:val="009122B1"/>
    <w:rsid w:val="00913129"/>
    <w:rsid w:val="00917C70"/>
    <w:rsid w:val="009228DF"/>
    <w:rsid w:val="00924E84"/>
    <w:rsid w:val="00947FCC"/>
    <w:rsid w:val="00953B67"/>
    <w:rsid w:val="00967DE3"/>
    <w:rsid w:val="0098054F"/>
    <w:rsid w:val="00985A10"/>
    <w:rsid w:val="009E6C19"/>
    <w:rsid w:val="00A01569"/>
    <w:rsid w:val="00A061D7"/>
    <w:rsid w:val="00A30E81"/>
    <w:rsid w:val="00A34804"/>
    <w:rsid w:val="00A67B50"/>
    <w:rsid w:val="00A9101F"/>
    <w:rsid w:val="00A941CF"/>
    <w:rsid w:val="00AE2601"/>
    <w:rsid w:val="00B01E09"/>
    <w:rsid w:val="00B22F6A"/>
    <w:rsid w:val="00B31114"/>
    <w:rsid w:val="00B35935"/>
    <w:rsid w:val="00B37E63"/>
    <w:rsid w:val="00B444A2"/>
    <w:rsid w:val="00B57F2C"/>
    <w:rsid w:val="00B62CFB"/>
    <w:rsid w:val="00B66DEE"/>
    <w:rsid w:val="00B72D61"/>
    <w:rsid w:val="00B8231A"/>
    <w:rsid w:val="00BB55C0"/>
    <w:rsid w:val="00BC0920"/>
    <w:rsid w:val="00BE49C2"/>
    <w:rsid w:val="00BF39F0"/>
    <w:rsid w:val="00C11FDF"/>
    <w:rsid w:val="00C30544"/>
    <w:rsid w:val="00C572C4"/>
    <w:rsid w:val="00C731BB"/>
    <w:rsid w:val="00C94911"/>
    <w:rsid w:val="00CA151C"/>
    <w:rsid w:val="00CB1900"/>
    <w:rsid w:val="00CB43C1"/>
    <w:rsid w:val="00CD077D"/>
    <w:rsid w:val="00CE5183"/>
    <w:rsid w:val="00D00358"/>
    <w:rsid w:val="00D13E83"/>
    <w:rsid w:val="00D33750"/>
    <w:rsid w:val="00D73323"/>
    <w:rsid w:val="00DB4D6B"/>
    <w:rsid w:val="00DC2302"/>
    <w:rsid w:val="00DD20B9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3A99"/>
    <w:rsid w:val="00ED72D3"/>
    <w:rsid w:val="00EE752F"/>
    <w:rsid w:val="00EF29AB"/>
    <w:rsid w:val="00EF2B00"/>
    <w:rsid w:val="00EF56AF"/>
    <w:rsid w:val="00F02C40"/>
    <w:rsid w:val="00F041DE"/>
    <w:rsid w:val="00F24917"/>
    <w:rsid w:val="00F30D40"/>
    <w:rsid w:val="00F410DF"/>
    <w:rsid w:val="00F41AA6"/>
    <w:rsid w:val="00F8225E"/>
    <w:rsid w:val="00F86418"/>
    <w:rsid w:val="00F9297B"/>
    <w:rsid w:val="00FA6611"/>
    <w:rsid w:val="00FB700A"/>
    <w:rsid w:val="00FD350A"/>
    <w:rsid w:val="00FF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3279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Balloon Text"/>
    <w:basedOn w:val="a"/>
    <w:link w:val="ab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semiHidden/>
    <w:rsid w:val="003279C6"/>
    <w:rPr>
      <w:rFonts w:ascii="Cambria" w:hAnsi="Cambria"/>
      <w:b/>
      <w:bCs/>
      <w:i/>
      <w:iCs/>
      <w:color w:val="4F81BD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3279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3279C6"/>
  </w:style>
  <w:style w:type="character" w:customStyle="1" w:styleId="10">
    <w:name w:val="Заголовок 1 Знак"/>
    <w:basedOn w:val="a0"/>
    <w:link w:val="1"/>
    <w:uiPriority w:val="99"/>
    <w:rsid w:val="003279C6"/>
    <w:rPr>
      <w:rFonts w:ascii="AG Souvenir" w:hAnsi="AG Souvenir"/>
      <w:b/>
      <w:spacing w:val="38"/>
      <w:sz w:val="28"/>
    </w:rPr>
  </w:style>
  <w:style w:type="paragraph" w:styleId="ac">
    <w:name w:val="List Paragraph"/>
    <w:basedOn w:val="a"/>
    <w:uiPriority w:val="34"/>
    <w:qFormat/>
    <w:rsid w:val="003279C6"/>
    <w:pPr>
      <w:ind w:left="720"/>
      <w:contextualSpacing/>
    </w:pPr>
  </w:style>
  <w:style w:type="paragraph" w:customStyle="1" w:styleId="ConsPlusNormal">
    <w:name w:val="ConsPlusNormal"/>
    <w:rsid w:val="003279C6"/>
    <w:pPr>
      <w:widowControl w:val="0"/>
      <w:autoSpaceDE w:val="0"/>
      <w:autoSpaceDN w:val="0"/>
    </w:pPr>
    <w:rPr>
      <w:sz w:val="28"/>
    </w:rPr>
  </w:style>
  <w:style w:type="table" w:styleId="ad">
    <w:name w:val="Table Grid"/>
    <w:basedOn w:val="a1"/>
    <w:uiPriority w:val="59"/>
    <w:rsid w:val="00327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8">
    <w:name w:val="Char Style 8"/>
    <w:link w:val="Style7"/>
    <w:uiPriority w:val="99"/>
    <w:locked/>
    <w:rsid w:val="003279C6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3279C6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3279C6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ae">
    <w:name w:val="Сноска_"/>
    <w:basedOn w:val="a0"/>
    <w:link w:val="af"/>
    <w:rsid w:val="003279C6"/>
    <w:rPr>
      <w:b/>
      <w:bCs/>
      <w:sz w:val="19"/>
      <w:szCs w:val="19"/>
      <w:shd w:val="clear" w:color="auto" w:fill="FFFFFF"/>
    </w:rPr>
  </w:style>
  <w:style w:type="paragraph" w:customStyle="1" w:styleId="af">
    <w:name w:val="Сноска"/>
    <w:basedOn w:val="a"/>
    <w:link w:val="ae"/>
    <w:rsid w:val="003279C6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a8">
    <w:name w:val="Верхний колонтитул Знак"/>
    <w:basedOn w:val="a0"/>
    <w:link w:val="a7"/>
    <w:uiPriority w:val="99"/>
    <w:rsid w:val="003279C6"/>
  </w:style>
  <w:style w:type="character" w:customStyle="1" w:styleId="a6">
    <w:name w:val="Нижний колонтитул Знак"/>
    <w:basedOn w:val="a0"/>
    <w:link w:val="a5"/>
    <w:uiPriority w:val="99"/>
    <w:rsid w:val="003279C6"/>
  </w:style>
  <w:style w:type="character" w:customStyle="1" w:styleId="CharStyle5">
    <w:name w:val="Char Style 5"/>
    <w:link w:val="Style4"/>
    <w:uiPriority w:val="99"/>
    <w:locked/>
    <w:rsid w:val="003279C6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3279C6"/>
    <w:pPr>
      <w:widowControl w:val="0"/>
      <w:shd w:val="clear" w:color="auto" w:fill="FFFFFF"/>
      <w:spacing w:line="240" w:lineRule="atLeast"/>
    </w:pPr>
    <w:rPr>
      <w:sz w:val="10"/>
    </w:rPr>
  </w:style>
  <w:style w:type="character" w:customStyle="1" w:styleId="410">
    <w:name w:val="Заголовок 4 Знак1"/>
    <w:basedOn w:val="a0"/>
    <w:semiHidden/>
    <w:rsid w:val="003279C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3279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Balloon Text"/>
    <w:basedOn w:val="a"/>
    <w:link w:val="ab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semiHidden/>
    <w:rsid w:val="003279C6"/>
    <w:rPr>
      <w:rFonts w:ascii="Cambria" w:hAnsi="Cambria"/>
      <w:b/>
      <w:bCs/>
      <w:i/>
      <w:iCs/>
      <w:color w:val="4F81BD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3279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3279C6"/>
  </w:style>
  <w:style w:type="character" w:customStyle="1" w:styleId="10">
    <w:name w:val="Заголовок 1 Знак"/>
    <w:basedOn w:val="a0"/>
    <w:link w:val="1"/>
    <w:uiPriority w:val="99"/>
    <w:rsid w:val="003279C6"/>
    <w:rPr>
      <w:rFonts w:ascii="AG Souvenir" w:hAnsi="AG Souvenir"/>
      <w:b/>
      <w:spacing w:val="38"/>
      <w:sz w:val="28"/>
    </w:rPr>
  </w:style>
  <w:style w:type="paragraph" w:styleId="ac">
    <w:name w:val="List Paragraph"/>
    <w:basedOn w:val="a"/>
    <w:uiPriority w:val="34"/>
    <w:qFormat/>
    <w:rsid w:val="003279C6"/>
    <w:pPr>
      <w:ind w:left="720"/>
      <w:contextualSpacing/>
    </w:pPr>
  </w:style>
  <w:style w:type="paragraph" w:customStyle="1" w:styleId="ConsPlusNormal">
    <w:name w:val="ConsPlusNormal"/>
    <w:rsid w:val="003279C6"/>
    <w:pPr>
      <w:widowControl w:val="0"/>
      <w:autoSpaceDE w:val="0"/>
      <w:autoSpaceDN w:val="0"/>
    </w:pPr>
    <w:rPr>
      <w:sz w:val="28"/>
    </w:rPr>
  </w:style>
  <w:style w:type="table" w:styleId="ad">
    <w:name w:val="Table Grid"/>
    <w:basedOn w:val="a1"/>
    <w:uiPriority w:val="59"/>
    <w:rsid w:val="00327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8">
    <w:name w:val="Char Style 8"/>
    <w:link w:val="Style7"/>
    <w:uiPriority w:val="99"/>
    <w:locked/>
    <w:rsid w:val="003279C6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3279C6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3279C6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ae">
    <w:name w:val="Сноска_"/>
    <w:basedOn w:val="a0"/>
    <w:link w:val="af"/>
    <w:rsid w:val="003279C6"/>
    <w:rPr>
      <w:b/>
      <w:bCs/>
      <w:sz w:val="19"/>
      <w:szCs w:val="19"/>
      <w:shd w:val="clear" w:color="auto" w:fill="FFFFFF"/>
    </w:rPr>
  </w:style>
  <w:style w:type="paragraph" w:customStyle="1" w:styleId="af">
    <w:name w:val="Сноска"/>
    <w:basedOn w:val="a"/>
    <w:link w:val="ae"/>
    <w:rsid w:val="003279C6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a8">
    <w:name w:val="Верхний колонтитул Знак"/>
    <w:basedOn w:val="a0"/>
    <w:link w:val="a7"/>
    <w:uiPriority w:val="99"/>
    <w:rsid w:val="003279C6"/>
  </w:style>
  <w:style w:type="character" w:customStyle="1" w:styleId="a6">
    <w:name w:val="Нижний колонтитул Знак"/>
    <w:basedOn w:val="a0"/>
    <w:link w:val="a5"/>
    <w:uiPriority w:val="99"/>
    <w:rsid w:val="003279C6"/>
  </w:style>
  <w:style w:type="character" w:customStyle="1" w:styleId="CharStyle5">
    <w:name w:val="Char Style 5"/>
    <w:link w:val="Style4"/>
    <w:uiPriority w:val="99"/>
    <w:locked/>
    <w:rsid w:val="003279C6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3279C6"/>
    <w:pPr>
      <w:widowControl w:val="0"/>
      <w:shd w:val="clear" w:color="auto" w:fill="FFFFFF"/>
      <w:spacing w:line="240" w:lineRule="atLeast"/>
    </w:pPr>
    <w:rPr>
      <w:sz w:val="10"/>
    </w:rPr>
  </w:style>
  <w:style w:type="character" w:customStyle="1" w:styleId="410">
    <w:name w:val="Заголовок 4 Знак1"/>
    <w:basedOn w:val="a0"/>
    <w:semiHidden/>
    <w:rsid w:val="003279C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81754344CAAA8739E0F851D8D964BC9B43C94135344D6399E73A2414466964C30600E60156D58599y7p8P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BEF73365FC9B5EF1EA4A3D7C609980ED8EA102A5E5E6BA091B66A3381CBC51BB7BB001E10C7AD7AC098DCK1B2N" TargetMode="External"/><Relationship Id="rId12" Type="http://schemas.openxmlformats.org/officeDocument/2006/relationships/hyperlink" Target="consultantplus://offline/ref=81754344CAAA8739E0F851D8D964BC9B43C94135344D6399E73A2414466964C30600E60156D58599y7p8P" TargetMode="Externa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1754344CAAA8739E0F851D8D964BC9B43C94135344D6399E73A2414466964C30600E60156D58599y7p8P" TargetMode="Externa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5711CF118E8A20A3223226555F36B62FA3B4C12EAC028623A051D93A261FBB20B7FF89F43643D0NCL3P" TargetMode="External"/><Relationship Id="rId14" Type="http://schemas.openxmlformats.org/officeDocument/2006/relationships/hyperlink" Target="consultantplus://offline/ref=81754344CAAA8739E0F851D8D964BC9B43C94135344D6399E73A2414466964C30600E60156D58599y7p8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308</TotalTime>
  <Pages>1</Pages>
  <Words>4149</Words>
  <Characters>23650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User</cp:lastModifiedBy>
  <cp:revision>54</cp:revision>
  <cp:lastPrinted>2018-01-25T05:40:00Z</cp:lastPrinted>
  <dcterms:created xsi:type="dcterms:W3CDTF">2018-01-17T14:19:00Z</dcterms:created>
  <dcterms:modified xsi:type="dcterms:W3CDTF">2018-01-25T05:41:00Z</dcterms:modified>
</cp:coreProperties>
</file>