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74" w:rsidRDefault="00807374" w:rsidP="00654C1C">
      <w:pPr>
        <w:pStyle w:val="Heading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 w:rsidRPr="005D6402">
        <w:rPr>
          <w:rFonts w:ascii="Arial" w:hAnsi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pt;height:84.75pt;visibility:visible">
            <v:imagedata r:id="rId5" o:title=""/>
          </v:shape>
        </w:pict>
      </w:r>
    </w:p>
    <w:p w:rsidR="00807374" w:rsidRPr="00127059" w:rsidRDefault="00807374" w:rsidP="00654C1C">
      <w:pPr>
        <w:pStyle w:val="Heading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807374" w:rsidRPr="00127059" w:rsidRDefault="0080737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807374" w:rsidRPr="00127059" w:rsidRDefault="00807374" w:rsidP="00703BE4"/>
    <w:p w:rsidR="00807374" w:rsidRPr="00127059" w:rsidRDefault="00807374" w:rsidP="00654C1C">
      <w:pPr>
        <w:pStyle w:val="Heading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807374" w:rsidRDefault="00807374" w:rsidP="00654C1C">
      <w:pPr>
        <w:pStyle w:val="Heading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807374" w:rsidRPr="00775939" w:rsidRDefault="00807374" w:rsidP="00775939"/>
    <w:p w:rsidR="00807374" w:rsidRPr="00113F51" w:rsidRDefault="00807374" w:rsidP="00EF4027"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27 февраля 2025 </w:t>
      </w:r>
      <w:r w:rsidRPr="00113F51">
        <w:rPr>
          <w:sz w:val="28"/>
          <w:szCs w:val="28"/>
        </w:rPr>
        <w:t>года</w:t>
      </w:r>
      <w:r w:rsidRPr="00113F51">
        <w:rPr>
          <w:sz w:val="28"/>
          <w:szCs w:val="28"/>
        </w:rPr>
        <w:tab/>
      </w:r>
      <w:r w:rsidRPr="00113F51">
        <w:rPr>
          <w:sz w:val="28"/>
          <w:szCs w:val="28"/>
        </w:rPr>
        <w:tab/>
        <w:t xml:space="preserve">        </w:t>
      </w:r>
      <w:r w:rsidRPr="00113F51">
        <w:rPr>
          <w:sz w:val="28"/>
          <w:szCs w:val="28"/>
        </w:rPr>
        <w:tab/>
      </w:r>
      <w:r w:rsidRPr="00113F51">
        <w:rPr>
          <w:sz w:val="28"/>
          <w:szCs w:val="28"/>
        </w:rPr>
        <w:tab/>
      </w:r>
      <w:r w:rsidRPr="00113F51">
        <w:rPr>
          <w:sz w:val="28"/>
          <w:szCs w:val="28"/>
        </w:rPr>
        <w:tab/>
      </w:r>
      <w:r w:rsidRPr="00113F5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F51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3F51">
        <w:rPr>
          <w:sz w:val="28"/>
          <w:szCs w:val="28"/>
        </w:rPr>
        <w:t xml:space="preserve"> № </w:t>
      </w:r>
      <w:r>
        <w:rPr>
          <w:sz w:val="28"/>
          <w:szCs w:val="28"/>
        </w:rPr>
        <w:t>148</w:t>
      </w:r>
      <w:r w:rsidRPr="00113F51">
        <w:rPr>
          <w:sz w:val="28"/>
          <w:szCs w:val="28"/>
        </w:rPr>
        <w:t xml:space="preserve">  </w:t>
      </w:r>
    </w:p>
    <w:p w:rsidR="00807374" w:rsidRPr="00EF4027" w:rsidRDefault="00807374" w:rsidP="00703BE4">
      <w:pPr>
        <w:rPr>
          <w:rFonts w:ascii="Arial" w:hAnsi="Arial" w:cs="Arial"/>
          <w:sz w:val="22"/>
          <w:szCs w:val="22"/>
        </w:rPr>
      </w:pPr>
      <w:r>
        <w:rPr>
          <w:noProof/>
        </w:rPr>
        <w:pict>
          <v:line id="Line 3" o:spid="_x0000_s1026" style="position:absolute;z-index:251658240;visibility:visibl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</w:pict>
      </w:r>
      <w:r>
        <w:rPr>
          <w:noProof/>
        </w:rPr>
        <w:pict>
          <v:line id="Line 4" o:spid="_x0000_s1027" style="position:absolute;z-index:251659264;visibility:visibl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</w:pict>
      </w:r>
    </w:p>
    <w:p w:rsidR="00807374" w:rsidRDefault="00807374" w:rsidP="00775939">
      <w:pPr>
        <w:pStyle w:val="ConsTitle"/>
        <w:widowControl/>
        <w:tabs>
          <w:tab w:val="left" w:pos="7440"/>
        </w:tabs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Новошахтинской городской Думы </w:t>
      </w:r>
    </w:p>
    <w:p w:rsidR="00807374" w:rsidRDefault="00807374" w:rsidP="00775939">
      <w:pPr>
        <w:pStyle w:val="ConsTitle"/>
        <w:widowControl/>
        <w:tabs>
          <w:tab w:val="left" w:pos="7440"/>
        </w:tabs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24.11.2022 № 368 «Об установлении земельного налога»</w:t>
      </w:r>
    </w:p>
    <w:p w:rsidR="00807374" w:rsidRDefault="00807374" w:rsidP="008830B9">
      <w:pPr>
        <w:pStyle w:val="31"/>
        <w:tabs>
          <w:tab w:val="left" w:pos="7088"/>
        </w:tabs>
        <w:ind w:left="708" w:right="564" w:hanging="142"/>
      </w:pPr>
    </w:p>
    <w:p w:rsidR="00807374" w:rsidRDefault="00807374" w:rsidP="003F1126">
      <w:pPr>
        <w:ind w:left="6372"/>
      </w:pPr>
    </w:p>
    <w:p w:rsidR="00807374" w:rsidRDefault="00807374" w:rsidP="003F1126">
      <w:pPr>
        <w:ind w:left="6372"/>
      </w:pPr>
      <w:r w:rsidRPr="00A85C9A">
        <w:t>Принято Новошахтинской</w:t>
      </w:r>
    </w:p>
    <w:p w:rsidR="00807374" w:rsidRDefault="00807374" w:rsidP="003F1126">
      <w:pPr>
        <w:ind w:left="6372"/>
      </w:pPr>
      <w:r w:rsidRPr="00A85C9A">
        <w:t>городской Думой</w:t>
      </w:r>
    </w:p>
    <w:p w:rsidR="00807374" w:rsidRPr="00A85C9A" w:rsidRDefault="00807374" w:rsidP="003F1126">
      <w:pPr>
        <w:ind w:left="6372"/>
      </w:pPr>
      <w:r>
        <w:t xml:space="preserve">27 февраля 2025 </w:t>
      </w:r>
      <w:r w:rsidRPr="00A85C9A">
        <w:t>года</w:t>
      </w:r>
    </w:p>
    <w:p w:rsidR="00807374" w:rsidRPr="00A85C9A" w:rsidRDefault="00807374" w:rsidP="003F1126">
      <w:pPr>
        <w:ind w:left="6480"/>
      </w:pPr>
    </w:p>
    <w:p w:rsidR="00807374" w:rsidRDefault="00807374" w:rsidP="006E7A5A">
      <w:pPr>
        <w:autoSpaceDN w:val="0"/>
        <w:adjustRightInd w:val="0"/>
        <w:ind w:firstLine="720"/>
        <w:jc w:val="both"/>
      </w:pPr>
    </w:p>
    <w:p w:rsidR="00807374" w:rsidRDefault="00807374" w:rsidP="00F1776A">
      <w:pPr>
        <w:pStyle w:val="ConsPlusTitle"/>
        <w:spacing w:line="276" w:lineRule="auto"/>
        <w:jc w:val="both"/>
        <w:rPr>
          <w:rStyle w:val="FontStyle15"/>
          <w:rFonts w:ascii="Times New Roman" w:hAnsi="Times New Roman" w:cs="Microsoft Sans Serif"/>
          <w:b w:val="0"/>
          <w:sz w:val="28"/>
          <w:szCs w:val="28"/>
        </w:rPr>
      </w:pPr>
      <w:r>
        <w:rPr>
          <w:rStyle w:val="FontStyle15"/>
          <w:rFonts w:ascii="Times New Roman" w:hAnsi="Times New Roman" w:cs="Microsoft Sans Serif"/>
          <w:b w:val="0"/>
          <w:sz w:val="28"/>
          <w:szCs w:val="28"/>
        </w:rPr>
        <w:tab/>
      </w:r>
      <w:r w:rsidRPr="004108C9">
        <w:rPr>
          <w:rStyle w:val="FontStyle15"/>
          <w:rFonts w:ascii="Times New Roman" w:hAnsi="Times New Roman" w:cs="Microsoft Sans Serif"/>
          <w:b w:val="0"/>
          <w:sz w:val="28"/>
          <w:szCs w:val="28"/>
        </w:rPr>
        <w:t xml:space="preserve">В соответствии с главой 31 Налогового кодекса Российской Федерации, </w:t>
      </w:r>
      <w:r w:rsidRPr="00654E7B">
        <w:rPr>
          <w:rFonts w:ascii="Times New Roman" w:hAnsi="Times New Roman"/>
          <w:b w:val="0"/>
          <w:sz w:val="28"/>
          <w:szCs w:val="28"/>
        </w:rPr>
        <w:t>Устава муниципального образования городского округа «Город Новошахтинск» Ростовской области</w:t>
      </w:r>
      <w:r>
        <w:rPr>
          <w:rStyle w:val="FontStyle15"/>
          <w:rFonts w:ascii="Times New Roman" w:hAnsi="Times New Roman" w:cs="Microsoft Sans Serif"/>
          <w:b w:val="0"/>
          <w:sz w:val="28"/>
          <w:szCs w:val="28"/>
        </w:rPr>
        <w:t>,</w:t>
      </w:r>
      <w:r w:rsidRPr="004108C9">
        <w:rPr>
          <w:rStyle w:val="FontStyle15"/>
          <w:rFonts w:ascii="Times New Roman" w:hAnsi="Times New Roman" w:cs="Microsoft Sans Serif"/>
          <w:b w:val="0"/>
          <w:sz w:val="28"/>
          <w:szCs w:val="28"/>
        </w:rPr>
        <w:t xml:space="preserve"> Новошахтинская городская Дума</w:t>
      </w:r>
    </w:p>
    <w:p w:rsidR="00807374" w:rsidRPr="009545E9" w:rsidRDefault="00807374" w:rsidP="0058712A">
      <w:pPr>
        <w:pStyle w:val="ConsPlusTitle"/>
        <w:spacing w:line="276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807374" w:rsidRDefault="00807374" w:rsidP="00F1776A">
      <w:pPr>
        <w:spacing w:line="276" w:lineRule="auto"/>
        <w:ind w:firstLine="567"/>
        <w:jc w:val="center"/>
        <w:rPr>
          <w:sz w:val="28"/>
          <w:szCs w:val="28"/>
        </w:rPr>
      </w:pPr>
      <w:r w:rsidRPr="003F4F7F">
        <w:rPr>
          <w:sz w:val="28"/>
          <w:szCs w:val="28"/>
        </w:rPr>
        <w:t>РЕШИЛА:</w:t>
      </w:r>
    </w:p>
    <w:p w:rsidR="00807374" w:rsidRPr="00764F8E" w:rsidRDefault="00807374" w:rsidP="00F1776A">
      <w:pPr>
        <w:spacing w:line="276" w:lineRule="auto"/>
        <w:ind w:firstLine="567"/>
        <w:jc w:val="center"/>
        <w:rPr>
          <w:rStyle w:val="FontStyle15"/>
          <w:rFonts w:cs="Microsoft Sans Serif"/>
          <w:sz w:val="28"/>
          <w:szCs w:val="28"/>
        </w:rPr>
      </w:pP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24.11.2022                   </w:t>
      </w:r>
      <w:r w:rsidRPr="002E6C2C">
        <w:rPr>
          <w:rFonts w:ascii="Times New Roman" w:hAnsi="Times New Roman"/>
          <w:sz w:val="28"/>
          <w:szCs w:val="28"/>
        </w:rPr>
        <w:t xml:space="preserve">№ 368 «Об установлении земельного налога» следующие изменения: </w:t>
      </w: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И</w:t>
      </w:r>
      <w:r w:rsidRPr="00DC71D0">
        <w:rPr>
          <w:rFonts w:ascii="Times New Roman" w:hAnsi="Times New Roman"/>
          <w:sz w:val="28"/>
          <w:szCs w:val="28"/>
        </w:rPr>
        <w:t>зложить преамбулу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30CC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C30CCA">
          <w:rPr>
            <w:rFonts w:ascii="Times New Roman" w:hAnsi="Times New Roman"/>
            <w:sz w:val="28"/>
            <w:szCs w:val="28"/>
          </w:rPr>
          <w:t>главой 31</w:t>
        </w:r>
      </w:hyperlink>
      <w:r w:rsidRPr="00C30CCA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</w:t>
      </w:r>
      <w:hyperlink r:id="rId7" w:history="1">
        <w:r w:rsidRPr="00C30CCA">
          <w:rPr>
            <w:rFonts w:ascii="Times New Roman" w:hAnsi="Times New Roman"/>
            <w:sz w:val="28"/>
            <w:szCs w:val="28"/>
          </w:rPr>
          <w:t>пунктом 2 части 1 статьи 3 главы 1</w:t>
        </w:r>
      </w:hyperlink>
      <w:r w:rsidRPr="00C30CCA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C30CCA">
          <w:rPr>
            <w:rFonts w:ascii="Times New Roman" w:hAnsi="Times New Roman"/>
            <w:sz w:val="28"/>
            <w:szCs w:val="28"/>
          </w:rPr>
          <w:t>пунктом 3 части 1 статьи 28 главы 4</w:t>
        </w:r>
      </w:hyperlink>
      <w:r w:rsidRPr="00C30CCA">
        <w:rPr>
          <w:rFonts w:ascii="Times New Roman" w:hAnsi="Times New Roman"/>
          <w:sz w:val="28"/>
          <w:szCs w:val="28"/>
        </w:rPr>
        <w:t xml:space="preserve"> Устава муниципального образования городского округа «Город Новошахтинск» Ростов</w:t>
      </w:r>
      <w:r>
        <w:rPr>
          <w:rFonts w:ascii="Times New Roman" w:hAnsi="Times New Roman"/>
          <w:sz w:val="28"/>
          <w:szCs w:val="28"/>
        </w:rPr>
        <w:t>с</w:t>
      </w:r>
      <w:r w:rsidRPr="00C30CCA">
        <w:rPr>
          <w:rFonts w:ascii="Times New Roman" w:hAnsi="Times New Roman"/>
          <w:sz w:val="28"/>
          <w:szCs w:val="28"/>
        </w:rPr>
        <w:t>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08C9">
        <w:rPr>
          <w:rStyle w:val="FontStyle15"/>
          <w:rFonts w:ascii="Times New Roman" w:hAnsi="Times New Roman" w:cs="Microsoft Sans Serif"/>
          <w:sz w:val="28"/>
          <w:szCs w:val="28"/>
        </w:rPr>
        <w:t>Новошахтинская городская Дума</w:t>
      </w:r>
      <w:r>
        <w:rPr>
          <w:rStyle w:val="FontStyle15"/>
          <w:rFonts w:ascii="Times New Roman" w:hAnsi="Times New Roman" w:cs="Microsoft Sans Serif"/>
          <w:sz w:val="28"/>
          <w:szCs w:val="28"/>
        </w:rPr>
        <w:t>»;</w:t>
      </w: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Подпункт 8.2 пункта </w:t>
      </w:r>
      <w:r w:rsidRPr="002E2995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«8.2. Положения подпункта 4.4 пункта 4 настоящего решения применяются к правоотношениям, связанным с уплатой земельного налога за налоговые периоды 2021, 2022, 2023 и 2024 годов.».</w:t>
      </w:r>
    </w:p>
    <w:p w:rsidR="00807374" w:rsidRDefault="00807374" w:rsidP="00F1776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62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Pr="000A626F">
        <w:rPr>
          <w:rFonts w:ascii="Times New Roman" w:hAnsi="Times New Roman"/>
          <w:sz w:val="28"/>
          <w:szCs w:val="28"/>
        </w:rPr>
        <w:t xml:space="preserve">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дня его официального опубликования. Изменения, указанные в пункте 1.2 настоящего решения, применяется к правоотношениям, возникшим с 1 января 2025 года. </w:t>
      </w:r>
    </w:p>
    <w:p w:rsidR="00807374" w:rsidRDefault="00807374" w:rsidP="00C0300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07374" w:rsidRPr="00C03000" w:rsidRDefault="00807374" w:rsidP="00C0300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000">
        <w:rPr>
          <w:rFonts w:ascii="Times New Roman" w:hAnsi="Times New Roman"/>
          <w:sz w:val="28"/>
          <w:szCs w:val="28"/>
        </w:rPr>
        <w:t>3. Контроль за исполнением данного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 w:rsidR="00807374" w:rsidRPr="003F4F7F" w:rsidRDefault="00807374" w:rsidP="00775939">
      <w:pPr>
        <w:tabs>
          <w:tab w:val="left" w:pos="709"/>
        </w:tabs>
        <w:jc w:val="both"/>
        <w:rPr>
          <w:sz w:val="28"/>
          <w:szCs w:val="28"/>
        </w:rPr>
      </w:pPr>
    </w:p>
    <w:p w:rsidR="00807374" w:rsidRDefault="00807374" w:rsidP="00775939">
      <w:pPr>
        <w:widowControl w:val="0"/>
        <w:jc w:val="both"/>
        <w:rPr>
          <w:sz w:val="28"/>
          <w:szCs w:val="28"/>
        </w:rPr>
      </w:pPr>
    </w:p>
    <w:p w:rsidR="00807374" w:rsidRDefault="00807374" w:rsidP="00775939">
      <w:pPr>
        <w:widowControl w:val="0"/>
        <w:jc w:val="both"/>
        <w:rPr>
          <w:sz w:val="28"/>
          <w:szCs w:val="28"/>
        </w:rPr>
      </w:pPr>
    </w:p>
    <w:p w:rsidR="00807374" w:rsidRDefault="00807374" w:rsidP="0077593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городской Думы – </w:t>
      </w:r>
    </w:p>
    <w:p w:rsidR="00807374" w:rsidRDefault="00807374" w:rsidP="00775939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глава города Новошахтинска                                                </w:t>
      </w:r>
      <w:r>
        <w:rPr>
          <w:sz w:val="28"/>
          <w:szCs w:val="28"/>
        </w:rPr>
        <w:tab/>
        <w:t xml:space="preserve">       Ю.В. Ушанев                                                                                                                                                                                                  </w:t>
      </w:r>
    </w:p>
    <w:p w:rsidR="00807374" w:rsidRDefault="00807374" w:rsidP="00775939">
      <w:pPr>
        <w:rPr>
          <w:sz w:val="28"/>
          <w:szCs w:val="28"/>
        </w:rPr>
      </w:pPr>
    </w:p>
    <w:p w:rsidR="00807374" w:rsidRDefault="00807374" w:rsidP="00775939">
      <w:pPr>
        <w:rPr>
          <w:sz w:val="28"/>
          <w:szCs w:val="28"/>
        </w:rPr>
      </w:pPr>
    </w:p>
    <w:p w:rsidR="00807374" w:rsidRPr="005A1226" w:rsidRDefault="00807374" w:rsidP="00CC51F1">
      <w:pPr>
        <w:pStyle w:val="BodyTextIndent"/>
        <w:ind w:firstLine="0"/>
        <w:rPr>
          <w:rFonts w:ascii="Times New Roman" w:hAnsi="Times New Roman"/>
          <w:szCs w:val="24"/>
        </w:rPr>
      </w:pPr>
      <w:r w:rsidRPr="005A1226">
        <w:rPr>
          <w:rFonts w:ascii="Times New Roman" w:hAnsi="Times New Roman"/>
          <w:szCs w:val="24"/>
        </w:rPr>
        <w:t>Дата подписания</w:t>
      </w:r>
    </w:p>
    <w:p w:rsidR="00807374" w:rsidRPr="005A1226" w:rsidRDefault="00807374" w:rsidP="00CC51F1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5A1226">
        <w:rPr>
          <w:rFonts w:ascii="Times New Roman" w:hAnsi="Times New Roman"/>
          <w:szCs w:val="24"/>
        </w:rPr>
        <w:t>редседател</w:t>
      </w:r>
      <w:r>
        <w:rPr>
          <w:rFonts w:ascii="Times New Roman" w:hAnsi="Times New Roman"/>
          <w:szCs w:val="24"/>
        </w:rPr>
        <w:t>ем</w:t>
      </w:r>
      <w:r w:rsidRPr="005A1226">
        <w:rPr>
          <w:rFonts w:ascii="Times New Roman" w:hAnsi="Times New Roman"/>
          <w:szCs w:val="24"/>
        </w:rPr>
        <w:t xml:space="preserve"> </w:t>
      </w:r>
    </w:p>
    <w:p w:rsidR="00807374" w:rsidRDefault="00807374" w:rsidP="00CC51F1">
      <w:pPr>
        <w:pStyle w:val="BodyTextIndent"/>
        <w:ind w:firstLine="0"/>
        <w:rPr>
          <w:rFonts w:ascii="Times New Roman" w:hAnsi="Times New Roman"/>
          <w:szCs w:val="24"/>
        </w:rPr>
      </w:pPr>
      <w:r w:rsidRPr="005A1226">
        <w:rPr>
          <w:rFonts w:ascii="Times New Roman" w:hAnsi="Times New Roman"/>
          <w:szCs w:val="24"/>
        </w:rPr>
        <w:t>городской Думы</w:t>
      </w:r>
      <w:r>
        <w:rPr>
          <w:rFonts w:ascii="Times New Roman" w:hAnsi="Times New Roman"/>
          <w:szCs w:val="24"/>
        </w:rPr>
        <w:t xml:space="preserve"> - главой города</w:t>
      </w:r>
    </w:p>
    <w:p w:rsidR="00807374" w:rsidRPr="0006514C" w:rsidRDefault="00807374" w:rsidP="00B01AA6">
      <w:pPr>
        <w:jc w:val="both"/>
        <w:rPr>
          <w:sz w:val="28"/>
          <w:szCs w:val="28"/>
        </w:rPr>
      </w:pPr>
      <w:r>
        <w:t>27 февраля 2025 года</w:t>
      </w:r>
      <w:r w:rsidRPr="004C54BC">
        <w:rPr>
          <w:snapToGrid w:val="0"/>
          <w:sz w:val="28"/>
          <w:szCs w:val="28"/>
        </w:rPr>
        <w:t xml:space="preserve">                     </w:t>
      </w:r>
    </w:p>
    <w:sectPr w:rsidR="00807374" w:rsidRPr="0006514C" w:rsidSect="00E42F26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5606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BE4"/>
    <w:rsid w:val="0000400E"/>
    <w:rsid w:val="0006514C"/>
    <w:rsid w:val="00097671"/>
    <w:rsid w:val="000A080D"/>
    <w:rsid w:val="000A3062"/>
    <w:rsid w:val="000A372E"/>
    <w:rsid w:val="000A626F"/>
    <w:rsid w:val="000B5D3B"/>
    <w:rsid w:val="000C2F76"/>
    <w:rsid w:val="000E483F"/>
    <w:rsid w:val="000E7E29"/>
    <w:rsid w:val="000F0183"/>
    <w:rsid w:val="000F3D96"/>
    <w:rsid w:val="00113F51"/>
    <w:rsid w:val="00127059"/>
    <w:rsid w:val="00170DC2"/>
    <w:rsid w:val="001923C1"/>
    <w:rsid w:val="001B1D5B"/>
    <w:rsid w:val="001B6668"/>
    <w:rsid w:val="001C7878"/>
    <w:rsid w:val="001E01FE"/>
    <w:rsid w:val="001F6C5B"/>
    <w:rsid w:val="00212AAF"/>
    <w:rsid w:val="00222243"/>
    <w:rsid w:val="00263618"/>
    <w:rsid w:val="00276AA2"/>
    <w:rsid w:val="002863AA"/>
    <w:rsid w:val="00297748"/>
    <w:rsid w:val="002E2995"/>
    <w:rsid w:val="002E6C2C"/>
    <w:rsid w:val="002F18F0"/>
    <w:rsid w:val="003037CB"/>
    <w:rsid w:val="00324997"/>
    <w:rsid w:val="00347923"/>
    <w:rsid w:val="00392904"/>
    <w:rsid w:val="0039416F"/>
    <w:rsid w:val="003C19D0"/>
    <w:rsid w:val="003C46B1"/>
    <w:rsid w:val="003C4DAB"/>
    <w:rsid w:val="003F1126"/>
    <w:rsid w:val="003F4F7F"/>
    <w:rsid w:val="003F62AB"/>
    <w:rsid w:val="004108C9"/>
    <w:rsid w:val="0041141A"/>
    <w:rsid w:val="00430F63"/>
    <w:rsid w:val="0044012A"/>
    <w:rsid w:val="00456058"/>
    <w:rsid w:val="00466810"/>
    <w:rsid w:val="00483192"/>
    <w:rsid w:val="00496F18"/>
    <w:rsid w:val="004C45D0"/>
    <w:rsid w:val="004C54BC"/>
    <w:rsid w:val="004E500D"/>
    <w:rsid w:val="005258C9"/>
    <w:rsid w:val="00561BB5"/>
    <w:rsid w:val="00574649"/>
    <w:rsid w:val="0058712A"/>
    <w:rsid w:val="005A1226"/>
    <w:rsid w:val="005B2753"/>
    <w:rsid w:val="005B4745"/>
    <w:rsid w:val="005D4527"/>
    <w:rsid w:val="005D6402"/>
    <w:rsid w:val="00622D66"/>
    <w:rsid w:val="006353FC"/>
    <w:rsid w:val="00654C1C"/>
    <w:rsid w:val="00654E7B"/>
    <w:rsid w:val="006B1671"/>
    <w:rsid w:val="006B4F96"/>
    <w:rsid w:val="006E2522"/>
    <w:rsid w:val="006E7A5A"/>
    <w:rsid w:val="006F1280"/>
    <w:rsid w:val="006F25D8"/>
    <w:rsid w:val="00703BE4"/>
    <w:rsid w:val="00721016"/>
    <w:rsid w:val="00743230"/>
    <w:rsid w:val="00762C6A"/>
    <w:rsid w:val="00764F8E"/>
    <w:rsid w:val="007706EC"/>
    <w:rsid w:val="00775939"/>
    <w:rsid w:val="007C14D4"/>
    <w:rsid w:val="008040ED"/>
    <w:rsid w:val="00807374"/>
    <w:rsid w:val="00830C60"/>
    <w:rsid w:val="00850516"/>
    <w:rsid w:val="008630D8"/>
    <w:rsid w:val="00865A14"/>
    <w:rsid w:val="008830B9"/>
    <w:rsid w:val="00893686"/>
    <w:rsid w:val="008D1304"/>
    <w:rsid w:val="00901F1A"/>
    <w:rsid w:val="00946AE3"/>
    <w:rsid w:val="009545E9"/>
    <w:rsid w:val="009B423A"/>
    <w:rsid w:val="00A60BBF"/>
    <w:rsid w:val="00A85C9A"/>
    <w:rsid w:val="00A933A7"/>
    <w:rsid w:val="00AC3C8B"/>
    <w:rsid w:val="00AD6F0F"/>
    <w:rsid w:val="00B01AA6"/>
    <w:rsid w:val="00B23E5C"/>
    <w:rsid w:val="00B32EB3"/>
    <w:rsid w:val="00B67327"/>
    <w:rsid w:val="00BA04F7"/>
    <w:rsid w:val="00BC1E6A"/>
    <w:rsid w:val="00BD4546"/>
    <w:rsid w:val="00C03000"/>
    <w:rsid w:val="00C30CCA"/>
    <w:rsid w:val="00C42D04"/>
    <w:rsid w:val="00C46D01"/>
    <w:rsid w:val="00C53F9A"/>
    <w:rsid w:val="00CC39DE"/>
    <w:rsid w:val="00CC51F1"/>
    <w:rsid w:val="00D82522"/>
    <w:rsid w:val="00D93F82"/>
    <w:rsid w:val="00D94EBF"/>
    <w:rsid w:val="00DC2E28"/>
    <w:rsid w:val="00DC71D0"/>
    <w:rsid w:val="00DD2371"/>
    <w:rsid w:val="00DE3170"/>
    <w:rsid w:val="00DE4F30"/>
    <w:rsid w:val="00DF08A4"/>
    <w:rsid w:val="00E11E35"/>
    <w:rsid w:val="00E22660"/>
    <w:rsid w:val="00E42F26"/>
    <w:rsid w:val="00E803D8"/>
    <w:rsid w:val="00EA3DE2"/>
    <w:rsid w:val="00EB5C87"/>
    <w:rsid w:val="00EF4027"/>
    <w:rsid w:val="00F14207"/>
    <w:rsid w:val="00F1776A"/>
    <w:rsid w:val="00F21A5C"/>
    <w:rsid w:val="00F63727"/>
    <w:rsid w:val="00F85ABC"/>
    <w:rsid w:val="00FB0D0A"/>
    <w:rsid w:val="00FC3D63"/>
    <w:rsid w:val="00FD3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B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4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4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41D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E741D"/>
    <w:rPr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">
    <w:name w:val="заголовок 1"/>
    <w:basedOn w:val="Normal"/>
    <w:next w:val="Normal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Normal1">
    <w:name w:val="Normal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C51F1"/>
    <w:rPr>
      <w:rFonts w:ascii="Arial" w:hAnsi="Arial"/>
      <w:sz w:val="24"/>
    </w:rPr>
  </w:style>
  <w:style w:type="paragraph" w:styleId="ListBullet">
    <w:name w:val="List Bullet"/>
    <w:basedOn w:val="Normal"/>
    <w:autoRedefine/>
    <w:uiPriority w:val="99"/>
    <w:rsid w:val="007706EC"/>
    <w:pPr>
      <w:jc w:val="right"/>
    </w:pPr>
  </w:style>
  <w:style w:type="table" w:styleId="TableGrid">
    <w:name w:val="Table Grid"/>
    <w:basedOn w:val="TableNormal"/>
    <w:uiPriority w:val="99"/>
    <w:rsid w:val="007706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Normal"/>
    <w:uiPriority w:val="99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DC2E2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C2E28"/>
    <w:rPr>
      <w:rFonts w:ascii="Segoe UI" w:hAnsi="Segoe UI"/>
      <w:sz w:val="18"/>
    </w:rPr>
  </w:style>
  <w:style w:type="character" w:customStyle="1" w:styleId="FontStyle15">
    <w:name w:val="Font Style15"/>
    <w:uiPriority w:val="99"/>
    <w:rsid w:val="00775939"/>
    <w:rPr>
      <w:rFonts w:ascii="Microsoft Sans Serif" w:hAnsi="Microsoft Sans Serif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6&amp;n=145344&amp;dst=1003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6&amp;n=145344&amp;dst=100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3219&amp;dst=1347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349</Words>
  <Characters>1995</Characters>
  <Application>Microsoft Office Outlook</Application>
  <DocSecurity>0</DocSecurity>
  <Lines>0</Lines>
  <Paragraphs>0</Paragraphs>
  <ScaleCrop>false</ScaleCrop>
  <Company>Duma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</cp:lastModifiedBy>
  <cp:revision>4</cp:revision>
  <cp:lastPrinted>2025-02-27T08:48:00Z</cp:lastPrinted>
  <dcterms:created xsi:type="dcterms:W3CDTF">2025-02-27T09:07:00Z</dcterms:created>
  <dcterms:modified xsi:type="dcterms:W3CDTF">2025-03-05T07:04:00Z</dcterms:modified>
</cp:coreProperties>
</file>